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p>
        </w:tc>
        <w:tc>
          <w:tcPr>
            <w:tcW w:w="6720" w:type="dxa"/>
            <w:gridSpan w:val="2"/>
            <w:tcBorders>
              <w:bottom w:val="single" w:sz="4" w:space="0" w:color="000000"/>
            </w:tcBorders>
            <w:shd w:val="clear" w:color="auto" w:fill="auto"/>
            <w:tcMar>
              <w:top w:w="85" w:type="dxa"/>
              <w:bottom w:w="85" w:type="dxa"/>
            </w:tcMar>
          </w:tcPr>
          <w:p w:rsidR="00D35CC3" w:rsidRDefault="00D35CC3" w:rsidP="003A609C">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862CBF">
            <w:pPr>
              <w:pStyle w:val="CUSTOMHeaderText"/>
            </w:pPr>
          </w:p>
        </w:tc>
      </w:tr>
      <w:tr w:rsidR="003E416A" w:rsidTr="00862CBF">
        <w:tc>
          <w:tcPr>
            <w:tcW w:w="3486" w:type="dxa"/>
            <w:tcBorders>
              <w:top w:val="single" w:sz="4" w:space="0" w:color="000000"/>
              <w:bottom w:val="single" w:sz="4" w:space="0" w:color="000000"/>
            </w:tcBorders>
            <w:shd w:val="clear" w:color="auto" w:fill="auto"/>
            <w:tcMar>
              <w:top w:w="85" w:type="dxa"/>
              <w:bottom w:w="85" w:type="dxa"/>
            </w:tcMar>
          </w:tcPr>
          <w:p w:rsidR="003E416A" w:rsidRDefault="003E416A" w:rsidP="00862CBF">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p>
        </w:tc>
      </w:tr>
      <w:tr w:rsidR="003E416A" w:rsidTr="00862CBF">
        <w:tc>
          <w:tcPr>
            <w:tcW w:w="10206" w:type="dxa"/>
            <w:gridSpan w:val="3"/>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A078E6" w:rsidP="001F797D">
            <w:pPr>
              <w:pStyle w:val="CUSTOMBoldColumnHeading"/>
            </w:pPr>
            <w:r>
              <w:t xml:space="preserve">Lower Limb </w:t>
            </w:r>
            <w:r w:rsidR="00123164">
              <w:t xml:space="preserve">– </w:t>
            </w:r>
            <w:r w:rsidR="001F797D">
              <w:t xml:space="preserve">BILATERAL </w:t>
            </w:r>
            <w:r w:rsidR="00123164">
              <w:t>Venous I</w:t>
            </w:r>
            <w:r>
              <w:t>nsufficiency scan</w:t>
            </w:r>
            <w:r w:rsidR="001F797D">
              <w:t xml:space="preserve"> </w:t>
            </w: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2402AB" w:rsidP="00DC01AB">
            <w:pPr>
              <w:pStyle w:val="CUSTOMNormal"/>
            </w:pP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2079113</wp:posOffset>
                      </wp:positionH>
                      <wp:positionV relativeFrom="page">
                        <wp:posOffset>1422517</wp:posOffset>
                      </wp:positionV>
                      <wp:extent cx="82867" cy="3468844"/>
                      <wp:effectExtent l="0" t="0" r="12700" b="17780"/>
                      <wp:wrapNone/>
                      <wp:docPr id="10" name="Freeform 10"/>
                      <wp:cNvGraphicFramePr/>
                      <a:graphic xmlns:a="http://schemas.openxmlformats.org/drawingml/2006/main">
                        <a:graphicData uri="http://schemas.microsoft.com/office/word/2010/wordprocessingShape">
                          <wps:wsp>
                            <wps:cNvSpPr/>
                            <wps:spPr>
                              <a:xfrm>
                                <a:off x="0" y="0"/>
                                <a:ext cx="82867" cy="3468844"/>
                              </a:xfrm>
                              <a:custGeom>
                                <a:avLst/>
                                <a:gdLst>
                                  <a:gd name="connsiteX0" fmla="*/ 55463 w 82867"/>
                                  <a:gd name="connsiteY0" fmla="*/ 11417 h 3468844"/>
                                  <a:gd name="connsiteX1" fmla="*/ 872 w 82867"/>
                                  <a:gd name="connsiteY1" fmla="*/ 1451256 h 3468844"/>
                                  <a:gd name="connsiteX2" fmla="*/ 21344 w 82867"/>
                                  <a:gd name="connsiteY2" fmla="*/ 2085877 h 3468844"/>
                                  <a:gd name="connsiteX3" fmla="*/ 14520 w 82867"/>
                                  <a:gd name="connsiteY3" fmla="*/ 3341471 h 3468844"/>
                                  <a:gd name="connsiteX4" fmla="*/ 62287 w 82867"/>
                                  <a:gd name="connsiteY4" fmla="*/ 3334647 h 3468844"/>
                                  <a:gd name="connsiteX5" fmla="*/ 34992 w 82867"/>
                                  <a:gd name="connsiteY5" fmla="*/ 2529429 h 3468844"/>
                                  <a:gd name="connsiteX6" fmla="*/ 82759 w 82867"/>
                                  <a:gd name="connsiteY6" fmla="*/ 1833393 h 3468844"/>
                                  <a:gd name="connsiteX7" fmla="*/ 48639 w 82867"/>
                                  <a:gd name="connsiteY7" fmla="*/ 1560438 h 3468844"/>
                                  <a:gd name="connsiteX8" fmla="*/ 69111 w 82867"/>
                                  <a:gd name="connsiteY8" fmla="*/ 816635 h 3468844"/>
                                  <a:gd name="connsiteX9" fmla="*/ 55463 w 82867"/>
                                  <a:gd name="connsiteY9" fmla="*/ 11417 h 3468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2867" h="3468844">
                                    <a:moveTo>
                                      <a:pt x="55463" y="11417"/>
                                    </a:moveTo>
                                    <a:cubicBezTo>
                                      <a:pt x="44090" y="117187"/>
                                      <a:pt x="6558" y="1105513"/>
                                      <a:pt x="872" y="1451256"/>
                                    </a:cubicBezTo>
                                    <a:cubicBezTo>
                                      <a:pt x="-4815" y="1796999"/>
                                      <a:pt x="19069" y="1770841"/>
                                      <a:pt x="21344" y="2085877"/>
                                    </a:cubicBezTo>
                                    <a:cubicBezTo>
                                      <a:pt x="23619" y="2400913"/>
                                      <a:pt x="7696" y="3133343"/>
                                      <a:pt x="14520" y="3341471"/>
                                    </a:cubicBezTo>
                                    <a:cubicBezTo>
                                      <a:pt x="21344" y="3549599"/>
                                      <a:pt x="58875" y="3469987"/>
                                      <a:pt x="62287" y="3334647"/>
                                    </a:cubicBezTo>
                                    <a:cubicBezTo>
                                      <a:pt x="65699" y="3199307"/>
                                      <a:pt x="31580" y="2779638"/>
                                      <a:pt x="34992" y="2529429"/>
                                    </a:cubicBezTo>
                                    <a:cubicBezTo>
                                      <a:pt x="38404" y="2279220"/>
                                      <a:pt x="80485" y="1994891"/>
                                      <a:pt x="82759" y="1833393"/>
                                    </a:cubicBezTo>
                                    <a:cubicBezTo>
                                      <a:pt x="85033" y="1671895"/>
                                      <a:pt x="50914" y="1729898"/>
                                      <a:pt x="48639" y="1560438"/>
                                    </a:cubicBezTo>
                                    <a:cubicBezTo>
                                      <a:pt x="46364" y="1390978"/>
                                      <a:pt x="62287" y="1070256"/>
                                      <a:pt x="69111" y="816635"/>
                                    </a:cubicBezTo>
                                    <a:cubicBezTo>
                                      <a:pt x="75935" y="563014"/>
                                      <a:pt x="66836" y="-94353"/>
                                      <a:pt x="55463" y="11417"/>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0" o:spid="_x0000_s1026" style="position:absolute;margin-left:163.7pt;margin-top:112pt;width:6.5pt;height:273.15pt;z-index:251666432;visibility:visible;mso-wrap-style:square;mso-wrap-distance-left:9pt;mso-wrap-distance-top:0;mso-wrap-distance-right:9pt;mso-wrap-distance-bottom:0;mso-position-horizontal:absolute;mso-position-horizontal-relative:text;mso-position-vertical:absolute;mso-position-vertical-relative:page;v-text-anchor:middle" coordsize="82867,346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4xVgUAAMwQAAAOAAAAZHJzL2Uyb0RvYy54bWysWE1v3DYQvRfofyB0LOCsSJESucg6cBO4&#10;KBAkQeMi7ZHWUl4BkqhStNfOr++QlGTKMaDdojlsSJFvHmc4Hxy/fffYNuhBmaHW3S7Bb9IEqa7U&#10;+7q72yV/3lxf8AQNVnZ72ehO7ZInNSTvLn/+6e2x3yqiD7rZK4NASDdsj/0uOVjbbzeboTyoVg5v&#10;dK86WKy0aaWFqbnb7I08gvS22ZA0zTdHbfa90aUaBvj6ISwml15+VanSfq6qQVnU7BI4m/W/xv/e&#10;ut/N5Vu5vTOyP9TleAz5H07RyroD0lnUB2klujf1D6LaujR60JV9U+p2o6uqLpXXAbTB6Qttvh5k&#10;r7wuYJyhn800/H9iy08PXwyq93B3YJ5OtnBH10YpZ3EEn8A+x37Ywrav/RczzgYYOmUfK9O6/0EN&#10;9Oht+jTbVD1aVMJHTnheJKiElYzmnFPqZG6eweX9YH9T2guSDx8HG65kDyNv0P14qlJ33VBb9Rec&#10;s2obuKVfNogxmmfoiALLiHwB+DsGYExxgQ4oOgtc2g8cOOLgBVljiLdjyjBh+ToHiTgIzihdY1kA&#10;Us54cYImWcQCRyPpGksMyDKKaYHXdaERS04IL9ZYYkAGNDk9QRcWsWRUiNV7iQGEEUGJWNclj1g4&#10;KZhY0yUGYA7aiGydBWJi9mLK82yVJQZglqc04+sskH1nllxgjNd0iQEc53nG1klERHJSQMaAVwIS&#10;ksPdFP7yMGWE8rEbUwKMkHT1JfUpt9eDyz5xfoBkM00h+kO+AZTLJytgiOQYjM8CQ4DGYHIWGOIu&#10;BmdngSGcYvCUY0/TGaIkBrOzmMH5Y3B+Fhh8OgYXZ4HBVWMwPwsMLhiDRQwG/wPDjc5m4AnhHg+N&#10;fzzYBMHjwSQIHg+3DiO3vbTOR6chOs417/Bc8txqqx/Ujfb7rHNYHyr+GD4GxhM87yrvb+vyV/U9&#10;xlCaCihncHSMC8y9weAIXl7OWDAJxilj2DvQtAY1LKBCcZq0XTC8xndBOQ7ugQuRC+HtNAnFIs2D&#10;HXFRpJz6YJkWfUXznCSUqpM5SZbjIJbQNBVLRYpcBI/LsCsbCyV9efOUY906ndKV34BkVLClmozz&#10;ItgAypQQL4zuit3I6avYyZw5A2EBiYXI0sVdZpjxcM+kAMNn3rkn0/rS55FjTTuZM+M0DXoSUghC&#10;xvdv8B+eUj7etRCUi8V1+kLoOccKdzInZ2kWchvOwWWFTy+TKgzuNxwIF0RwsdDTl8XAGerdyZzw&#10;KMxHsZlIRbEQ698nQWxapPBUc2KnA/ki6RdD9TuZEt4JWbAey7MUlIqF5jwLXnshaMYWTvt6FljG&#10;YtnoQYE8SEwu28wDn3Zctoqe0INu6v113TROJ99GqfeNQQ8Sctjt3VTPFrsaXxgXn04BArFDblx/&#10;EDoCP7JPjXLcTfeHqqCzgExHfJ1+IVOWpeosDksHuVfhjCyFf6PVZ4TX2At0kivQbpY9CnD94rOi&#10;k+xgs3G/gyrfEs7g8ICYacIJluAZ4Zl1Z2dwW3favKZZA1qNzGH/ZKRgGmelW71/gr7L6NCQDn15&#10;XZvBfpSD/SIN9DYQ/NBV28/wUzUaagoUDz9K0EGb7699d/uhMYTVBB2ho90lwz/30qgENb930DJC&#10;pFEQa/2EsgKiH5l45TZe6e7b9xp8Bh5EcDo/dPttMw0ro9tv0HxfOVZYkl0J3PDwslAew+S9hTks&#10;QTNZqqsrP4a2F3z4Y/e1L51wZ9UeNL95/CZNj9xwl1hoHj/pqfuV26ktdP4/73XITl/dW13Vrmf0&#10;fhjsOk6gZfaOM7b3rieP537X8x8hLv8FAAD//wMAUEsDBBQABgAIAAAAIQCeSHFY3gAAAAsBAAAP&#10;AAAAZHJzL2Rvd25yZXYueG1sTI/BTsMwDIbvSLxDZCRuLKGt1lGaThPSDkhc6HgAr8naisapmnQt&#10;PD3mBEfbvz5/f7lf3SCudgq9Jw2PGwXCUuNNT62Gj9PxYQciRCSDgyer4csG2Fe3NyUWxi/0bq91&#10;bAVDKBSooYtxLKQMTWcdho0fLfHt4ieHkceplWbCheFukIlSW+mwJ/7Q4WhfOtt81rPTkF/6p23/&#10;/dpQurjjvOCuzg9vWt/frYdnENGu8S8Mv/qsDhU7nf1MJohBQ5rkGUc1JEnGpTiRZoo3Z8bnKgVZ&#10;lfJ/h+oHAAD//wMAUEsBAi0AFAAGAAgAAAAhALaDOJL+AAAA4QEAABMAAAAAAAAAAAAAAAAAAAAA&#10;AFtDb250ZW50X1R5cGVzXS54bWxQSwECLQAUAAYACAAAACEAOP0h/9YAAACUAQAACwAAAAAAAAAA&#10;AAAAAAAvAQAAX3JlbHMvLnJlbHNQSwECLQAUAAYACAAAACEAXgz+MVYFAADMEAAADgAAAAAAAAAA&#10;AAAAAAAuAgAAZHJzL2Uyb0RvYy54bWxQSwECLQAUAAYACAAAACEAnkhxWN4AAAALAQAADwAAAAAA&#10;AAAAAAAAAACwBwAAZHJzL2Rvd25yZXYueG1sUEsFBgAAAAAEAAQA8wAAALsIAAAAAA==&#10;" path="m55463,11417c44090,117187,6558,1105513,872,1451256v-5687,345743,18197,319585,20472,634621c23619,2400913,7696,3133343,14520,3341471v6824,208128,44355,128516,47767,-6824c65699,3199307,31580,2779638,34992,2529429v3412,-250209,45493,-534538,47767,-696036c85033,1671895,50914,1729898,48639,1560438,46364,1390978,62287,1070256,69111,816635,75935,563014,66836,-94353,55463,11417xe" fillcolor="white [3212]" strokecolor="white [3212]" strokeweight="1pt">
                      <v:stroke joinstyle="miter"/>
                      <v:path arrowok="t" o:connecttype="custom" o:connectlocs="55463,11417;872,1451256;21344,2085877;14520,3341471;62287,3334647;34992,2529429;82759,1833393;48639,1560438;69111,816635;55463,11417" o:connectangles="0,0,0,0,0,0,0,0,0,0"/>
                      <w10:wrap anchory="page"/>
                    </v:shape>
                  </w:pict>
                </mc:Fallback>
              </mc:AlternateContent>
            </w: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1730110</wp:posOffset>
                      </wp:positionH>
                      <wp:positionV relativeFrom="page">
                        <wp:posOffset>1256513</wp:posOffset>
                      </wp:positionV>
                      <wp:extent cx="152016" cy="3667070"/>
                      <wp:effectExtent l="0" t="0" r="19685" b="10160"/>
                      <wp:wrapNone/>
                      <wp:docPr id="9" name="Freeform 9"/>
                      <wp:cNvGraphicFramePr/>
                      <a:graphic xmlns:a="http://schemas.openxmlformats.org/drawingml/2006/main">
                        <a:graphicData uri="http://schemas.microsoft.com/office/word/2010/wordprocessingShape">
                          <wps:wsp>
                            <wps:cNvSpPr/>
                            <wps:spPr>
                              <a:xfrm>
                                <a:off x="0" y="0"/>
                                <a:ext cx="152016" cy="3667070"/>
                              </a:xfrm>
                              <a:custGeom>
                                <a:avLst/>
                                <a:gdLst>
                                  <a:gd name="connsiteX0" fmla="*/ 1857 w 152016"/>
                                  <a:gd name="connsiteY0" fmla="*/ 116006 h 3667070"/>
                                  <a:gd name="connsiteX1" fmla="*/ 8681 w 152016"/>
                                  <a:gd name="connsiteY1" fmla="*/ 211541 h 3667070"/>
                                  <a:gd name="connsiteX2" fmla="*/ 70096 w 152016"/>
                                  <a:gd name="connsiteY2" fmla="*/ 1637732 h 3667070"/>
                                  <a:gd name="connsiteX3" fmla="*/ 63272 w 152016"/>
                                  <a:gd name="connsiteY3" fmla="*/ 3384645 h 3667070"/>
                                  <a:gd name="connsiteX4" fmla="*/ 97392 w 152016"/>
                                  <a:gd name="connsiteY4" fmla="*/ 3568890 h 3667070"/>
                                  <a:gd name="connsiteX5" fmla="*/ 151983 w 152016"/>
                                  <a:gd name="connsiteY5" fmla="*/ 2408830 h 3667070"/>
                                  <a:gd name="connsiteX6" fmla="*/ 104215 w 152016"/>
                                  <a:gd name="connsiteY6" fmla="*/ 1310185 h 3667070"/>
                                  <a:gd name="connsiteX7" fmla="*/ 29153 w 152016"/>
                                  <a:gd name="connsiteY7" fmla="*/ 0 h 36670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2016" h="3667070">
                                    <a:moveTo>
                                      <a:pt x="1857" y="116006"/>
                                    </a:moveTo>
                                    <a:cubicBezTo>
                                      <a:pt x="-418" y="36963"/>
                                      <a:pt x="-2692" y="-42080"/>
                                      <a:pt x="8681" y="211541"/>
                                    </a:cubicBezTo>
                                    <a:cubicBezTo>
                                      <a:pt x="20054" y="465162"/>
                                      <a:pt x="60998" y="1108881"/>
                                      <a:pt x="70096" y="1637732"/>
                                    </a:cubicBezTo>
                                    <a:cubicBezTo>
                                      <a:pt x="79194" y="2166583"/>
                                      <a:pt x="58723" y="3062785"/>
                                      <a:pt x="63272" y="3384645"/>
                                    </a:cubicBezTo>
                                    <a:cubicBezTo>
                                      <a:pt x="67821" y="3706505"/>
                                      <a:pt x="82607" y="3731526"/>
                                      <a:pt x="97392" y="3568890"/>
                                    </a:cubicBezTo>
                                    <a:cubicBezTo>
                                      <a:pt x="112177" y="3406254"/>
                                      <a:pt x="150846" y="2785281"/>
                                      <a:pt x="151983" y="2408830"/>
                                    </a:cubicBezTo>
                                    <a:cubicBezTo>
                                      <a:pt x="153120" y="2032379"/>
                                      <a:pt x="124687" y="1711657"/>
                                      <a:pt x="104215" y="1310185"/>
                                    </a:cubicBezTo>
                                    <a:cubicBezTo>
                                      <a:pt x="83743" y="908713"/>
                                      <a:pt x="29153" y="0"/>
                                      <a:pt x="29153" y="0"/>
                                    </a:cubicBezTo>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9" o:spid="_x0000_s1026" style="position:absolute;margin-left:136.25pt;margin-top:98.95pt;width:11.95pt;height:288.75pt;z-index:251665408;visibility:visible;mso-wrap-style:square;mso-wrap-distance-left:9pt;mso-wrap-distance-top:0;mso-wrap-distance-right:9pt;mso-wrap-distance-bottom:0;mso-position-horizontal:absolute;mso-position-horizontal-relative:text;mso-position-vertical:absolute;mso-position-vertical-relative:page;v-text-anchor:middle" coordsize="152016,366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k56QQAAJcOAAAOAAAAZHJzL2Uyb0RvYy54bWysV1Fv4zYMfh+w/yD4cUAbS7ZlO2h66Hro&#10;MKC4K9YOtz0qjtwYsC1PUpr0fv0oyXbkXAEnw/qQSpY+fiRFUtTNp0NTozcuVSXaVYCvwwDxthCb&#10;qn1dBX++PFxlAVKatRtWi5avgneugk+3P/90s++WnIitqDdcIhDSquW+WwVbrbvlYqGKLW+YuhYd&#10;b2GxFLJhGqbydbGRbA/Sm3pBwpAu9kJuOikKrhR8/ewWg1srvyx5ob+WpeIa1asAdNP2V9rftfld&#10;3N6w5atk3bYqejXYf9CiYVULpKOoz0wztJPVD6KaqpBCiVJfF6JZiLKsCm5tAGtweGLN85Z13NoC&#10;zlHd6Cb1/4ktvrw9SVRtVkEeoJY1cEQPknPjcJQb7+w7tYRNz92T7GcKhsbUQykb8x+MQAfr0ffR&#10;o/ygUQEfcQJm0QAVsBRRmoapdfniiC52Sv/GhZXE3h6VdieygZH156bXqhBtqyrN/4JTLJsaDumX&#10;BcJZkqI96ll65Ang7wkAUwgatEWeMnBoP5BgjySjGZ4l8QEE4yTG8yTEI0nDMKezLD4C0yhNIzJP&#10;E3k0NCIpmaXxEVGUxTRO5mlijyZPo3yexkdECc2yPJynSTwanOA8i2bN8SEkDrMsOoMHgvYYZmFM&#10;cDLLM4FEOITonLcn9XhIjpN5c3zEiSGQV69D5rDtkEzFoe2zCUaImcoc2mLVCWUy108tyNNhCokD&#10;GQUiAWVScQYMGeCD8UVgCGwfTC4CQ7j64OgiMAShD44vAkNk+eDkIjCEiw+mF4EhCHxw6oPdkfVH&#10;LuEKNJdfbS8/HSC4/GSA4PJbGwxbdkybSBmGaH+s2ttj0TbLjXjjL8Ju1CZuTPW1amBbVXsVjruK&#10;3boqfuXffcxVjKEjANUjmlN7UqCBlXZFaO7C4ComYdZfzW7NlGCLcqV1MHYi/yM26BASd8AxTTC1&#10;YTXw0TDPnSoYQ00AAucOq4wtx842V2bPpkxznDtKgilNsomNSZYSF61RSEma2YAZFTK12fnG1dyz&#10;OWmaEeefKA1pEk7EZoSG7piiNIKb0sbZwGkLteN0BfhsTowJTnu5MRgDfvb8h5MQrg13ZGAmmXrX&#10;1W236urx+bRJhAnc6BBBJIxIlNomZTAHk5hmfUymEJUQn75StoxbLHbl+WzaLEpjd3B5mKV4cqi2&#10;alupk5g9+WyS0otXmJrEs/V1zEC759gOKVFXm4eqrk3K2Y6Y39cSvTFI5/XrUGAnu2pbqSefzgEC&#10;sUEuTLPn2js70u81N9x1+wcvoUmEnCf24jiRyYqCtxq7pS3bcKdjEsJf7+IRYS22Ao3kEqwbZfcC&#10;TOt/NHSQDecIWvb7DZTb7n4EuxttpHEaTMEjwjKLVo/gpmqF/MiyGqzqmd3+wUnONcZLa7F5hxZa&#10;Cve2UF3xUEmlH5nST0xCnwrRCg8k/RV+ylpAeYUyakcB2gr5/aPvZj/0+LAaoD08TlaB+mfHJA9Q&#10;/XsL3X+O4xjEajuJk9RkhPRX1v5Ku2vuBcQMlAjQzg7Nfl0Pw1KK5hu8o+4MKyyxtgBu6AQ03BRu&#10;cq9hDkvwMCj43Z0dwwsGQvexfe4KI9x4tQPLXw7fmOyQGa4CDS+BL2J4yLDl0OKb+B/3GmQr7nZa&#10;lJXp/20cOr/2E3j92PPvX2rmeeXP7a7je/L2XwAAAP//AwBQSwMEFAAGAAgAAAAhAJ18cD3hAAAA&#10;CwEAAA8AAABkcnMvZG93bnJldi54bWxMj8tOwzAQRfdI/IM1SGwQdYjShIQ4FaKwYAelm+6ceIgj&#10;/Ihitwn9eoYVLEf36twz9Waxhp1wCoN3Au5WCTB0nVeD6wXsP15u74GFKJ2SxjsU8I0BNs3lRS0r&#10;5Wf3jqdd7BlBXKikAB3jWHEeOo1WhpUf0VH26ScrI51Tz9UkZ4Jbw9MkybmVg6MFLUd80th97Y5W&#10;QJofPH/utqZ9m2/2h2x7ftX9WYjrq+XxAVjEJf6V4Vef1KEhp9YfnQrMEKNI11SloCxKYNRIyzwD&#10;1gooinUGvKn5/x+aHwAAAP//AwBQSwECLQAUAAYACAAAACEAtoM4kv4AAADhAQAAEwAAAAAAAAAA&#10;AAAAAAAAAAAAW0NvbnRlbnRfVHlwZXNdLnhtbFBLAQItABQABgAIAAAAIQA4/SH/1gAAAJQBAAAL&#10;AAAAAAAAAAAAAAAAAC8BAABfcmVscy8ucmVsc1BLAQItABQABgAIAAAAIQAm5Bk56QQAAJcOAAAO&#10;AAAAAAAAAAAAAAAAAC4CAABkcnMvZTJvRG9jLnhtbFBLAQItABQABgAIAAAAIQCdfHA94QAAAAsB&#10;AAAPAAAAAAAAAAAAAAAAAEMHAABkcnMvZG93bnJldi54bWxQSwUGAAAAAAQABADzAAAAUQgAAAAA&#10;" path="m1857,116006c-418,36963,-2692,-42080,8681,211541v11373,253621,52317,897340,61415,1426191c79194,2166583,58723,3062785,63272,3384645v4549,321860,19335,346881,34120,184245c112177,3406254,150846,2785281,151983,2408830v1137,-376451,-27296,-697173,-47768,-1098645c83743,908713,29153,,29153,e" fillcolor="white [3212]" strokecolor="white [3212]" strokeweight="1pt">
                      <v:stroke joinstyle="miter"/>
                      <v:path arrowok="t" o:connecttype="custom" o:connectlocs="1857,116006;8681,211541;70096,1637732;63272,3384645;97392,3568890;151983,2408830;104215,1310185;29153,0" o:connectangles="0,0,0,0,0,0,0,0"/>
                      <w10:wrap anchory="page"/>
                    </v:shape>
                  </w:pict>
                </mc:Fallback>
              </mc:AlternateContent>
            </w: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3669949</wp:posOffset>
                      </wp:positionH>
                      <wp:positionV relativeFrom="page">
                        <wp:posOffset>3180848</wp:posOffset>
                      </wp:positionV>
                      <wp:extent cx="266134" cy="1958453"/>
                      <wp:effectExtent l="0" t="0" r="19685" b="22860"/>
                      <wp:wrapNone/>
                      <wp:docPr id="8" name="Freeform 8"/>
                      <wp:cNvGraphicFramePr/>
                      <a:graphic xmlns:a="http://schemas.openxmlformats.org/drawingml/2006/main">
                        <a:graphicData uri="http://schemas.microsoft.com/office/word/2010/wordprocessingShape">
                          <wps:wsp>
                            <wps:cNvSpPr/>
                            <wps:spPr>
                              <a:xfrm>
                                <a:off x="0" y="0"/>
                                <a:ext cx="266134" cy="1958453"/>
                              </a:xfrm>
                              <a:custGeom>
                                <a:avLst/>
                                <a:gdLst>
                                  <a:gd name="connsiteX0" fmla="*/ 20472 w 266134"/>
                                  <a:gd name="connsiteY0" fmla="*/ 0 h 1958453"/>
                                  <a:gd name="connsiteX1" fmla="*/ 20472 w 266134"/>
                                  <a:gd name="connsiteY1" fmla="*/ 191068 h 1958453"/>
                                  <a:gd name="connsiteX2" fmla="*/ 13648 w 266134"/>
                                  <a:gd name="connsiteY2" fmla="*/ 320722 h 1958453"/>
                                  <a:gd name="connsiteX3" fmla="*/ 0 w 266134"/>
                                  <a:gd name="connsiteY3" fmla="*/ 361665 h 1958453"/>
                                  <a:gd name="connsiteX4" fmla="*/ 6824 w 266134"/>
                                  <a:gd name="connsiteY4" fmla="*/ 450376 h 1958453"/>
                                  <a:gd name="connsiteX5" fmla="*/ 27296 w 266134"/>
                                  <a:gd name="connsiteY5" fmla="*/ 464024 h 1958453"/>
                                  <a:gd name="connsiteX6" fmla="*/ 54591 w 266134"/>
                                  <a:gd name="connsiteY6" fmla="*/ 491319 h 1958453"/>
                                  <a:gd name="connsiteX7" fmla="*/ 95535 w 266134"/>
                                  <a:gd name="connsiteY7" fmla="*/ 518615 h 1958453"/>
                                  <a:gd name="connsiteX8" fmla="*/ 95535 w 266134"/>
                                  <a:gd name="connsiteY8" fmla="*/ 805218 h 1958453"/>
                                  <a:gd name="connsiteX9" fmla="*/ 102359 w 266134"/>
                                  <a:gd name="connsiteY9" fmla="*/ 1003110 h 1958453"/>
                                  <a:gd name="connsiteX10" fmla="*/ 122830 w 266134"/>
                                  <a:gd name="connsiteY10" fmla="*/ 1105468 h 1958453"/>
                                  <a:gd name="connsiteX11" fmla="*/ 143302 w 266134"/>
                                  <a:gd name="connsiteY11" fmla="*/ 1201003 h 1958453"/>
                                  <a:gd name="connsiteX12" fmla="*/ 156950 w 266134"/>
                                  <a:gd name="connsiteY12" fmla="*/ 1241946 h 1958453"/>
                                  <a:gd name="connsiteX13" fmla="*/ 170597 w 266134"/>
                                  <a:gd name="connsiteY13" fmla="*/ 1357952 h 1958453"/>
                                  <a:gd name="connsiteX14" fmla="*/ 177421 w 266134"/>
                                  <a:gd name="connsiteY14" fmla="*/ 1378424 h 1958453"/>
                                  <a:gd name="connsiteX15" fmla="*/ 197893 w 266134"/>
                                  <a:gd name="connsiteY15" fmla="*/ 1446662 h 1958453"/>
                                  <a:gd name="connsiteX16" fmla="*/ 211541 w 266134"/>
                                  <a:gd name="connsiteY16" fmla="*/ 1467134 h 1958453"/>
                                  <a:gd name="connsiteX17" fmla="*/ 225188 w 266134"/>
                                  <a:gd name="connsiteY17" fmla="*/ 1494430 h 1958453"/>
                                  <a:gd name="connsiteX18" fmla="*/ 232012 w 266134"/>
                                  <a:gd name="connsiteY18" fmla="*/ 1774209 h 1958453"/>
                                  <a:gd name="connsiteX19" fmla="*/ 245660 w 266134"/>
                                  <a:gd name="connsiteY19" fmla="*/ 1876567 h 1958453"/>
                                  <a:gd name="connsiteX20" fmla="*/ 252484 w 266134"/>
                                  <a:gd name="connsiteY20" fmla="*/ 1897038 h 1958453"/>
                                  <a:gd name="connsiteX21" fmla="*/ 266132 w 266134"/>
                                  <a:gd name="connsiteY21" fmla="*/ 1958453 h 19584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66134" h="1958453">
                                    <a:moveTo>
                                      <a:pt x="20472" y="0"/>
                                    </a:moveTo>
                                    <a:cubicBezTo>
                                      <a:pt x="1755" y="93583"/>
                                      <a:pt x="20472" y="-14106"/>
                                      <a:pt x="20472" y="191068"/>
                                    </a:cubicBezTo>
                                    <a:cubicBezTo>
                                      <a:pt x="20472" y="234346"/>
                                      <a:pt x="18804" y="277752"/>
                                      <a:pt x="13648" y="320722"/>
                                    </a:cubicBezTo>
                                    <a:cubicBezTo>
                                      <a:pt x="11934" y="335005"/>
                                      <a:pt x="0" y="361665"/>
                                      <a:pt x="0" y="361665"/>
                                    </a:cubicBezTo>
                                    <a:cubicBezTo>
                                      <a:pt x="2275" y="391235"/>
                                      <a:pt x="-818" y="421720"/>
                                      <a:pt x="6824" y="450376"/>
                                    </a:cubicBezTo>
                                    <a:cubicBezTo>
                                      <a:pt x="8937" y="458301"/>
                                      <a:pt x="21069" y="458687"/>
                                      <a:pt x="27296" y="464024"/>
                                    </a:cubicBezTo>
                                    <a:cubicBezTo>
                                      <a:pt x="37065" y="472398"/>
                                      <a:pt x="44544" y="483281"/>
                                      <a:pt x="54591" y="491319"/>
                                    </a:cubicBezTo>
                                    <a:cubicBezTo>
                                      <a:pt x="67399" y="501566"/>
                                      <a:pt x="95535" y="518615"/>
                                      <a:pt x="95535" y="518615"/>
                                    </a:cubicBezTo>
                                    <a:cubicBezTo>
                                      <a:pt x="130990" y="624976"/>
                                      <a:pt x="95535" y="510871"/>
                                      <a:pt x="95535" y="805218"/>
                                    </a:cubicBezTo>
                                    <a:cubicBezTo>
                                      <a:pt x="95535" y="871221"/>
                                      <a:pt x="99143" y="937185"/>
                                      <a:pt x="102359" y="1003110"/>
                                    </a:cubicBezTo>
                                    <a:cubicBezTo>
                                      <a:pt x="106506" y="1088135"/>
                                      <a:pt x="94993" y="1063715"/>
                                      <a:pt x="122830" y="1105468"/>
                                    </a:cubicBezTo>
                                    <a:cubicBezTo>
                                      <a:pt x="130826" y="1161440"/>
                                      <a:pt x="126440" y="1146202"/>
                                      <a:pt x="143302" y="1201003"/>
                                    </a:cubicBezTo>
                                    <a:cubicBezTo>
                                      <a:pt x="147533" y="1214753"/>
                                      <a:pt x="156950" y="1241946"/>
                                      <a:pt x="156950" y="1241946"/>
                                    </a:cubicBezTo>
                                    <a:cubicBezTo>
                                      <a:pt x="160436" y="1280301"/>
                                      <a:pt x="162170" y="1320030"/>
                                      <a:pt x="170597" y="1357952"/>
                                    </a:cubicBezTo>
                                    <a:cubicBezTo>
                                      <a:pt x="172157" y="1364974"/>
                                      <a:pt x="175445" y="1371508"/>
                                      <a:pt x="177421" y="1378424"/>
                                    </a:cubicBezTo>
                                    <a:cubicBezTo>
                                      <a:pt x="198046" y="1450610"/>
                                      <a:pt x="165462" y="1349370"/>
                                      <a:pt x="197893" y="1446662"/>
                                    </a:cubicBezTo>
                                    <a:cubicBezTo>
                                      <a:pt x="200487" y="1454443"/>
                                      <a:pt x="207472" y="1460013"/>
                                      <a:pt x="211541" y="1467134"/>
                                    </a:cubicBezTo>
                                    <a:cubicBezTo>
                                      <a:pt x="216588" y="1475966"/>
                                      <a:pt x="220639" y="1485331"/>
                                      <a:pt x="225188" y="1494430"/>
                                    </a:cubicBezTo>
                                    <a:cubicBezTo>
                                      <a:pt x="227463" y="1587690"/>
                                      <a:pt x="227022" y="1681055"/>
                                      <a:pt x="232012" y="1774209"/>
                                    </a:cubicBezTo>
                                    <a:cubicBezTo>
                                      <a:pt x="233853" y="1808581"/>
                                      <a:pt x="240001" y="1842614"/>
                                      <a:pt x="245660" y="1876567"/>
                                    </a:cubicBezTo>
                                    <a:cubicBezTo>
                                      <a:pt x="246843" y="1883662"/>
                                      <a:pt x="250591" y="1890099"/>
                                      <a:pt x="252484" y="1897038"/>
                                    </a:cubicBezTo>
                                    <a:cubicBezTo>
                                      <a:pt x="266684" y="1949103"/>
                                      <a:pt x="266132" y="1933447"/>
                                      <a:pt x="266132" y="1958453"/>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8" o:spid="_x0000_s1026" style="position:absolute;margin-left:288.95pt;margin-top:250.45pt;width:20.95pt;height:154.2pt;z-index:251664384;visibility:visible;mso-wrap-style:square;mso-wrap-distance-left:9pt;mso-wrap-distance-top:0;mso-wrap-distance-right:9pt;mso-wrap-distance-bottom:0;mso-position-horizontal:absolute;mso-position-horizontal-relative:text;mso-position-vertical:absolute;mso-position-vertical-relative:page;v-text-anchor:middle" coordsize="266134,195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jSyQcAAAMeAAAOAAAAZHJzL2Uyb0RvYy54bWysWVuP2zYWfl+g/0HQ4wKJeac4yKRIU8xi&#10;gaANmhTtPmpkeWxAlryS5pL8+n4kJZt004pa7MuMZOo7Hw/PheeQb75/OTbZU90Ph669zelrkmd1&#10;W3XbQ/twm//6+e5VkWfDWLbbsuna+jb/Ug/592+/+8eb59NNzbp912zrPoOQdrh5Pt3m+3E83Ww2&#10;Q7Wvj+XwujvVLQZ3XX8sR7z2D5ttXz5D+rHZMELU5rnrt6e+q+phwK8/+sH8rZO/29XV+PNuN9Rj&#10;1tzmmNvo/vbu7739u3n7prx56MvT/lBN0yj/h1kcy0ML0rOoH8uxzB77w59EHQ9V3w3dbnxddcdN&#10;t9sdqtrpAG0oudLm07481U4XLM5wOi/T8P8TW/309LHPDtvbHIZqyyNMdNfXtV3wrLCr83wabvDR&#10;p9PHfnob8GhVfdn1R/sfSmQvbkW/nFe0fhmzCj8ypSgXeVZhiBpZCMmt0M0FXT0O47/qzkkqnz4M&#10;o7fIFk9uPbfTrKqubYfDWP8OK+6ODYz0z03GiNAse84mmgl6hfhPiCDZPgsmAoP9iYCuJggR1FCi&#10;imUWFrBQrkSxqEaI4IxoxpZZeMBCFhnCr7miSsllBhj3bA5VMLFIEgKEJFyrZRIZkDDNjFpkCRFC&#10;CYKJLRpeBSxSSEMXWUKEMJRTs8yiAxYjJZeLLCFC0kLRBLMgms9mSWMJEQWRjCY4sQlYKGFcmkVl&#10;YgjhlKaEZBjClLGCLzszjTCUSJESljSKZcE5Wc4vMcbmccKX/YCG8UylMjJBpwjDBDUiIXpoGNdU&#10;E2n0opliDJfayIR0Q8PgploLthxDMYbrQqTEKg0DnBpdGL6sU4QRQimVolMY5IxSKRJ0CjFUKI1N&#10;MMEjwkBnDKG+vCnQEEOFEQKhsZjpaBjsDJsJTfDyEONsSxKyHQ3jnQmpVIKXhxhaaCWVXtaJhfHO&#10;JBPF8l4UYWhhNOEJWY+FOcKVHsurF2GmAiTWCTXRw1z1lPu5EKpe2qkSwlNW2qqauELz1A226grL&#10;ItRY8ytqHl9mAWXLqAUwFArBdBUYOSkEs1VgpKYQPFeHadNGtgnBYhUzkkEIlqvAiO8QrFaBEbIh&#10;WK8CIwpDsKvR4TppC4bACsFmFbPdUEM03lf52LWTrfMyu11G7Ov8zO5nEXydp9lNKoKv8zW7W0Xw&#10;dd5Gr9wN76tW/srhsGesgl+5HDaPVfArp8OOsAZuU3S4dHhfBb/yOuThAO4DZ0qwPQ4L7DFB444J&#10;xjzDMUGfZzgmuLeY8uZUjjYvz4/Z86W/3V/aWzt87J7qz537cLRZ2vWpTo959pcvqsf7Q/VD/TX8&#10;nmrpPcZwWThPBfuVpFdUoNOcZnY15pvQWdOI4Ft0l+kxLriIhKIIId75mdZauqibJ+P6VqeW70eT&#10;CSk19lQAduVcEuKiYRbq7e3bz1C769+t7ZY1Y9ovJDcU7Uko71VhqyBMAUWq9l41T8H2sX7I9afJ&#10;aqEI9aEmYDXiPG0WyWArHwgYU4WLwPOY7Wg9n+tUk/m4Jsqrh2MQblxczkKFkGJSouCsiCbjmltP&#10;6JrWZEKlufFaSIKWJXIU12U6ob5HDdf6W2NJ9qOcGOMtr5gw+i8ZSaEjFS+MvpdNVjEAanSasVBD&#10;hd9HYGhaRO7k21+nv+3/0NYmU8I1JCLZ+iIlRUFjPzXCGE+K70Abs7pe2EN9i5vOyknBJlaqqBBu&#10;wrP7UKbsL25OaGAYiQPfNcZ+1Pe76bRCSz7pw6h9sdAzreuDJ8GuvV0eTXMkRQSftGUFuYpOqpAD&#10;Jm2RyjAc0bqW2U/Kd8Lp2mpGpc8JNlka7eqGs7YaMeoDmFrLkiiCff880bq2OJ3WIGlP2uKMTXln&#10;PNMqnIX4cgp9KVw51tY1057W98jJtFg5gdTmnMamHwRLYFscWSJNTaOKEJRk4ajrrOdR2zCn01Il&#10;C5/LrUOZOC8xhrDxSYuKAr4XhbRvsyda1z2n0zIt1OTJEl0q8lSoD9OETdqqArEZxa3vuT2tPSYh&#10;56JoeUvjHFp4aEEKGad2JghWdhoVDHEdTco14NOo66vTtcXx2ZT8UBJwHJ1EgiVOlWZaQ5C041Hb&#10;jU+0rslOp8UhzQxFJqQkdhp7vTAtsuFciHhfDUfDu4ewbkD2sHWdu5M4F3gupVzuJdru7tA0zrhN&#10;a8s+aoj0bfjQNYetHbU5bOgf7t83ffZUooy8u4MlnEtAWvAZ3hr05Bt7seKvUtzT+KWprYym/aXe&#10;4ULGVo2u0XdXYfVZbFlVdTtSP7Qvt7VnQxV1IbOXZxbhlHICreQdZnmWPQmYv/RCZtnQFLOcvrfQ&#10;2t2kncGT6n8HPiMcc9eOZ/Dx0Hb9tzRroNXE7L+fF8kvjV2l+277BddVfefv8YZTdXfoh/FDOYwf&#10;yx53QsjhuIwcf8afXdPBUijE3VOe7bv+67d+t9/jPg2jefaMi8DbfPjvY9nXedb8u8VNG/Z8uxGO&#10;7kVIWypmfThyH460j8f3HayPWMDs3KP9fmzmx13fHX/DneU7y4qhsq3AjZObsZ9f3o94xxAu4ar6&#10;3Tv3jNtCeOeH9tOpssLtqp6g+eeX38r+lNnH23zErdtP3XxpWN7M12mw5eVbi2y7d49jtzvYuzbn&#10;h35dpxfcNDr7T7ei9iozfHdfXe5u3/4BAAD//wMAUEsDBBQABgAIAAAAIQBw7NHj4AAAAAsBAAAP&#10;AAAAZHJzL2Rvd25yZXYueG1sTI/BTsMwEETvSPyDtUjcqF0QbZ3GqapKXECiaoPE1Y23SWi8jmK3&#10;DX/PcoLbjPZpdiZfjb4TFxxiG8jAdKJAIFXBtVQb+ChfHhYgYrLkbBcIDXxjhFVxe5PbzIUr7fCy&#10;T7XgEIqZNdCk1GdSxqpBb+Mk9Eh8O4bB28R2qKUb7JXDfScflZpJb1viD43tcdNgddqfvYHhVZ98&#10;qzdv27h7l6XCr8/tujTm/m5cL0EkHNMfDL/1uToU3OkQzuSi6Aw8z+eaURZKsWBiNtU85mBgofQT&#10;yCKX/zcUPwAAAP//AwBQSwECLQAUAAYACAAAACEAtoM4kv4AAADhAQAAEwAAAAAAAAAAAAAAAAAA&#10;AAAAW0NvbnRlbnRfVHlwZXNdLnhtbFBLAQItABQABgAIAAAAIQA4/SH/1gAAAJQBAAALAAAAAAAA&#10;AAAAAAAAAC8BAABfcmVscy8ucmVsc1BLAQItABQABgAIAAAAIQBKT6jSyQcAAAMeAAAOAAAAAAAA&#10;AAAAAAAAAC4CAABkcnMvZTJvRG9jLnhtbFBLAQItABQABgAIAAAAIQBw7NHj4AAAAAsBAAAPAAAA&#10;AAAAAAAAAAAAACMKAABkcnMvZG93bnJldi54bWxQSwUGAAAAAAQABADzAAAAMAsAAAAA&#10;" path="m20472,v-18717,93583,,-14106,,191068c20472,234346,18804,277752,13648,320722,11934,335005,,361665,,361665v2275,29570,-818,60055,6824,88711c8937,458301,21069,458687,27296,464024v9769,8374,17248,19257,27295,27295c67399,501566,95535,518615,95535,518615v35455,106361,,-7744,,286603c95535,871221,99143,937185,102359,1003110v4147,85025,-7366,60605,20471,102358c130826,1161440,126440,1146202,143302,1201003v4231,13750,13648,40943,13648,40943c160436,1280301,162170,1320030,170597,1357952v1560,7022,4848,13556,6824,20472c198046,1450610,165462,1349370,197893,1446662v2594,7781,9579,13351,13648,20472c216588,1475966,220639,1485331,225188,1494430v2275,93260,1834,186625,6824,279779c233853,1808581,240001,1842614,245660,1876567v1183,7095,4931,13532,6824,20471c266684,1949103,266132,1933447,266132,1958453e" filled="f" strokecolor="red" strokeweight="1.5pt">
                      <v:stroke joinstyle="miter"/>
                      <v:path arrowok="t" o:connecttype="custom" o:connectlocs="20472,0;20472,191068;13648,320722;0,361665;6824,450376;27296,464024;54591,491319;95535,518615;95535,805218;102359,1003110;122830,1105468;143302,1201003;156950,1241946;170597,1357952;177421,1378424;197893,1446662;211541,1467134;225188,1494430;232012,1774209;245660,1876567;252484,1897038;266132,1958453" o:connectangles="0,0,0,0,0,0,0,0,0,0,0,0,0,0,0,0,0,0,0,0,0,0"/>
                      <w10:wrap anchory="page"/>
                    </v:shape>
                  </w:pict>
                </mc:Fallback>
              </mc:AlternateContent>
            </w: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2352940</wp:posOffset>
                      </wp:positionH>
                      <wp:positionV relativeFrom="page">
                        <wp:posOffset>1659122</wp:posOffset>
                      </wp:positionV>
                      <wp:extent cx="286603" cy="3466532"/>
                      <wp:effectExtent l="19050" t="0" r="37465" b="38735"/>
                      <wp:wrapNone/>
                      <wp:docPr id="7" name="Freeform 7"/>
                      <wp:cNvGraphicFramePr/>
                      <a:graphic xmlns:a="http://schemas.openxmlformats.org/drawingml/2006/main">
                        <a:graphicData uri="http://schemas.microsoft.com/office/word/2010/wordprocessingShape">
                          <wps:wsp>
                            <wps:cNvSpPr/>
                            <wps:spPr>
                              <a:xfrm>
                                <a:off x="0" y="0"/>
                                <a:ext cx="286603" cy="3466532"/>
                              </a:xfrm>
                              <a:custGeom>
                                <a:avLst/>
                                <a:gdLst>
                                  <a:gd name="connsiteX0" fmla="*/ 47768 w 286603"/>
                                  <a:gd name="connsiteY0" fmla="*/ 0 h 3466532"/>
                                  <a:gd name="connsiteX1" fmla="*/ 13648 w 286603"/>
                                  <a:gd name="connsiteY1" fmla="*/ 6824 h 3466532"/>
                                  <a:gd name="connsiteX2" fmla="*/ 6824 w 286603"/>
                                  <a:gd name="connsiteY2" fmla="*/ 27296 h 3466532"/>
                                  <a:gd name="connsiteX3" fmla="*/ 13648 w 286603"/>
                                  <a:gd name="connsiteY3" fmla="*/ 88711 h 3466532"/>
                                  <a:gd name="connsiteX4" fmla="*/ 20472 w 286603"/>
                                  <a:gd name="connsiteY4" fmla="*/ 156950 h 3466532"/>
                                  <a:gd name="connsiteX5" fmla="*/ 40944 w 286603"/>
                                  <a:gd name="connsiteY5" fmla="*/ 170597 h 3466532"/>
                                  <a:gd name="connsiteX6" fmla="*/ 40944 w 286603"/>
                                  <a:gd name="connsiteY6" fmla="*/ 354842 h 3466532"/>
                                  <a:gd name="connsiteX7" fmla="*/ 27296 w 286603"/>
                                  <a:gd name="connsiteY7" fmla="*/ 395785 h 3466532"/>
                                  <a:gd name="connsiteX8" fmla="*/ 34120 w 286603"/>
                                  <a:gd name="connsiteY8" fmla="*/ 457200 h 3466532"/>
                                  <a:gd name="connsiteX9" fmla="*/ 47768 w 286603"/>
                                  <a:gd name="connsiteY9" fmla="*/ 477672 h 3466532"/>
                                  <a:gd name="connsiteX10" fmla="*/ 34120 w 286603"/>
                                  <a:gd name="connsiteY10" fmla="*/ 607326 h 3466532"/>
                                  <a:gd name="connsiteX11" fmla="*/ 13648 w 286603"/>
                                  <a:gd name="connsiteY11" fmla="*/ 655093 h 3466532"/>
                                  <a:gd name="connsiteX12" fmla="*/ 6824 w 286603"/>
                                  <a:gd name="connsiteY12" fmla="*/ 682388 h 3466532"/>
                                  <a:gd name="connsiteX13" fmla="*/ 0 w 286603"/>
                                  <a:gd name="connsiteY13" fmla="*/ 702860 h 3466532"/>
                                  <a:gd name="connsiteX14" fmla="*/ 13648 w 286603"/>
                                  <a:gd name="connsiteY14" fmla="*/ 798394 h 3466532"/>
                                  <a:gd name="connsiteX15" fmla="*/ 20472 w 286603"/>
                                  <a:gd name="connsiteY15" fmla="*/ 818866 h 3466532"/>
                                  <a:gd name="connsiteX16" fmla="*/ 40944 w 286603"/>
                                  <a:gd name="connsiteY16" fmla="*/ 934872 h 3466532"/>
                                  <a:gd name="connsiteX17" fmla="*/ 47768 w 286603"/>
                                  <a:gd name="connsiteY17" fmla="*/ 1262418 h 3466532"/>
                                  <a:gd name="connsiteX18" fmla="*/ 61415 w 286603"/>
                                  <a:gd name="connsiteY18" fmla="*/ 1303362 h 3466532"/>
                                  <a:gd name="connsiteX19" fmla="*/ 75063 w 286603"/>
                                  <a:gd name="connsiteY19" fmla="*/ 1323833 h 3466532"/>
                                  <a:gd name="connsiteX20" fmla="*/ 102359 w 286603"/>
                                  <a:gd name="connsiteY20" fmla="*/ 1385248 h 3466532"/>
                                  <a:gd name="connsiteX21" fmla="*/ 95535 w 286603"/>
                                  <a:gd name="connsiteY21" fmla="*/ 1467135 h 3466532"/>
                                  <a:gd name="connsiteX22" fmla="*/ 102359 w 286603"/>
                                  <a:gd name="connsiteY22" fmla="*/ 1494430 h 3466532"/>
                                  <a:gd name="connsiteX23" fmla="*/ 129654 w 286603"/>
                                  <a:gd name="connsiteY23" fmla="*/ 1562669 h 3466532"/>
                                  <a:gd name="connsiteX24" fmla="*/ 150126 w 286603"/>
                                  <a:gd name="connsiteY24" fmla="*/ 1610436 h 3466532"/>
                                  <a:gd name="connsiteX25" fmla="*/ 156950 w 286603"/>
                                  <a:gd name="connsiteY25" fmla="*/ 1637732 h 3466532"/>
                                  <a:gd name="connsiteX26" fmla="*/ 197893 w 286603"/>
                                  <a:gd name="connsiteY26" fmla="*/ 1678675 h 3466532"/>
                                  <a:gd name="connsiteX27" fmla="*/ 218365 w 286603"/>
                                  <a:gd name="connsiteY27" fmla="*/ 1740090 h 3466532"/>
                                  <a:gd name="connsiteX28" fmla="*/ 225188 w 286603"/>
                                  <a:gd name="connsiteY28" fmla="*/ 1767385 h 3466532"/>
                                  <a:gd name="connsiteX29" fmla="*/ 238836 w 286603"/>
                                  <a:gd name="connsiteY29" fmla="*/ 1787857 h 3466532"/>
                                  <a:gd name="connsiteX30" fmla="*/ 232012 w 286603"/>
                                  <a:gd name="connsiteY30" fmla="*/ 1821976 h 3466532"/>
                                  <a:gd name="connsiteX31" fmla="*/ 245660 w 286603"/>
                                  <a:gd name="connsiteY31" fmla="*/ 1972102 h 3466532"/>
                                  <a:gd name="connsiteX32" fmla="*/ 259308 w 286603"/>
                                  <a:gd name="connsiteY32" fmla="*/ 2149523 h 3466532"/>
                                  <a:gd name="connsiteX33" fmla="*/ 272956 w 286603"/>
                                  <a:gd name="connsiteY33" fmla="*/ 2224585 h 3466532"/>
                                  <a:gd name="connsiteX34" fmla="*/ 286603 w 286603"/>
                                  <a:gd name="connsiteY34" fmla="*/ 2245057 h 3466532"/>
                                  <a:gd name="connsiteX35" fmla="*/ 272956 w 286603"/>
                                  <a:gd name="connsiteY35" fmla="*/ 2388359 h 3466532"/>
                                  <a:gd name="connsiteX36" fmla="*/ 238836 w 286603"/>
                                  <a:gd name="connsiteY36" fmla="*/ 2429302 h 3466532"/>
                                  <a:gd name="connsiteX37" fmla="*/ 225188 w 286603"/>
                                  <a:gd name="connsiteY37" fmla="*/ 2449773 h 3466532"/>
                                  <a:gd name="connsiteX38" fmla="*/ 184245 w 286603"/>
                                  <a:gd name="connsiteY38" fmla="*/ 2470245 h 3466532"/>
                                  <a:gd name="connsiteX39" fmla="*/ 150126 w 286603"/>
                                  <a:gd name="connsiteY39" fmla="*/ 2504364 h 3466532"/>
                                  <a:gd name="connsiteX40" fmla="*/ 143302 w 286603"/>
                                  <a:gd name="connsiteY40" fmla="*/ 2524836 h 3466532"/>
                                  <a:gd name="connsiteX41" fmla="*/ 116006 w 286603"/>
                                  <a:gd name="connsiteY41" fmla="*/ 2565779 h 3466532"/>
                                  <a:gd name="connsiteX42" fmla="*/ 95535 w 286603"/>
                                  <a:gd name="connsiteY42" fmla="*/ 2627194 h 3466532"/>
                                  <a:gd name="connsiteX43" fmla="*/ 61415 w 286603"/>
                                  <a:gd name="connsiteY43" fmla="*/ 2674962 h 3466532"/>
                                  <a:gd name="connsiteX44" fmla="*/ 61415 w 286603"/>
                                  <a:gd name="connsiteY44" fmla="*/ 2777320 h 3466532"/>
                                  <a:gd name="connsiteX45" fmla="*/ 75063 w 286603"/>
                                  <a:gd name="connsiteY45" fmla="*/ 2818263 h 3466532"/>
                                  <a:gd name="connsiteX46" fmla="*/ 68239 w 286603"/>
                                  <a:gd name="connsiteY46" fmla="*/ 3050275 h 3466532"/>
                                  <a:gd name="connsiteX47" fmla="*/ 61415 w 286603"/>
                                  <a:gd name="connsiteY47" fmla="*/ 3084394 h 3466532"/>
                                  <a:gd name="connsiteX48" fmla="*/ 47768 w 286603"/>
                                  <a:gd name="connsiteY48" fmla="*/ 3207224 h 3466532"/>
                                  <a:gd name="connsiteX49" fmla="*/ 40944 w 286603"/>
                                  <a:gd name="connsiteY49" fmla="*/ 3227696 h 3466532"/>
                                  <a:gd name="connsiteX50" fmla="*/ 20472 w 286603"/>
                                  <a:gd name="connsiteY50" fmla="*/ 3418764 h 3466532"/>
                                  <a:gd name="connsiteX51" fmla="*/ 6824 w 286603"/>
                                  <a:gd name="connsiteY51" fmla="*/ 3466532 h 3466532"/>
                                  <a:gd name="connsiteX52" fmla="*/ 6824 w 286603"/>
                                  <a:gd name="connsiteY52" fmla="*/ 3452884 h 34665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286603" h="3466532">
                                    <a:moveTo>
                                      <a:pt x="47768" y="0"/>
                                    </a:moveTo>
                                    <a:cubicBezTo>
                                      <a:pt x="36395" y="2275"/>
                                      <a:pt x="23299" y="390"/>
                                      <a:pt x="13648" y="6824"/>
                                    </a:cubicBezTo>
                                    <a:cubicBezTo>
                                      <a:pt x="7663" y="10814"/>
                                      <a:pt x="6824" y="20103"/>
                                      <a:pt x="6824" y="27296"/>
                                    </a:cubicBezTo>
                                    <a:cubicBezTo>
                                      <a:pt x="6824" y="47894"/>
                                      <a:pt x="11492" y="68227"/>
                                      <a:pt x="13648" y="88711"/>
                                    </a:cubicBezTo>
                                    <a:cubicBezTo>
                                      <a:pt x="16041" y="111445"/>
                                      <a:pt x="13243" y="135263"/>
                                      <a:pt x="20472" y="156950"/>
                                    </a:cubicBezTo>
                                    <a:cubicBezTo>
                                      <a:pt x="23066" y="164730"/>
                                      <a:pt x="34120" y="166048"/>
                                      <a:pt x="40944" y="170597"/>
                                    </a:cubicBezTo>
                                    <a:cubicBezTo>
                                      <a:pt x="64036" y="239874"/>
                                      <a:pt x="55739" y="206896"/>
                                      <a:pt x="40944" y="354842"/>
                                    </a:cubicBezTo>
                                    <a:cubicBezTo>
                                      <a:pt x="39513" y="369157"/>
                                      <a:pt x="27296" y="395785"/>
                                      <a:pt x="27296" y="395785"/>
                                    </a:cubicBezTo>
                                    <a:cubicBezTo>
                                      <a:pt x="29571" y="416257"/>
                                      <a:pt x="29124" y="437217"/>
                                      <a:pt x="34120" y="457200"/>
                                    </a:cubicBezTo>
                                    <a:cubicBezTo>
                                      <a:pt x="36109" y="465157"/>
                                      <a:pt x="47768" y="469471"/>
                                      <a:pt x="47768" y="477672"/>
                                    </a:cubicBezTo>
                                    <a:cubicBezTo>
                                      <a:pt x="47768" y="521129"/>
                                      <a:pt x="39992" y="564268"/>
                                      <a:pt x="34120" y="607326"/>
                                    </a:cubicBezTo>
                                    <a:cubicBezTo>
                                      <a:pt x="31700" y="625076"/>
                                      <a:pt x="19735" y="638861"/>
                                      <a:pt x="13648" y="655093"/>
                                    </a:cubicBezTo>
                                    <a:cubicBezTo>
                                      <a:pt x="10355" y="663874"/>
                                      <a:pt x="9400" y="673370"/>
                                      <a:pt x="6824" y="682388"/>
                                    </a:cubicBezTo>
                                    <a:cubicBezTo>
                                      <a:pt x="4848" y="689304"/>
                                      <a:pt x="2275" y="696036"/>
                                      <a:pt x="0" y="702860"/>
                                    </a:cubicBezTo>
                                    <a:cubicBezTo>
                                      <a:pt x="4549" y="734705"/>
                                      <a:pt x="8058" y="766716"/>
                                      <a:pt x="13648" y="798394"/>
                                    </a:cubicBezTo>
                                    <a:cubicBezTo>
                                      <a:pt x="14898" y="805478"/>
                                      <a:pt x="18727" y="811888"/>
                                      <a:pt x="20472" y="818866"/>
                                    </a:cubicBezTo>
                                    <a:cubicBezTo>
                                      <a:pt x="26598" y="843370"/>
                                      <a:pt x="40003" y="929227"/>
                                      <a:pt x="40944" y="934872"/>
                                    </a:cubicBezTo>
                                    <a:cubicBezTo>
                                      <a:pt x="43219" y="1044054"/>
                                      <a:pt x="41711" y="1153380"/>
                                      <a:pt x="47768" y="1262418"/>
                                    </a:cubicBezTo>
                                    <a:cubicBezTo>
                                      <a:pt x="48566" y="1276782"/>
                                      <a:pt x="53435" y="1291392"/>
                                      <a:pt x="61415" y="1303362"/>
                                    </a:cubicBezTo>
                                    <a:lnTo>
                                      <a:pt x="75063" y="1323833"/>
                                    </a:lnTo>
                                    <a:cubicBezTo>
                                      <a:pt x="91305" y="1372557"/>
                                      <a:pt x="80731" y="1352806"/>
                                      <a:pt x="102359" y="1385248"/>
                                    </a:cubicBezTo>
                                    <a:cubicBezTo>
                                      <a:pt x="100084" y="1412544"/>
                                      <a:pt x="95535" y="1439745"/>
                                      <a:pt x="95535" y="1467135"/>
                                    </a:cubicBezTo>
                                    <a:cubicBezTo>
                                      <a:pt x="95535" y="1476513"/>
                                      <a:pt x="99205" y="1485598"/>
                                      <a:pt x="102359" y="1494430"/>
                                    </a:cubicBezTo>
                                    <a:cubicBezTo>
                                      <a:pt x="110599" y="1517501"/>
                                      <a:pt x="123712" y="1538902"/>
                                      <a:pt x="129654" y="1562669"/>
                                    </a:cubicBezTo>
                                    <a:cubicBezTo>
                                      <a:pt x="138467" y="1597921"/>
                                      <a:pt x="131276" y="1582161"/>
                                      <a:pt x="150126" y="1610436"/>
                                    </a:cubicBezTo>
                                    <a:cubicBezTo>
                                      <a:pt x="152401" y="1619535"/>
                                      <a:pt x="151572" y="1630049"/>
                                      <a:pt x="156950" y="1637732"/>
                                    </a:cubicBezTo>
                                    <a:cubicBezTo>
                                      <a:pt x="168018" y="1653544"/>
                                      <a:pt x="197893" y="1678675"/>
                                      <a:pt x="197893" y="1678675"/>
                                    </a:cubicBezTo>
                                    <a:lnTo>
                                      <a:pt x="218365" y="1740090"/>
                                    </a:lnTo>
                                    <a:cubicBezTo>
                                      <a:pt x="221331" y="1748987"/>
                                      <a:pt x="221494" y="1758765"/>
                                      <a:pt x="225188" y="1767385"/>
                                    </a:cubicBezTo>
                                    <a:cubicBezTo>
                                      <a:pt x="228419" y="1774923"/>
                                      <a:pt x="234287" y="1781033"/>
                                      <a:pt x="238836" y="1787857"/>
                                    </a:cubicBezTo>
                                    <a:cubicBezTo>
                                      <a:pt x="236561" y="1799230"/>
                                      <a:pt x="232012" y="1810378"/>
                                      <a:pt x="232012" y="1821976"/>
                                    </a:cubicBezTo>
                                    <a:cubicBezTo>
                                      <a:pt x="232012" y="1924793"/>
                                      <a:pt x="230570" y="1911743"/>
                                      <a:pt x="245660" y="1972102"/>
                                    </a:cubicBezTo>
                                    <a:cubicBezTo>
                                      <a:pt x="250209" y="2031242"/>
                                      <a:pt x="254094" y="2090438"/>
                                      <a:pt x="259308" y="2149523"/>
                                    </a:cubicBezTo>
                                    <a:cubicBezTo>
                                      <a:pt x="260821" y="2166666"/>
                                      <a:pt x="262766" y="2204204"/>
                                      <a:pt x="272956" y="2224585"/>
                                    </a:cubicBezTo>
                                    <a:cubicBezTo>
                                      <a:pt x="276624" y="2231920"/>
                                      <a:pt x="282054" y="2238233"/>
                                      <a:pt x="286603" y="2245057"/>
                                    </a:cubicBezTo>
                                    <a:cubicBezTo>
                                      <a:pt x="286259" y="2249526"/>
                                      <a:pt x="278580" y="2367736"/>
                                      <a:pt x="272956" y="2388359"/>
                                    </a:cubicBezTo>
                                    <a:cubicBezTo>
                                      <a:pt x="268836" y="2403467"/>
                                      <a:pt x="247596" y="2418790"/>
                                      <a:pt x="238836" y="2429302"/>
                                    </a:cubicBezTo>
                                    <a:cubicBezTo>
                                      <a:pt x="233586" y="2435602"/>
                                      <a:pt x="230987" y="2443974"/>
                                      <a:pt x="225188" y="2449773"/>
                                    </a:cubicBezTo>
                                    <a:cubicBezTo>
                                      <a:pt x="211959" y="2463002"/>
                                      <a:pt x="200896" y="2464695"/>
                                      <a:pt x="184245" y="2470245"/>
                                    </a:cubicBezTo>
                                    <a:cubicBezTo>
                                      <a:pt x="163775" y="2483892"/>
                                      <a:pt x="161499" y="2481619"/>
                                      <a:pt x="150126" y="2504364"/>
                                    </a:cubicBezTo>
                                    <a:cubicBezTo>
                                      <a:pt x="146909" y="2510798"/>
                                      <a:pt x="146795" y="2518548"/>
                                      <a:pt x="143302" y="2524836"/>
                                    </a:cubicBezTo>
                                    <a:cubicBezTo>
                                      <a:pt x="135336" y="2539174"/>
                                      <a:pt x="116006" y="2565779"/>
                                      <a:pt x="116006" y="2565779"/>
                                    </a:cubicBezTo>
                                    <a:cubicBezTo>
                                      <a:pt x="110720" y="2586922"/>
                                      <a:pt x="106776" y="2607924"/>
                                      <a:pt x="95535" y="2627194"/>
                                    </a:cubicBezTo>
                                    <a:cubicBezTo>
                                      <a:pt x="85676" y="2644096"/>
                                      <a:pt x="72788" y="2659039"/>
                                      <a:pt x="61415" y="2674962"/>
                                    </a:cubicBezTo>
                                    <a:cubicBezTo>
                                      <a:pt x="51936" y="2722357"/>
                                      <a:pt x="49834" y="2715555"/>
                                      <a:pt x="61415" y="2777320"/>
                                    </a:cubicBezTo>
                                    <a:cubicBezTo>
                                      <a:pt x="64066" y="2791460"/>
                                      <a:pt x="75063" y="2818263"/>
                                      <a:pt x="75063" y="2818263"/>
                                    </a:cubicBezTo>
                                    <a:cubicBezTo>
                                      <a:pt x="72788" y="2895600"/>
                                      <a:pt x="72202" y="2973006"/>
                                      <a:pt x="68239" y="3050275"/>
                                    </a:cubicBezTo>
                                    <a:cubicBezTo>
                                      <a:pt x="67645" y="3061858"/>
                                      <a:pt x="62948" y="3072898"/>
                                      <a:pt x="61415" y="3084394"/>
                                    </a:cubicBezTo>
                                    <a:cubicBezTo>
                                      <a:pt x="57009" y="3117435"/>
                                      <a:pt x="54022" y="3172824"/>
                                      <a:pt x="47768" y="3207224"/>
                                    </a:cubicBezTo>
                                    <a:cubicBezTo>
                                      <a:pt x="46481" y="3214301"/>
                                      <a:pt x="43219" y="3220872"/>
                                      <a:pt x="40944" y="3227696"/>
                                    </a:cubicBezTo>
                                    <a:cubicBezTo>
                                      <a:pt x="34120" y="3291385"/>
                                      <a:pt x="36007" y="3356623"/>
                                      <a:pt x="20472" y="3418764"/>
                                    </a:cubicBezTo>
                                    <a:cubicBezTo>
                                      <a:pt x="20413" y="3419000"/>
                                      <a:pt x="10087" y="3463269"/>
                                      <a:pt x="6824" y="3466532"/>
                                    </a:cubicBezTo>
                                    <a:lnTo>
                                      <a:pt x="6824" y="3452884"/>
                                    </a:lnTo>
                                  </a:path>
                                </a:pathLst>
                              </a:custGeom>
                              <a:noFill/>
                              <a:ln w="222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 o:spid="_x0000_s1026" style="position:absolute;margin-left:185.25pt;margin-top:130.65pt;width:22.55pt;height:272.95pt;z-index:251663360;visibility:visible;mso-wrap-style:square;mso-wrap-distance-left:9pt;mso-wrap-distance-top:0;mso-wrap-distance-right:9pt;mso-wrap-distance-bottom:0;mso-position-horizontal:absolute;mso-position-horizontal-relative:text;mso-position-vertical:absolute;mso-position-vertical-relative:page;v-text-anchor:middle" coordsize="286603,3466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hAS2g0AAIA/AAAOAAAAZHJzL2Uyb0RvYy54bWysW22P27gR/l6g/0HwxwLNiu/SIptDmkOK&#10;AsFd0KS49qPWK2cN2JYrK9nkfv09fJE11C6gUdHgkLNCPRxxODPkDB++/un78VB8a/vLvjvdbcSr&#10;clO0p233sD99udv86/P7v1ab4jI0p4fm0J3au82P9rL56c2f//T66Xzbyu6xOzy0fYFOTpfbp/Pd&#10;5nEYzrc3N5ftY3tsLq+6c3tC467rj82Ax/7LzUPfPKH34+FGlqW9eer6h3PfbdvLBf/6c2zcvAn9&#10;73btdvh1t7u0Q3G42+DbhvB3H/6+93/fvHnd3H7pm/Pjfps+o/kfvuLY7E8Qeu3q52Zoiq/9/llX&#10;x/227y7dbni17Y433W6337ZhDBiNKGej+fTYnNswFijncr6q6fL/63b7y7ePfbF/uNu4TXFqjpii&#10;933beoUXzmvn6Xy5xUufzh/79HTBTz/U77v+6P+PQRTfg0Z/XDXafh+KLf5RVtaWalNs0aS0tUZJ&#10;3+nNhN5+vQx/b7vQU/Ptw2WIM/KAX0GfD+mrtt3pdNkP7b8xi7vjAZP0l5tCO2er4qlIYhJ0hvgP&#10;RZTFY0E+BBP2TIAgAoSyelkARdhK6mUZksgIiKUxUIB0srbLMqD2q6J446CIqnJCLAvRRIgstZOL&#10;s0ERwtjaMKbEECm6rLVelEIRwpWmdstjsaulUIQyutJyWQr87DotcSaX5p4iVG1cZZalIOxepSgt&#10;ZLmoMYrQxiG4LkupiRSeL84RMJhlh6QOzBuMoBBbOiUZDiOoH/M8JoNYY8paMcZDnZnl/WKGUFXF&#10;EEPdeXn+BX3dlQipDAMQmTfzgiWFuLpSNSNeCurPvDiTQSpRYSVi6Ix6NC/SCAqpla5YJk19muc5&#10;gkKEtFILjhFQt7ZCC7MYCASFCFUqZTlOSj3bmdKqZUEUIpRUlWJ4j6SuLUqpTL0oKceoykis6otx&#10;R9J4UBujlnWXQYS2TgC0LIi6N3dIGUZjTVQMf5XUyQW2EWZ5Kc0xxkpra8aYqJsLU8Jil6cpw1hR&#10;asXwWUljQ9pRLC2pOcYqhxWCMSbq6qJ2FaL9oqQMY11lHcciqLNLUSnLsD2KEU6XZc2xCOrtUhoE&#10;yuUxUYxw1sGjGNqj7g5nx6CWJVGMcBX2PoyNnKIhQipkVsvb0gwjKonpZdieoiFCaoNsZ3FMGQZi&#10;JDx+WXtInKYdnTS1KpfnKccIXRvJCLCKxgi/QzXL85RjJDTBsQhF/T3mcMvayzAQVLIsgsYI7pgy&#10;jLdXrDSLsVxRf2daeY7REpPLsQjq70zPVRlG6xqBjzGmzN+R5ejlaKQoRmpsKAFa1l7m77xVQ1GM&#10;NH7RYOwoNY0RQiuv8qVYnmGk30Rw1idNY4QQFlWrZUkUI401zjFsT9MYwduwZBBsKp3gbMc1DRG8&#10;XWUGkdbpmrOr1NTbmYIoRDq/sjOWQU2dnbd9zSASGYbEnnfRwjWND0j+1PLuNYOo0pSSs4XQ1NWZ&#10;qqMQLDCalZtp6um8XCaDYH4cVgyG6qij85IzTSFKSmc5lTNDYwMv28wgqFFUjhOEDHVzViUgQ6RC&#10;5rLmDA0MPDkUobSRVTWbIdRwv4xV2uZxLNxuv59S5Ra/isafApShMH7uLr5KTMu4qAmPj6jRxrIw&#10;UL7suwCG2ihYrAJjZBQ8FqR5khH4KFitkozIRMF6FRgBioLNKjCCDgXbVWBEBQoOxwKYfZ7CEBwo&#10;uFolGd5LwfUqsK8BUjSeV9nY3MjWWZkv2WXS19mZr8Zl8HWW5utyGXydrfnaWQZfZ22+JJbB19mb&#10;r3Rl8HUW5+tXGXydzYmZ0eF5jdn4UhOVjudV8JnVoaC0Cj6zOrnO6nypJ/v4dVYnZ1aH51UfP7M6&#10;FGlWwWdWJ9dZnZxZHZ5XSZ9ZnVxndXJmdXheI91XL+jE4XkVfGZ1KFGsgs+s7nrIy1sifPEg+/h1&#10;VuerCBl8ndWpmdXhedXYZ1aHXH4VfGZ1SNBXwWdWh6x7FXxmdUil18B9Pkw1j+dV8JnVIVFeBZ9Z&#10;HVLZVfCZ1SFBXQWfWR0y1VXwmdUhmVwFn1kdUsRV8JnVIVdcBZ9ZHdK5VfCZ1SFJWwP3qRa1Ojyv&#10;gs+sDhnVKvjM6pBaEXjcFqcMqAf7yPOODoF3NGwK8I76TQHe0b3HNLfnZvCJ0/izeJoIM48TX8Y3&#10;H7tv7ecuvDj4NCqk2UEN4+CnN7Zf7/fbv7W/0/eVBXEgvI8cOJgapIeeUB6v43yoOvQ1NoQD8ADx&#10;CeM4yKzvlyQ5a6NjibLCLjSOM0gK3fiZ80yn4GyjqKnFM1vYoq4wjZOYTJRArTvOE96JC/koaxpW&#10;YLiwhaFu5wt5+HyB3qO7Tn1KX97ybcqgCkRHHcoHsS2QXdgCpSpt9HJhtYsL+igwkCBipzhxiO43&#10;toXCSGwLvBe2QKtLX4j2E6TqymUKNcb5MmuYPFvFOXouMFJg2AJhkinNUbYWJsSgsdPAjAkCI+Ml&#10;U2mwEv8xU5t3vEXbxFGGi3OohZUzgbVI21etcCSTfcyk7kiM4Y8QZ5hRbdqa2QgnF9a21vgu4iqk&#10;DQw3dw0xiyOcgEYKnO/STlVdJ6cwVksbYvao7mmEkSzDHyHIVTEeQ6GlC847doqzrbS5sjg9sdkI&#10;JzeMrBm2QIQOEyMZAs3MSmuceQabwYmkclk0u8YK/MDHsMWB0xUXO1i9KjOfCJHUWyFqit5zyPzF&#10;r4gkGr4o46uV6M8pHJdkQboqTfwKRFeH7JqImhQZuTRscUJXdewUvSOCZp2CxBK3CJXAgXDWNgW0&#10;SKphC5TWjAJx3JJPDybO00Qx+FrWs4g9BbTIrmEL1AqnuKFTMAk0BkmHqAX4jbFRGKWqzFomN0pE&#10;G77MCmfAsVsUm10VXHd0CKN0cgi4plDwRjKRoUQfkZFz86LMw4ku6+GgImECfSZhxrfykBgXfAiG&#10;cXlVCwQ6BHb6ERWockkrWMmqMje1QLZJ0MChefETXxIqML9V3DGDgyRN3C2PeglHVbFfHDm4fHGl&#10;jYFPwxZKkQ7xN1uXEQtHNejKeMskcxE5OOmLArWGLVQIkE2T1RmBCcrDnlQuVQZhdVVdZiYQCTlR&#10;bOTZ8MWqCmyjBK1dHetGo4KFErDG1ApuwywWh3PW2BpJN3yxOATFCIM1WVGDIpWp0a95cR8mrCrL&#10;uNG/flTcD0VsYODwxdqqTGU+AU75zJwiMyd9VCDcZB8VeDvz1mf7h9GF0i45UHAiKDJr0reOr71k&#10;9FIKNXqT89E2czW0grWVujQ4L8pUF8/zU2sg2LCVI2Wlx7jncM6Koh4xbam0xIcErbsKq+ms1dNy&#10;xlbPtuGLBUcJdhU7hnflO9bIwomtXmq+3mStgXqzQqyn98SOa/AM6tl4QA+Jq7GoBUhReWsg7CRs&#10;4OHwxeIUNm3tZAnvisWH0bQR4MBSDx3jLTASsugS2TuxNZJy+GJtCfdNUOv/eOhVLM7v0+ojsUzj&#10;v6w1UHkiNjJ0+GLRbdodS6kEQmfWcYVQmkaLVUjOTCpdAcGC46ViPvhiK2wqYywFFOylfLQwTyzb&#10;3uCksjjnn7V64lJqDdwdvlh7dQJENxyy5n6rnUECFMT6c948a46Mn9QaiDx8sUqZauxYGZuvDfAn&#10;H0Ci2LBKZlMQiHtjq2f18MUKxO2kZO2jdLYk4RqAT/eiWItMJYtSInCBUmug+LDFYkFwqETEjiss&#10;hZlYrFA6raJg2eApy2QinTRiI9+HLxZDGP3WiBJ7ZqpGz9gd6yRgQuJGR97qWUJJbCD/8MUq7DGT&#10;Go2qEYiyjgMpKHUcuD7Lrc8WrJdWIGxGcJEjdVxZ7Kyzjkt4TfoopH2InrR12j0lWpBvZEnFFvja&#10;LfbdebUAiQXyiTDtyAfKWHEeA9i0B04MIbZMI+pRvyCTqHxXq3HLIMUnJwz+0HESmZEsxJaJgskY&#10;bV0N08mC4rQ1T9QgKvPFRpZuifoqxDfkuyT+Y+SjfSL1Bs+MNvrEN7p5ohDxxwkuS/RUlKTgFZlT&#10;WFmnDFnB1nxKST5o0m1iE7FlYtVObqrCsp1NGVZXWLK3ISUgM7fbKXdLxCK2TI27fnFtReIIOn22&#10;c5+SSdCISuTHdJxTipo4RmyZU+EFdVgBHjXtVmF+Y8jH0oAVON+8+Nt2UQmRbsSWiX3BWHfDRhGZ&#10;GZWJTC0tM1j4cG0qC7zXKgq5QvnMbMctcdw5E0ggEaWvjC8B62vgIa5ci+Ghw+lS6Kl7vz8cglEd&#10;TqFELrE5DpyiS3fYP/hWvwW69F/u3x364luDkvv79xhWGBd6I6/h6QCC0Y2/1RrvsYZfw49D6/s4&#10;nP7Z7nAb1t9cjRL8PeT22m2z3banQcSmx+ahjdIMFTYiwqBCh77nHb7y2nfqYHwzdjL2HaNset9D&#10;23CN+QqOdKpwQfr5h0XwFREkd6fhCj7uT13/0sgOGFWSHN8flRRV47V03z38wF3hvouXqC/n7ft9&#10;fxk+NJfhY9PjQi4WGtwEH37FX7tDh8MMHFqEX5viset/f+nf/fu4zIzWTfGEW9h3m8t/vzZ9uykO&#10;/zjhmjPCqj9kHMJDKL7iFIW23NOW09fjuw6zDyfG14WfAPfDYfy567vjb7gw/tZLRVNz2kI2aGhD&#10;Pz68G/CMJtyA3rZv34bfuKoN6/xw+nTe+s69Vs8Y+efvvzX9ufA/7zYDrjz/0o03tpvb8S6zN/Hr&#10;ux556t5+Hbrd3l90DnYY9ZoecM07GE66ku7vkdPn8NZ0cf7NHwAAAP//AwBQSwMEFAAGAAgAAAAh&#10;AAdt8gjjAAAACwEAAA8AAABkcnMvZG93bnJldi54bWxMjzFPwzAQhXck/oN1SCyI2klpWkIuFaJC&#10;YunQ0oXNjY84ENshdtOQX4+ZYDy9T+99V6xH07KBet84i5DMBDCylVONrREOr8+3K2A+SKtk6ywh&#10;fJOHdXl5UchcubPd0bAPNYsl1ucSQYfQ5Zz7SpORfuY6sjF7d72RIZ59zVUvz7HctDwVIuNGNjYu&#10;aNnRk6bqc38yCIbzdPMxfN1M+m13P73QptseJsTrq/HxAVigMfzB8Ksf1aGMTkd3ssqzFmG+FIuI&#10;IqRZMgcWibtkkQE7IqzEMgVeFvz/D+UPAAAA//8DAFBLAQItABQABgAIAAAAIQC2gziS/gAAAOEB&#10;AAATAAAAAAAAAAAAAAAAAAAAAABbQ29udGVudF9UeXBlc10ueG1sUEsBAi0AFAAGAAgAAAAhADj9&#10;If/WAAAAlAEAAAsAAAAAAAAAAAAAAAAALwEAAF9yZWxzLy5yZWxzUEsBAi0AFAAGAAgAAAAhANcK&#10;EBLaDQAAgD8AAA4AAAAAAAAAAAAAAAAALgIAAGRycy9lMm9Eb2MueG1sUEsBAi0AFAAGAAgAAAAh&#10;AAdt8gjjAAAACwEAAA8AAAAAAAAAAAAAAAAANBAAAGRycy9kb3ducmV2LnhtbFBLBQYAAAAABAAE&#10;APMAAABEEQAAAAA=&#10;" path="m47768,c36395,2275,23299,390,13648,6824,7663,10814,6824,20103,6824,27296v,20598,4668,40931,6824,61415c16041,111445,13243,135263,20472,156950v2594,7780,13648,9098,20472,13647c64036,239874,55739,206896,40944,354842v-1431,14315,-13648,40943,-13648,40943c29571,416257,29124,437217,34120,457200v1989,7957,13648,12271,13648,20472c47768,521129,39992,564268,34120,607326v-2420,17750,-14385,31535,-20472,47767c10355,663874,9400,673370,6824,682388,4848,689304,2275,696036,,702860v4549,31845,8058,63856,13648,95534c14898,805478,18727,811888,20472,818866v6126,24504,19531,110361,20472,116006c43219,1044054,41711,1153380,47768,1262418v798,14364,5667,28974,13647,40944l75063,1323833v16242,48724,5668,28973,27296,61415c100084,1412544,95535,1439745,95535,1467135v,9378,3670,18463,6824,27295c110599,1517501,123712,1538902,129654,1562669v8813,35252,1622,19492,20472,47767c152401,1619535,151572,1630049,156950,1637732v11068,15812,40943,40943,40943,40943l218365,1740090v2966,8897,3129,18675,6823,27295c228419,1774923,234287,1781033,238836,1787857v-2275,11373,-6824,22521,-6824,34119c232012,1924793,230570,1911743,245660,1972102v4549,59140,8434,118336,13648,177421c260821,2166666,262766,2204204,272956,2224585v3668,7335,9098,13648,13647,20472c286259,2249526,278580,2367736,272956,2388359v-4120,15108,-25360,30431,-34120,40943c233586,2435602,230987,2443974,225188,2449773v-13229,13229,-24292,14922,-40943,20472c163775,2483892,161499,2481619,150126,2504364v-3217,6434,-3331,14184,-6824,20472c135336,2539174,116006,2565779,116006,2565779v-5286,21143,-9230,42145,-20471,61415c85676,2644096,72788,2659039,61415,2674962v-9479,47395,-11581,40593,,102358c64066,2791460,75063,2818263,75063,2818263v-2275,77337,-2861,154743,-6824,232012c67645,3061858,62948,3072898,61415,3084394v-4406,33041,-7393,88430,-13647,122830c46481,3214301,43219,3220872,40944,3227696v-6824,63689,-4937,128927,-20472,191068c20413,3419000,10087,3463269,6824,3466532r,-13648e" filled="f" strokecolor="red" strokeweight="1.75pt">
                      <v:stroke joinstyle="miter"/>
                      <v:path arrowok="t" o:connecttype="custom" o:connectlocs="47768,0;13648,6824;6824,27296;13648,88711;20472,156950;40944,170597;40944,354842;27296,395785;34120,457200;47768,477672;34120,607326;13648,655093;6824,682388;0,702860;13648,798394;20472,818866;40944,934872;47768,1262418;61415,1303362;75063,1323833;102359,1385248;95535,1467135;102359,1494430;129654,1562669;150126,1610436;156950,1637732;197893,1678675;218365,1740090;225188,1767385;238836,1787857;232012,1821976;245660,1972102;259308,2149523;272956,2224585;286603,2245057;272956,2388359;238836,2429302;225188,2449773;184245,2470245;150126,2504364;143302,2524836;116006,2565779;95535,2627194;61415,2674962;61415,2777320;75063,2818263;68239,3050275;61415,3084394;47768,3207224;40944,3227696;20472,3418764;6824,3466532;6824,3452884" o:connectangles="0,0,0,0,0,0,0,0,0,0,0,0,0,0,0,0,0,0,0,0,0,0,0,0,0,0,0,0,0,0,0,0,0,0,0,0,0,0,0,0,0,0,0,0,0,0,0,0,0,0,0,0,0"/>
                      <w10:wrap anchory="page"/>
                    </v:shape>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2339944</wp:posOffset>
                      </wp:positionH>
                      <wp:positionV relativeFrom="page">
                        <wp:posOffset>1290633</wp:posOffset>
                      </wp:positionV>
                      <wp:extent cx="361301" cy="2729552"/>
                      <wp:effectExtent l="0" t="0" r="20320" b="13970"/>
                      <wp:wrapNone/>
                      <wp:docPr id="6" name="Freeform 6"/>
                      <wp:cNvGraphicFramePr/>
                      <a:graphic xmlns:a="http://schemas.openxmlformats.org/drawingml/2006/main">
                        <a:graphicData uri="http://schemas.microsoft.com/office/word/2010/wordprocessingShape">
                          <wps:wsp>
                            <wps:cNvSpPr/>
                            <wps:spPr>
                              <a:xfrm>
                                <a:off x="0" y="0"/>
                                <a:ext cx="361301" cy="2729552"/>
                              </a:xfrm>
                              <a:custGeom>
                                <a:avLst/>
                                <a:gdLst>
                                  <a:gd name="connsiteX0" fmla="*/ 40292 w 361301"/>
                                  <a:gd name="connsiteY0" fmla="*/ 0 h 2729552"/>
                                  <a:gd name="connsiteX1" fmla="*/ 12996 w 361301"/>
                                  <a:gd name="connsiteY1" fmla="*/ 218364 h 2729552"/>
                                  <a:gd name="connsiteX2" fmla="*/ 40292 w 361301"/>
                                  <a:gd name="connsiteY2" fmla="*/ 259307 h 2729552"/>
                                  <a:gd name="connsiteX3" fmla="*/ 47116 w 361301"/>
                                  <a:gd name="connsiteY3" fmla="*/ 279779 h 2729552"/>
                                  <a:gd name="connsiteX4" fmla="*/ 53940 w 361301"/>
                                  <a:gd name="connsiteY4" fmla="*/ 341194 h 2729552"/>
                                  <a:gd name="connsiteX5" fmla="*/ 67587 w 361301"/>
                                  <a:gd name="connsiteY5" fmla="*/ 361665 h 2729552"/>
                                  <a:gd name="connsiteX6" fmla="*/ 149474 w 361301"/>
                                  <a:gd name="connsiteY6" fmla="*/ 382137 h 2729552"/>
                                  <a:gd name="connsiteX7" fmla="*/ 163122 w 361301"/>
                                  <a:gd name="connsiteY7" fmla="*/ 402609 h 2729552"/>
                                  <a:gd name="connsiteX8" fmla="*/ 176770 w 361301"/>
                                  <a:gd name="connsiteY8" fmla="*/ 470848 h 2729552"/>
                                  <a:gd name="connsiteX9" fmla="*/ 190417 w 361301"/>
                                  <a:gd name="connsiteY9" fmla="*/ 491319 h 2729552"/>
                                  <a:gd name="connsiteX10" fmla="*/ 190417 w 361301"/>
                                  <a:gd name="connsiteY10" fmla="*/ 757451 h 2729552"/>
                                  <a:gd name="connsiteX11" fmla="*/ 197241 w 361301"/>
                                  <a:gd name="connsiteY11" fmla="*/ 812042 h 2729552"/>
                                  <a:gd name="connsiteX12" fmla="*/ 217713 w 361301"/>
                                  <a:gd name="connsiteY12" fmla="*/ 941695 h 2729552"/>
                                  <a:gd name="connsiteX13" fmla="*/ 224537 w 361301"/>
                                  <a:gd name="connsiteY13" fmla="*/ 975815 h 2729552"/>
                                  <a:gd name="connsiteX14" fmla="*/ 245008 w 361301"/>
                                  <a:gd name="connsiteY14" fmla="*/ 989462 h 2729552"/>
                                  <a:gd name="connsiteX15" fmla="*/ 258656 w 361301"/>
                                  <a:gd name="connsiteY15" fmla="*/ 1009934 h 2729552"/>
                                  <a:gd name="connsiteX16" fmla="*/ 272304 w 361301"/>
                                  <a:gd name="connsiteY16" fmla="*/ 1398895 h 2729552"/>
                                  <a:gd name="connsiteX17" fmla="*/ 306423 w 361301"/>
                                  <a:gd name="connsiteY17" fmla="*/ 1453486 h 2729552"/>
                                  <a:gd name="connsiteX18" fmla="*/ 320071 w 361301"/>
                                  <a:gd name="connsiteY18" fmla="*/ 1494430 h 2729552"/>
                                  <a:gd name="connsiteX19" fmla="*/ 326895 w 361301"/>
                                  <a:gd name="connsiteY19" fmla="*/ 1514901 h 2729552"/>
                                  <a:gd name="connsiteX20" fmla="*/ 313247 w 361301"/>
                                  <a:gd name="connsiteY20" fmla="*/ 1978925 h 2729552"/>
                                  <a:gd name="connsiteX21" fmla="*/ 326895 w 361301"/>
                                  <a:gd name="connsiteY21" fmla="*/ 2053988 h 2729552"/>
                                  <a:gd name="connsiteX22" fmla="*/ 340543 w 361301"/>
                                  <a:gd name="connsiteY22" fmla="*/ 2094931 h 2729552"/>
                                  <a:gd name="connsiteX23" fmla="*/ 347367 w 361301"/>
                                  <a:gd name="connsiteY23" fmla="*/ 2258704 h 2729552"/>
                                  <a:gd name="connsiteX24" fmla="*/ 361014 w 361301"/>
                                  <a:gd name="connsiteY24" fmla="*/ 2279176 h 2729552"/>
                                  <a:gd name="connsiteX25" fmla="*/ 354190 w 361301"/>
                                  <a:gd name="connsiteY25" fmla="*/ 2347415 h 2729552"/>
                                  <a:gd name="connsiteX26" fmla="*/ 333719 w 361301"/>
                                  <a:gd name="connsiteY26" fmla="*/ 2470245 h 2729552"/>
                                  <a:gd name="connsiteX27" fmla="*/ 326895 w 361301"/>
                                  <a:gd name="connsiteY27" fmla="*/ 2504364 h 2729552"/>
                                  <a:gd name="connsiteX28" fmla="*/ 313247 w 361301"/>
                                  <a:gd name="connsiteY28" fmla="*/ 2606722 h 2729552"/>
                                  <a:gd name="connsiteX29" fmla="*/ 320071 w 361301"/>
                                  <a:gd name="connsiteY29" fmla="*/ 2729552 h 2729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361301" h="2729552">
                                    <a:moveTo>
                                      <a:pt x="40292" y="0"/>
                                    </a:moveTo>
                                    <a:cubicBezTo>
                                      <a:pt x="-854" y="98747"/>
                                      <a:pt x="-11469" y="91147"/>
                                      <a:pt x="12996" y="218364"/>
                                    </a:cubicBezTo>
                                    <a:cubicBezTo>
                                      <a:pt x="16094" y="234471"/>
                                      <a:pt x="40292" y="259307"/>
                                      <a:pt x="40292" y="259307"/>
                                    </a:cubicBezTo>
                                    <a:cubicBezTo>
                                      <a:pt x="42567" y="266131"/>
                                      <a:pt x="45933" y="272684"/>
                                      <a:pt x="47116" y="279779"/>
                                    </a:cubicBezTo>
                                    <a:cubicBezTo>
                                      <a:pt x="50502" y="300096"/>
                                      <a:pt x="48944" y="321211"/>
                                      <a:pt x="53940" y="341194"/>
                                    </a:cubicBezTo>
                                    <a:cubicBezTo>
                                      <a:pt x="55929" y="349150"/>
                                      <a:pt x="60049" y="358434"/>
                                      <a:pt x="67587" y="361665"/>
                                    </a:cubicBezTo>
                                    <a:cubicBezTo>
                                      <a:pt x="93448" y="372748"/>
                                      <a:pt x="122178" y="375313"/>
                                      <a:pt x="149474" y="382137"/>
                                    </a:cubicBezTo>
                                    <a:cubicBezTo>
                                      <a:pt x="154023" y="388961"/>
                                      <a:pt x="160528" y="394828"/>
                                      <a:pt x="163122" y="402609"/>
                                    </a:cubicBezTo>
                                    <a:cubicBezTo>
                                      <a:pt x="171591" y="428014"/>
                                      <a:pt x="166521" y="446932"/>
                                      <a:pt x="176770" y="470848"/>
                                    </a:cubicBezTo>
                                    <a:cubicBezTo>
                                      <a:pt x="180000" y="478386"/>
                                      <a:pt x="185868" y="484495"/>
                                      <a:pt x="190417" y="491319"/>
                                    </a:cubicBezTo>
                                    <a:cubicBezTo>
                                      <a:pt x="210922" y="614344"/>
                                      <a:pt x="190417" y="474975"/>
                                      <a:pt x="190417" y="757451"/>
                                    </a:cubicBezTo>
                                    <a:cubicBezTo>
                                      <a:pt x="190417" y="775790"/>
                                      <a:pt x="195718" y="793767"/>
                                      <a:pt x="197241" y="812042"/>
                                    </a:cubicBezTo>
                                    <a:cubicBezTo>
                                      <a:pt x="207371" y="933601"/>
                                      <a:pt x="183209" y="889941"/>
                                      <a:pt x="217713" y="941695"/>
                                    </a:cubicBezTo>
                                    <a:cubicBezTo>
                                      <a:pt x="219988" y="953068"/>
                                      <a:pt x="218783" y="965745"/>
                                      <a:pt x="224537" y="975815"/>
                                    </a:cubicBezTo>
                                    <a:cubicBezTo>
                                      <a:pt x="228606" y="982935"/>
                                      <a:pt x="239209" y="983663"/>
                                      <a:pt x="245008" y="989462"/>
                                    </a:cubicBezTo>
                                    <a:cubicBezTo>
                                      <a:pt x="250807" y="995261"/>
                                      <a:pt x="254107" y="1003110"/>
                                      <a:pt x="258656" y="1009934"/>
                                    </a:cubicBezTo>
                                    <a:cubicBezTo>
                                      <a:pt x="244195" y="1169004"/>
                                      <a:pt x="242450" y="1145137"/>
                                      <a:pt x="272304" y="1398895"/>
                                    </a:cubicBezTo>
                                    <a:cubicBezTo>
                                      <a:pt x="272892" y="1403896"/>
                                      <a:pt x="300321" y="1444333"/>
                                      <a:pt x="306423" y="1453486"/>
                                    </a:cubicBezTo>
                                    <a:lnTo>
                                      <a:pt x="320071" y="1494430"/>
                                    </a:lnTo>
                                    <a:lnTo>
                                      <a:pt x="326895" y="1514901"/>
                                    </a:lnTo>
                                    <a:cubicBezTo>
                                      <a:pt x="315789" y="1703697"/>
                                      <a:pt x="313247" y="1721094"/>
                                      <a:pt x="313247" y="1978925"/>
                                    </a:cubicBezTo>
                                    <a:cubicBezTo>
                                      <a:pt x="313247" y="1984126"/>
                                      <a:pt x="324677" y="2045854"/>
                                      <a:pt x="326895" y="2053988"/>
                                    </a:cubicBezTo>
                                    <a:cubicBezTo>
                                      <a:pt x="330680" y="2067867"/>
                                      <a:pt x="340543" y="2094931"/>
                                      <a:pt x="340543" y="2094931"/>
                                    </a:cubicBezTo>
                                    <a:cubicBezTo>
                                      <a:pt x="342818" y="2149522"/>
                                      <a:pt x="341333" y="2204400"/>
                                      <a:pt x="347367" y="2258704"/>
                                    </a:cubicBezTo>
                                    <a:cubicBezTo>
                                      <a:pt x="348273" y="2266855"/>
                                      <a:pt x="360385" y="2270999"/>
                                      <a:pt x="361014" y="2279176"/>
                                    </a:cubicBezTo>
                                    <a:cubicBezTo>
                                      <a:pt x="362767" y="2301968"/>
                                      <a:pt x="356013" y="2324628"/>
                                      <a:pt x="354190" y="2347415"/>
                                    </a:cubicBezTo>
                                    <a:cubicBezTo>
                                      <a:pt x="345146" y="2460469"/>
                                      <a:pt x="366737" y="2420718"/>
                                      <a:pt x="333719" y="2470245"/>
                                    </a:cubicBezTo>
                                    <a:cubicBezTo>
                                      <a:pt x="331444" y="2481618"/>
                                      <a:pt x="328250" y="2492845"/>
                                      <a:pt x="326895" y="2504364"/>
                                    </a:cubicBezTo>
                                    <a:cubicBezTo>
                                      <a:pt x="314751" y="2607586"/>
                                      <a:pt x="329973" y="2556546"/>
                                      <a:pt x="313247" y="2606722"/>
                                    </a:cubicBezTo>
                                    <a:cubicBezTo>
                                      <a:pt x="330860" y="2659562"/>
                                      <a:pt x="320071" y="2620001"/>
                                      <a:pt x="320071" y="2729552"/>
                                    </a:cubicBezTo>
                                  </a:path>
                                </a:pathLst>
                              </a:custGeom>
                              <a:noFill/>
                              <a:ln w="222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6" o:spid="_x0000_s1026" style="position:absolute;margin-left:184.25pt;margin-top:101.6pt;width:28.45pt;height:214.95pt;z-index:251662336;visibility:visible;mso-wrap-style:square;mso-wrap-distance-left:9pt;mso-wrap-distance-top:0;mso-wrap-distance-right:9pt;mso-wrap-distance-bottom:0;mso-position-horizontal:absolute;mso-position-horizontal-relative:text;mso-position-vertical:absolute;mso-position-vertical-relative:page;v-text-anchor:middle" coordsize="361301,272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07fQkAAHomAAAOAAAAZHJzL2Uyb0RvYy54bWysWl2P27gVfS/Q/yD4sUBiforiIJNFmsUU&#10;BYLdoEmx7aNGlmcM2JIraT6yv76Hl5JNagcQVTQPjjTU4dG9vPeSPOKHn15Px+y57vpD29xu+Hu2&#10;yeqmaneH5uF288/vd++KTdYPZbMrj21T325+1P3mp49//tOHl/NNLdrH9riruwydNP3Ny/l28zgM&#10;55vttq8e61PZv2/PdYPGfdudygG33cN215Uv6P103ArG8u1L2+3OXVvVfY+//uwbNx+p//2+roZf&#10;9/u+HrLj7QbvNtBvR7/37nf78UN589CV58dDNb5G+T+8xak8NCC9dPVzOZTZU3f4Q1enQ9W1fbsf&#10;3lftadvu94eqJhtgDWcza749lueabIFz+vPFTf3/r9vql+evXXbY3W7yTdaUJwzRXVfXzuFZ7rzz&#10;cu5v8NC389duvOtx6Ux93Xcn9z+MyF7Joz8uHq1fh6zCH2XOJeObrEKTMMJqLVyn2yu6euqHv9Ut&#10;9VQ+f+kHPyI7XJE/d+NbVW3T9Ieh/hdGcX86YpD+ss0UE1ZkL9lIM0JniH+HCJY9ZsGLYMD+QIDX&#10;vRBwYW2+SBAiBC9krpZZRMCSZkaIENpKZpZZZMhiOF+2JUQIY42xyywqYNHSKrbosRAhFec2wWM6&#10;YMmNLswiS4hAiOS5XrYFaXAdfWWVUYs0IUQWgsuEgTEhTS65WA7jEIKIyVnCyKD6Xq0xuTHLQxNC&#10;lGGFKpadZkMayxRfHpsQoiyXPMEaHmYyT+OJMEYbpfmyPTzMaG6NUHwxCiJMwQVTIoEoSmpuDJfL&#10;RCHGKp7bhLDmUV4LpRGkS3UzwlhkHE8hClMbPIwVy0QhxhZW5SmuC7Nb6CLXy8WNhxjOmLUyofDw&#10;MMExeUi2XBMiDJe2KJJGKcxxyXIlEsIhxHAMrCryhMAL01xiJWUSIjzEcNRGJVOm0zDTpcidIxYj&#10;L8RwDS6WkLUiLA+SS6GWYzzCINMLKxKCXIT1IdGmCCMY5skiobKKMNmlYlotR0SEEcwqK1O8F1YI&#10;qYzME7wXYgSS0CA1FhdYIkx3zMuML+dThBFYmHCTEOUizHepFeaMxdiLMAKOUCllT4Q1QkppMJ8t&#10;RXmEQbAylMsE74X5nhp7IUZoptKWqGG+p+ZTiMEaJTdY2SxHRJjvidVIhJhxSR8zYZfxMO0jysdp&#10;a1G9NuPeAldZ6fapjLZu57Z3+5hwo4Fdy3SLXYTfuADlNiYLYBSIEMxXgZHzIXjaMqUxIyVDsFzF&#10;jMwMwWoVGMkWgvUqMPInBNPeEwOYZjPCOwSbVcyI2BBcrAIjCEOwXQV2a9MQjftVMTYPsnVRxmdh&#10;hvtV7LNAw2pxFXwWanxdrLmVXOS6ddHmlmcRfF288VnA4X6V7bOQ4+tijs+CDvdr2N2SJ7Qd96vg&#10;s6jDumYVfBZ1WKysgs+iTqyLOreMiGxfF3VubRDB10Wdm/Aj+LqoE7Oow/0q182iTqyLOjffRi8f&#10;RZ0v1ePE2kF2dYLrkQTXYZNBcO02GQTXe/fG5c25HNx8PF1mL1el8PEqFLrmU/tcf2/pwcHNziSV&#10;0YtMUXt9onq6P1R/rX8Pn39XaD/ktjCK/AV26ukd5yr3NllcRm0k+xGLl/MmP0cEb9FxqDKeDytH&#10;ZSg1JsLrq3v1bnTFzKxrm3PpIqESOvdhIXJorTEhREKfLlge5QWF+uVlnBjoLSSRL9lCzTTzKSwZ&#10;NtAUwZdOsXX31kvBBQQRP9hkIemCROj1vnRCbcfQk9CJNA37RJgzpvwQSl0oGVlIEqEnJOkvmRCa&#10;gPKpIo0wuAysgE7HzdSosSaOGkku9JQkAyZTco3g8EMloRTkkecQUxq56pIP2mrh03byACftkBq9&#10;JpjOabi2vpYrUWAPFpkCrdRtWMGpkCWSivSFk4RE30gCYTpngZjx048yhSyi6OEFRBxvpyqUslRb&#10;L5yk9nlOUguTOQVn1u2IYUrOESOxnUG3RkHjipxwbfTCYTKn1yaJ0wBqo6DlVhvM+O6FjJXwZczp&#10;xEZq9BpiMqdgBrtOQiLtc3x1CeO2wK7KZwriC6Jh2IiQhu7okSQnpnNyCxXDIzX0qihXUDoxxr4x&#10;d8JrxEkSpG8kZTGdUxTYVnpkIayMu5V2stPiO0we5adXI0ekExnTOTUrmC+z1moR56eArjA2QlKU&#10;3K/ip8D1yiSRjoJjOquCYOFXHCjWFrUu8qBy9viOIfvhq0PUSjKlb/XqYzqtEVDBPFQxiXIUdoyq&#10;j+I+tkIBxAwTxJnXLMdWkiLfpD024RztN/wjiFTFETQ9Nv3vJ26vefjHvTQ4ezyeNUcQ19D2PMgw&#10;mdvIW17cGFtdwYg8HbZ6hfBNo96mdSqk79gWimMFGHpLKHySoVZ8LtBuqRK1Oq10bCW5MJ3W5aKP&#10;DQEJpohrjJcRx45JHYxoSWSctyYtRiQmkrGyCWi22q/tp0zAvO+ixdU9AXMVJoLQWlIcx1YSEtOt&#10;xaRopo7zvNBRSUAplMXoRmEg+dO69fJSJD+OtKQqptPmwhVvsgcfuW1c/aRGCR5fCjGQx9O21yJH&#10;LEmM6bTIdTUu3VTO3Bo2dGOeYxrwHStMCX5rebGWhMmxlfTGdFrJ1bi4E6rg+axjUUBWHDu2ooiL&#10;fZCxo/iYTouVufblBmoiZopZAlk7jbzWuYZfQl/QJwD/Ul6JTKeVDLPMCNVW+7ni4kb6XjK24jqe&#10;a4NyFpw0mCUQbt0miI5CXHZD9Mz1OETT3h2ORzLo2Lg9ksA/TVpl3x4PO9fqdkZ993D/+dhlzyX2&#10;XHd3tMQCCr0Fj+HuCOFy685z+BMcdDX8ONauj2Pzj3qPcyDYYgnP4E7g1Jduy6qqm4H7psdyV3s2&#10;fN7zaezIJgRRU4eu5z3e8tL32MH0pO9k6tu/8/i8g9Z0gOcC9jLtheYt8AVBzG0zXMCnQ9N2b1l2&#10;hFUjs39+cpJ3jfPSfbv7gVMyXeuPD/Xn6u7Q9cOXsh++lh2OoiBScAZq+BU/+2OLkcKula422WPb&#10;/f7W393zOMaD1k32gvNHt5v+P09lV2+y498bHPCxSDd0O9CN0sapNl3Ych+2NE+nzy1GH5mCt6NL&#10;9/xwnC73XXv6DUelPjlWNJVNBW7I2wM25v7m84B7NOHsT1V/+kTXOKSE6PzSfDtXrnPn1TMs//76&#10;W9mdM3d5uxlw2OeXdjqrVN5Mp3gQEtdnHbJpPz0N7f7gjvhQHHq/jjc44ESBMx7Gcieownt66npk&#10;7ON/AQAA//8DAFBLAwQUAAYACAAAACEAIJoRceIAAAALAQAADwAAAGRycy9kb3ducmV2LnhtbEyP&#10;y07DMBBF90j8gzVIbBB1Hk1UQiYVICEkEAsCG3ZuMiSBeBxit3X+HrOC5ege3Xum3Ho9igPNdjCM&#10;EK8iEMSNaQfuEN5e7y83IKxT3KrRMCEsZGFbnZ6UqmjNkV/oULtOhBK2hULonZsKKW3Tk1Z2ZSbi&#10;kH2YWSsXzrmT7ayOoVyPMomiXGo1cFjo1UR3PTVf9V4jPC7xla8Xootv//lwa5+zenl6Rzw/8zfX&#10;IBx59wfDr35Qhyo47cyeWytGhDTfZAFFSKI0ARGIdZKtQewQ8jSNQVal/P9D9QMAAP//AwBQSwEC&#10;LQAUAAYACAAAACEAtoM4kv4AAADhAQAAEwAAAAAAAAAAAAAAAAAAAAAAW0NvbnRlbnRfVHlwZXNd&#10;LnhtbFBLAQItABQABgAIAAAAIQA4/SH/1gAAAJQBAAALAAAAAAAAAAAAAAAAAC8BAABfcmVscy8u&#10;cmVsc1BLAQItABQABgAIAAAAIQD28407fQkAAHomAAAOAAAAAAAAAAAAAAAAAC4CAABkcnMvZTJv&#10;RG9jLnhtbFBLAQItABQABgAIAAAAIQAgmhFx4gAAAAsBAAAPAAAAAAAAAAAAAAAAANcLAABkcnMv&#10;ZG93bnJldi54bWxQSwUGAAAAAAQABADzAAAA5gwAAAAA&#10;" path="m40292,c-854,98747,-11469,91147,12996,218364v3098,16107,27296,40943,27296,40943c42567,266131,45933,272684,47116,279779v3386,20317,1828,41432,6824,61415c55929,349150,60049,358434,67587,361665v25861,11083,54591,13648,81887,20472c154023,388961,160528,394828,163122,402609v8469,25405,3399,44323,13648,68239c180000,478386,185868,484495,190417,491319v20505,123025,,-16344,,266132c190417,775790,195718,793767,197241,812042v10130,121559,-14032,77899,20472,129653c219988,953068,218783,965745,224537,975815v4069,7120,14672,7848,20471,13647c250807,995261,254107,1003110,258656,1009934v-14461,159070,-16206,135203,13648,388961c272892,1403896,300321,1444333,306423,1453486r13648,40944l326895,1514901v-11106,188796,-13648,206193,-13648,464024c313247,1984126,324677,2045854,326895,2053988v3785,13879,13648,40943,13648,40943c342818,2149522,341333,2204400,347367,2258704v906,8151,13018,12295,13647,20472c362767,2301968,356013,2324628,354190,2347415v-9044,113054,12547,73303,-20471,122830c331444,2481618,328250,2492845,326895,2504364v-12144,103222,3078,52182,-13648,102358c330860,2659562,320071,2620001,320071,2729552e" filled="f" strokecolor="red" strokeweight="1.75pt">
                      <v:stroke joinstyle="miter"/>
                      <v:path arrowok="t" o:connecttype="custom" o:connectlocs="40292,0;12996,218364;40292,259307;47116,279779;53940,341194;67587,361665;149474,382137;163122,402609;176770,470848;190417,491319;190417,757451;197241,812042;217713,941695;224537,975815;245008,989462;258656,1009934;272304,1398895;306423,1453486;320071,1494430;326895,1514901;313247,1978925;326895,2053988;340543,2094931;347367,2258704;361014,2279176;354190,2347415;333719,2470245;326895,2504364;313247,2606722;320071,2729552" o:connectangles="0,0,0,0,0,0,0,0,0,0,0,0,0,0,0,0,0,0,0,0,0,0,0,0,0,0,0,0,0,0"/>
                      <w10:wrap anchory="page"/>
                    </v:shape>
                  </w:pict>
                </mc:Fallback>
              </mc:AlternateContent>
            </w: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1691024</wp:posOffset>
                      </wp:positionH>
                      <wp:positionV relativeFrom="page">
                        <wp:posOffset>3842764</wp:posOffset>
                      </wp:positionV>
                      <wp:extent cx="102358" cy="1330657"/>
                      <wp:effectExtent l="0" t="0" r="12065" b="22225"/>
                      <wp:wrapNone/>
                      <wp:docPr id="4" name="Freeform 4"/>
                      <wp:cNvGraphicFramePr/>
                      <a:graphic xmlns:a="http://schemas.openxmlformats.org/drawingml/2006/main">
                        <a:graphicData uri="http://schemas.microsoft.com/office/word/2010/wordprocessingShape">
                          <wps:wsp>
                            <wps:cNvSpPr/>
                            <wps:spPr>
                              <a:xfrm>
                                <a:off x="0" y="0"/>
                                <a:ext cx="102358" cy="1330657"/>
                              </a:xfrm>
                              <a:custGeom>
                                <a:avLst/>
                                <a:gdLst>
                                  <a:gd name="connsiteX0" fmla="*/ 0 w 102358"/>
                                  <a:gd name="connsiteY0" fmla="*/ 0 h 1330657"/>
                                  <a:gd name="connsiteX1" fmla="*/ 27295 w 102358"/>
                                  <a:gd name="connsiteY1" fmla="*/ 143302 h 1330657"/>
                                  <a:gd name="connsiteX2" fmla="*/ 20472 w 102358"/>
                                  <a:gd name="connsiteY2" fmla="*/ 232012 h 1330657"/>
                                  <a:gd name="connsiteX3" fmla="*/ 6824 w 102358"/>
                                  <a:gd name="connsiteY3" fmla="*/ 272955 h 1330657"/>
                                  <a:gd name="connsiteX4" fmla="*/ 20472 w 102358"/>
                                  <a:gd name="connsiteY4" fmla="*/ 348018 h 1330657"/>
                                  <a:gd name="connsiteX5" fmla="*/ 27295 w 102358"/>
                                  <a:gd name="connsiteY5" fmla="*/ 368490 h 1330657"/>
                                  <a:gd name="connsiteX6" fmla="*/ 34119 w 102358"/>
                                  <a:gd name="connsiteY6" fmla="*/ 395785 h 1330657"/>
                                  <a:gd name="connsiteX7" fmla="*/ 54591 w 102358"/>
                                  <a:gd name="connsiteY7" fmla="*/ 948520 h 1330657"/>
                                  <a:gd name="connsiteX8" fmla="*/ 61415 w 102358"/>
                                  <a:gd name="connsiteY8" fmla="*/ 1050878 h 1330657"/>
                                  <a:gd name="connsiteX9" fmla="*/ 68239 w 102358"/>
                                  <a:gd name="connsiteY9" fmla="*/ 1241946 h 1330657"/>
                                  <a:gd name="connsiteX10" fmla="*/ 95534 w 102358"/>
                                  <a:gd name="connsiteY10" fmla="*/ 1282890 h 1330657"/>
                                  <a:gd name="connsiteX11" fmla="*/ 102358 w 102358"/>
                                  <a:gd name="connsiteY11" fmla="*/ 1330657 h 13306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358" h="1330657">
                                    <a:moveTo>
                                      <a:pt x="0" y="0"/>
                                    </a:moveTo>
                                    <a:cubicBezTo>
                                      <a:pt x="23256" y="58139"/>
                                      <a:pt x="24147" y="52011"/>
                                      <a:pt x="27295" y="143302"/>
                                    </a:cubicBezTo>
                                    <a:cubicBezTo>
                                      <a:pt x="28317" y="172942"/>
                                      <a:pt x="25097" y="202718"/>
                                      <a:pt x="20472" y="232012"/>
                                    </a:cubicBezTo>
                                    <a:cubicBezTo>
                                      <a:pt x="18228" y="246222"/>
                                      <a:pt x="6824" y="272955"/>
                                      <a:pt x="6824" y="272955"/>
                                    </a:cubicBezTo>
                                    <a:cubicBezTo>
                                      <a:pt x="11373" y="297976"/>
                                      <a:pt x="15144" y="323151"/>
                                      <a:pt x="20472" y="348018"/>
                                    </a:cubicBezTo>
                                    <a:cubicBezTo>
                                      <a:pt x="21979" y="355051"/>
                                      <a:pt x="25319" y="361574"/>
                                      <a:pt x="27295" y="368490"/>
                                    </a:cubicBezTo>
                                    <a:cubicBezTo>
                                      <a:pt x="29871" y="377508"/>
                                      <a:pt x="31844" y="386687"/>
                                      <a:pt x="34119" y="395785"/>
                                    </a:cubicBezTo>
                                    <a:cubicBezTo>
                                      <a:pt x="42530" y="656513"/>
                                      <a:pt x="42385" y="741024"/>
                                      <a:pt x="54591" y="948520"/>
                                    </a:cubicBezTo>
                                    <a:cubicBezTo>
                                      <a:pt x="56599" y="982656"/>
                                      <a:pt x="59826" y="1016720"/>
                                      <a:pt x="61415" y="1050878"/>
                                    </a:cubicBezTo>
                                    <a:cubicBezTo>
                                      <a:pt x="64376" y="1114539"/>
                                      <a:pt x="58967" y="1178894"/>
                                      <a:pt x="68239" y="1241946"/>
                                    </a:cubicBezTo>
                                    <a:cubicBezTo>
                                      <a:pt x="70625" y="1258174"/>
                                      <a:pt x="95534" y="1282890"/>
                                      <a:pt x="95534" y="1282890"/>
                                    </a:cubicBezTo>
                                    <a:lnTo>
                                      <a:pt x="102358" y="1330657"/>
                                    </a:ln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4" o:spid="_x0000_s1026" style="position:absolute;margin-left:133.15pt;margin-top:302.6pt;width:8.05pt;height:104.8pt;z-index:251661312;visibility:visible;mso-wrap-style:square;mso-wrap-distance-left:9pt;mso-wrap-distance-top:0;mso-wrap-distance-right:9pt;mso-wrap-distance-bottom:0;mso-position-horizontal:absolute;mso-position-horizontal-relative:text;mso-position-vertical:absolute;mso-position-vertical-relative:page;v-text-anchor:middle" coordsize="102358,1330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gK5lwUAAIASAAAOAAAAZHJzL2Uyb0RvYy54bWysWN9v5CYQfq/U/wH5sVKzBhv/WGVzSnNK&#10;VSm6O/VSXftIvDhryTYuJtnk/voOg+3gJKq9VfPgwMI3HzPMDAPnH56amjxK3Veq3QX0LAyIbAu1&#10;r9r7XfDH7fXPWUB6I9q9qFUrd8Gz7IMPFz/+cH7stpKpg6r3UhMQ0vbbY7cLDsZ0282mLw6yEf2Z&#10;6mQLg6XSjTDQ1febvRZHkN7UGxaGyeao9L7TqpB9D79+dIPBBcovS1mYz2XZS0PqXQBrM/jV+L2z&#10;383Fudjea9EdqmJYhvgPq2hE1QLpJOqjMII86OqNqKYqtOpVac4K1WxUWVaFRB1AGxq+0ubrQXQS&#10;dQHj9N1kpv7/E1t8evyiSbXfBXFAWtHAFl1rKa3BSWytc+z6LUz62n3RQ6+HplX1qdSN/Q9KkCe0&#10;6PNkUflkSAE/0pBFHFyggCEaRWHCUyt084IuHnrzq1QoSTze9MbtyB5aaM/9sKpCtW1fGfkn7GLZ&#10;1LBJP21ISI5koBhgr2b/NZ99IN4iYLPeCKeecJaynC8S+Agag4qMLLIwnyWMU7bIMkNE4CorWCKP&#10;JclYvEjiA1B5vqwKeM20G2yVKj4iirOQZsss3GdZtS0+IkqyOA+XWRKPJYopzRctNkPkPM1WWCz1&#10;WHjMc7rI4iPyOONshS4Qc9O+JDSmy47sI2jIwyxdsTG5T5OxaNlkPoKymOZxsrwz1A/jnPNo2Zln&#10;EMoylq1xAToLZ0xei9szx7gkN1cJ0t39mNDEYcxxxVM7JDloEWEPzBDPkE71NqH6GQ/S59iFlOYy&#10;KKBshlwAg0I+mJ4EhrTjg9lJYEgnPjg6CQxZwgfjUQRmXKczBL8P5icxQ0z74OQkMISqDx4Pu3XL&#10;hgj0wdlJzBBXPjg/CWyDxUdD/yQfe+1kMy9z2za4uoaKzNZiNdZiJiBQi+mAQC12ZynFthPGRsjY&#10;JMeXIuLwUkPY4UY9yluFE82rAgQoX0aLh7uq+EV+9+eyiHG30TyjERoLqFEM5KTYbSMkWohttyo3&#10;ZI8etJQ76UcjzQjepcsi6mRSEBFjHE18PMzdGAtZSnHXpzF7oiIhLBgO/dWENGPMuROLE8ZmhLYW&#10;cDKtOhgcI987Q3b3FvWjNEpduLM8zVOMmVEm5TR2fBGLoDMz6KSfqwRW68co8KASEefhK6E8osNY&#10;QnmKqWNcDJY1DodFwXrCPEudl0dpCoejr0VEs1HDLEkyDPqREOsIR4j1wWrCmPHIRWXCE04xe45C&#10;YxZlzg/TGMrfmYZYUiChKxVWEwJL7syWZww4fQ25/QmF0pAmKRvuTS5gsLwYBrFsWE2ZxBH4is08&#10;lNKYz+OQZ3kyxAxNsyyfaQmOCrMR6WqI1ZxpmLAhhhnE/tw9sLQYxGLF4Bvh3cE34VG3fp4Z7z9W&#10;xdn1x00DtM13eCGaEh+KfLkUteq6qmvMQnWL6TCH6gwLhV7V1d6O2iTY6/u7q1qTRwHp9fo6hL/B&#10;KN40kF1D1bCxtzp3j8OWea6llVG3v8sSboNQfTDHYO/hchIrikK2hrqhg9hLx8Z9shGBSqFAK7mE&#10;VU6yBwHjTCdklA2awiqH+RYq8Ro/gQfV/w08IZBZtWYCN1Wr9Hua1aDVwOzmj0ZyprFWulP7Z7gr&#10;a+UeEfquuK50b25Eb74IDRdSCFd4CTGf4VPWCg4uOKCwFZCD0t/f+93Oh8s8jAbkCK8Qu6D/+0Fo&#10;GZD6txau+TnkThBrsBNzG3lE+yN3/kj70Fwp2H1IVLA6bNr5ph6bpVbNN3gwubSsMCTaArihtjRw&#10;BrvOlYE+DMELQCEvL7ENTxXgnTft166wwq1VO9D89umb0B2xzV1g4Mr/SY0vFmI73uWti09zLbJV&#10;lw9GlZW96KMfOrsOHXjmwP0fnmTsO4rfx1kvD0cX/wAAAP//AwBQSwMEFAAGAAgAAAAhAFCsoWTg&#10;AAAACwEAAA8AAABkcnMvZG93bnJldi54bWxMj8tOwzAQRfdI/IM1SOyoHRNCFOJUCITEBqG2fICb&#10;TB6KPY5ipw18PWZFl6N7dO+Zcrtaw044+8GRgmQjgCHVrhmoU/B1eLvLgfmgqdHGESr4Rg/b6vqq&#10;1EXjzrTD0z50LJaQL7SCPoSp4NzXPVrtN25CilnrZqtDPOeON7M+x3JruBQi41YPFBd6PeFLj/W4&#10;X6yCtjVmEWPyvo4/H48ypdfP3XJQ6vZmfX4CFnAN/zD86Ud1qKLT0S3UeGYUyCy7j6iCTDxIYJGQ&#10;uUyBHRXkSZoDr0p++UP1CwAA//8DAFBLAQItABQABgAIAAAAIQC2gziS/gAAAOEBAAATAAAAAAAA&#10;AAAAAAAAAAAAAABbQ29udGVudF9UeXBlc10ueG1sUEsBAi0AFAAGAAgAAAAhADj9If/WAAAAlAEA&#10;AAsAAAAAAAAAAAAAAAAALwEAAF9yZWxzLy5yZWxzUEsBAi0AFAAGAAgAAAAhAEu+ArmXBQAAgBIA&#10;AA4AAAAAAAAAAAAAAAAALgIAAGRycy9lMm9Eb2MueG1sUEsBAi0AFAAGAAgAAAAhAFCsoWTgAAAA&#10;CwEAAA8AAAAAAAAAAAAAAAAA8QcAAGRycy9kb3ducmV2LnhtbFBLBQYAAAAABAAEAPMAAAD+CAAA&#10;AAA=&#10;" path="m,c23256,58139,24147,52011,27295,143302v1022,29640,-2198,59416,-6823,88710c18228,246222,6824,272955,6824,272955v4549,25021,8320,50196,13648,75063c21979,355051,25319,361574,27295,368490v2576,9018,4549,18197,6824,27295c42530,656513,42385,741024,54591,948520v2008,34136,5235,68200,6824,102358c64376,1114539,58967,1178894,68239,1241946v2386,16228,27295,40944,27295,40944l102358,1330657e" filled="f" strokecolor="red" strokeweight="1.5pt">
                      <v:stroke joinstyle="miter"/>
                      <v:path arrowok="t" o:connecttype="custom" o:connectlocs="0,0;27295,143302;20472,232012;6824,272955;20472,348018;27295,368490;34119,395785;54591,948520;61415,1050878;68239,1241946;95534,1282890;102358,1330657" o:connectangles="0,0,0,0,0,0,0,0,0,0,0,0"/>
                      <w10:wrap anchory="page"/>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1506779</wp:posOffset>
                      </wp:positionH>
                      <wp:positionV relativeFrom="page">
                        <wp:posOffset>3829116</wp:posOffset>
                      </wp:positionV>
                      <wp:extent cx="177421" cy="1378424"/>
                      <wp:effectExtent l="19050" t="0" r="13335" b="12700"/>
                      <wp:wrapNone/>
                      <wp:docPr id="3" name="Freeform 3"/>
                      <wp:cNvGraphicFramePr/>
                      <a:graphic xmlns:a="http://schemas.openxmlformats.org/drawingml/2006/main">
                        <a:graphicData uri="http://schemas.microsoft.com/office/word/2010/wordprocessingShape">
                          <wps:wsp>
                            <wps:cNvSpPr/>
                            <wps:spPr>
                              <a:xfrm>
                                <a:off x="0" y="0"/>
                                <a:ext cx="177421" cy="1378424"/>
                              </a:xfrm>
                              <a:custGeom>
                                <a:avLst/>
                                <a:gdLst>
                                  <a:gd name="connsiteX0" fmla="*/ 177421 w 177421"/>
                                  <a:gd name="connsiteY0" fmla="*/ 0 h 1378424"/>
                                  <a:gd name="connsiteX1" fmla="*/ 170597 w 177421"/>
                                  <a:gd name="connsiteY1" fmla="*/ 34120 h 1378424"/>
                                  <a:gd name="connsiteX2" fmla="*/ 109182 w 177421"/>
                                  <a:gd name="connsiteY2" fmla="*/ 68239 h 1378424"/>
                                  <a:gd name="connsiteX3" fmla="*/ 88711 w 177421"/>
                                  <a:gd name="connsiteY3" fmla="*/ 81887 h 1378424"/>
                                  <a:gd name="connsiteX4" fmla="*/ 75063 w 177421"/>
                                  <a:gd name="connsiteY4" fmla="*/ 102359 h 1378424"/>
                                  <a:gd name="connsiteX5" fmla="*/ 54591 w 177421"/>
                                  <a:gd name="connsiteY5" fmla="*/ 156950 h 1378424"/>
                                  <a:gd name="connsiteX6" fmla="*/ 27296 w 177421"/>
                                  <a:gd name="connsiteY6" fmla="*/ 163773 h 1378424"/>
                                  <a:gd name="connsiteX7" fmla="*/ 20472 w 177421"/>
                                  <a:gd name="connsiteY7" fmla="*/ 184245 h 1378424"/>
                                  <a:gd name="connsiteX8" fmla="*/ 34120 w 177421"/>
                                  <a:gd name="connsiteY8" fmla="*/ 238836 h 1378424"/>
                                  <a:gd name="connsiteX9" fmla="*/ 54591 w 177421"/>
                                  <a:gd name="connsiteY9" fmla="*/ 348018 h 1378424"/>
                                  <a:gd name="connsiteX10" fmla="*/ 61415 w 177421"/>
                                  <a:gd name="connsiteY10" fmla="*/ 375314 h 1378424"/>
                                  <a:gd name="connsiteX11" fmla="*/ 27296 w 177421"/>
                                  <a:gd name="connsiteY11" fmla="*/ 416257 h 1378424"/>
                                  <a:gd name="connsiteX12" fmla="*/ 40943 w 177421"/>
                                  <a:gd name="connsiteY12" fmla="*/ 450376 h 1378424"/>
                                  <a:gd name="connsiteX13" fmla="*/ 68239 w 177421"/>
                                  <a:gd name="connsiteY13" fmla="*/ 470848 h 1378424"/>
                                  <a:gd name="connsiteX14" fmla="*/ 34120 w 177421"/>
                                  <a:gd name="connsiteY14" fmla="*/ 491320 h 1378424"/>
                                  <a:gd name="connsiteX15" fmla="*/ 13648 w 177421"/>
                                  <a:gd name="connsiteY15" fmla="*/ 504968 h 1378424"/>
                                  <a:gd name="connsiteX16" fmla="*/ 0 w 177421"/>
                                  <a:gd name="connsiteY16" fmla="*/ 525439 h 1378424"/>
                                  <a:gd name="connsiteX17" fmla="*/ 6824 w 177421"/>
                                  <a:gd name="connsiteY17" fmla="*/ 607326 h 1378424"/>
                                  <a:gd name="connsiteX18" fmla="*/ 47767 w 177421"/>
                                  <a:gd name="connsiteY18" fmla="*/ 655093 h 1378424"/>
                                  <a:gd name="connsiteX19" fmla="*/ 122830 w 177421"/>
                                  <a:gd name="connsiteY19" fmla="*/ 812042 h 1378424"/>
                                  <a:gd name="connsiteX20" fmla="*/ 129654 w 177421"/>
                                  <a:gd name="connsiteY20" fmla="*/ 859809 h 1378424"/>
                                  <a:gd name="connsiteX21" fmla="*/ 143302 w 177421"/>
                                  <a:gd name="connsiteY21" fmla="*/ 900753 h 1378424"/>
                                  <a:gd name="connsiteX22" fmla="*/ 136478 w 177421"/>
                                  <a:gd name="connsiteY22" fmla="*/ 962168 h 1378424"/>
                                  <a:gd name="connsiteX23" fmla="*/ 122830 w 177421"/>
                                  <a:gd name="connsiteY23" fmla="*/ 982639 h 1378424"/>
                                  <a:gd name="connsiteX24" fmla="*/ 109182 w 177421"/>
                                  <a:gd name="connsiteY24" fmla="*/ 1009935 h 1378424"/>
                                  <a:gd name="connsiteX25" fmla="*/ 129654 w 177421"/>
                                  <a:gd name="connsiteY25" fmla="*/ 1214651 h 1378424"/>
                                  <a:gd name="connsiteX26" fmla="*/ 150126 w 177421"/>
                                  <a:gd name="connsiteY26" fmla="*/ 1241947 h 1378424"/>
                                  <a:gd name="connsiteX27" fmla="*/ 129654 w 177421"/>
                                  <a:gd name="connsiteY27" fmla="*/ 1323833 h 1378424"/>
                                  <a:gd name="connsiteX28" fmla="*/ 122830 w 177421"/>
                                  <a:gd name="connsiteY28" fmla="*/ 1344305 h 1378424"/>
                                  <a:gd name="connsiteX29" fmla="*/ 122830 w 177421"/>
                                  <a:gd name="connsiteY29" fmla="*/ 1378424 h 13784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77421" h="1378424">
                                    <a:moveTo>
                                      <a:pt x="177421" y="0"/>
                                    </a:moveTo>
                                    <a:cubicBezTo>
                                      <a:pt x="175146" y="11373"/>
                                      <a:pt x="176744" y="24284"/>
                                      <a:pt x="170597" y="34120"/>
                                    </a:cubicBezTo>
                                    <a:cubicBezTo>
                                      <a:pt x="158396" y="53642"/>
                                      <a:pt x="127049" y="59305"/>
                                      <a:pt x="109182" y="68239"/>
                                    </a:cubicBezTo>
                                    <a:cubicBezTo>
                                      <a:pt x="101847" y="71907"/>
                                      <a:pt x="95535" y="77338"/>
                                      <a:pt x="88711" y="81887"/>
                                    </a:cubicBezTo>
                                    <a:cubicBezTo>
                                      <a:pt x="84162" y="88711"/>
                                      <a:pt x="77943" y="94680"/>
                                      <a:pt x="75063" y="102359"/>
                                    </a:cubicBezTo>
                                    <a:cubicBezTo>
                                      <a:pt x="68626" y="119524"/>
                                      <a:pt x="73261" y="144503"/>
                                      <a:pt x="54591" y="156950"/>
                                    </a:cubicBezTo>
                                    <a:cubicBezTo>
                                      <a:pt x="46788" y="162152"/>
                                      <a:pt x="36394" y="161499"/>
                                      <a:pt x="27296" y="163773"/>
                                    </a:cubicBezTo>
                                    <a:cubicBezTo>
                                      <a:pt x="25021" y="170597"/>
                                      <a:pt x="20472" y="177052"/>
                                      <a:pt x="20472" y="184245"/>
                                    </a:cubicBezTo>
                                    <a:cubicBezTo>
                                      <a:pt x="20472" y="200715"/>
                                      <a:pt x="28735" y="222681"/>
                                      <a:pt x="34120" y="238836"/>
                                    </a:cubicBezTo>
                                    <a:cubicBezTo>
                                      <a:pt x="43269" y="312040"/>
                                      <a:pt x="36495" y="275635"/>
                                      <a:pt x="54591" y="348018"/>
                                    </a:cubicBezTo>
                                    <a:lnTo>
                                      <a:pt x="61415" y="375314"/>
                                    </a:lnTo>
                                    <a:cubicBezTo>
                                      <a:pt x="57501" y="379228"/>
                                      <a:pt x="27296" y="406754"/>
                                      <a:pt x="27296" y="416257"/>
                                    </a:cubicBezTo>
                                    <a:cubicBezTo>
                                      <a:pt x="27296" y="428506"/>
                                      <a:pt x="33594" y="440577"/>
                                      <a:pt x="40943" y="450376"/>
                                    </a:cubicBezTo>
                                    <a:cubicBezTo>
                                      <a:pt x="47767" y="459475"/>
                                      <a:pt x="59140" y="464024"/>
                                      <a:pt x="68239" y="470848"/>
                                    </a:cubicBezTo>
                                    <a:cubicBezTo>
                                      <a:pt x="56866" y="477672"/>
                                      <a:pt x="45367" y="484290"/>
                                      <a:pt x="34120" y="491320"/>
                                    </a:cubicBezTo>
                                    <a:cubicBezTo>
                                      <a:pt x="27165" y="495667"/>
                                      <a:pt x="19447" y="499169"/>
                                      <a:pt x="13648" y="504968"/>
                                    </a:cubicBezTo>
                                    <a:cubicBezTo>
                                      <a:pt x="7849" y="510767"/>
                                      <a:pt x="4549" y="518615"/>
                                      <a:pt x="0" y="525439"/>
                                    </a:cubicBezTo>
                                    <a:cubicBezTo>
                                      <a:pt x="2275" y="552735"/>
                                      <a:pt x="-2645" y="581625"/>
                                      <a:pt x="6824" y="607326"/>
                                    </a:cubicBezTo>
                                    <a:cubicBezTo>
                                      <a:pt x="14074" y="627004"/>
                                      <a:pt x="36729" y="637262"/>
                                      <a:pt x="47767" y="655093"/>
                                    </a:cubicBezTo>
                                    <a:cubicBezTo>
                                      <a:pt x="70537" y="691875"/>
                                      <a:pt x="103108" y="767667"/>
                                      <a:pt x="122830" y="812042"/>
                                    </a:cubicBezTo>
                                    <a:cubicBezTo>
                                      <a:pt x="125105" y="827964"/>
                                      <a:pt x="126037" y="844137"/>
                                      <a:pt x="129654" y="859809"/>
                                    </a:cubicBezTo>
                                    <a:cubicBezTo>
                                      <a:pt x="132889" y="873827"/>
                                      <a:pt x="143302" y="900753"/>
                                      <a:pt x="143302" y="900753"/>
                                    </a:cubicBezTo>
                                    <a:cubicBezTo>
                                      <a:pt x="141027" y="921225"/>
                                      <a:pt x="141474" y="942185"/>
                                      <a:pt x="136478" y="962168"/>
                                    </a:cubicBezTo>
                                    <a:cubicBezTo>
                                      <a:pt x="134489" y="970124"/>
                                      <a:pt x="126899" y="975518"/>
                                      <a:pt x="122830" y="982639"/>
                                    </a:cubicBezTo>
                                    <a:cubicBezTo>
                                      <a:pt x="117783" y="991471"/>
                                      <a:pt x="113731" y="1000836"/>
                                      <a:pt x="109182" y="1009935"/>
                                    </a:cubicBezTo>
                                    <a:cubicBezTo>
                                      <a:pt x="111234" y="1055069"/>
                                      <a:pt x="105962" y="1157792"/>
                                      <a:pt x="129654" y="1214651"/>
                                    </a:cubicBezTo>
                                    <a:cubicBezTo>
                                      <a:pt x="134028" y="1225149"/>
                                      <a:pt x="143302" y="1232848"/>
                                      <a:pt x="150126" y="1241947"/>
                                    </a:cubicBezTo>
                                    <a:cubicBezTo>
                                      <a:pt x="134062" y="1290136"/>
                                      <a:pt x="152465" y="1232588"/>
                                      <a:pt x="129654" y="1323833"/>
                                    </a:cubicBezTo>
                                    <a:cubicBezTo>
                                      <a:pt x="127909" y="1330811"/>
                                      <a:pt x="123722" y="1337167"/>
                                      <a:pt x="122830" y="1344305"/>
                                    </a:cubicBezTo>
                                    <a:cubicBezTo>
                                      <a:pt x="121419" y="1355590"/>
                                      <a:pt x="122830" y="1367051"/>
                                      <a:pt x="122830" y="1378424"/>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 o:spid="_x0000_s1026" style="position:absolute;margin-left:118.65pt;margin-top:301.5pt;width:13.95pt;height:108.55pt;z-index:251660288;visibility:visible;mso-wrap-style:square;mso-wrap-distance-left:9pt;mso-wrap-distance-top:0;mso-wrap-distance-right:9pt;mso-wrap-distance-bottom:0;mso-position-horizontal:absolute;mso-position-horizontal-relative:text;mso-position-vertical:absolute;mso-position-vertical-relative:page;v-text-anchor:middle" coordsize="177421,1378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ESQQkAAGAmAAAOAAAAZHJzL2Uyb0RvYy54bWysWl2P3LgRfA+Q/yDMY4DzkBQpSguvD44P&#10;GwQw7ozYwV0etRrN7gAaaSJpP3y//opNaaY5WURUkJe1ZKrYJLu62azh+x9fj03yXPfDoWtvN/Kd&#10;2CR1W3W7Q/twu/nnt7sf8k0yjGW7K5uurW833+th8+OHP//p/cvpplbdY9fs6j5BJ+1w83K63TyO&#10;4+lmux2qx/pYDu+6U92icd/1x3LEa/+w3fXlC3o/NlslRLZ96frdqe+qehjwvz/5xs0H6n+/r6vx&#10;l/1+qMekud1gbCP97envvfu7/fC+vHnoy9PjoZqGUf4PoziWhxZGz139VI5l8tQf/qOr46Hqu6Hb&#10;j++q7rjt9vtDVdMcMBsprmbz9bE81TQXLM5wOi/T8P/rtvr5+UufHHa3m3STtOURLrrr69oteJK6&#10;1Xk5DTf46OvpSz+9DXh0U33d90f3LyaRvNKKfj+vaP06JhX+U1qrldwkFZpkanOttOt0e0FXT8P4&#10;t7qjnsrnz8PoPbLDE63nbhpV1bXtcBjr3+DF/bGBk/6yTXz3ycv0MHnzGvIvDhHJY8JGAo9df/4b&#10;xsssCFPYRQsckmqpIqwobkUUMleLVjgky1VaLM8FXj3PJc+tlItGAoQEZtmIZkasEVm6aIQjpFCp&#10;iZiKYVaMNsXyVDhCmqwwEW7JmBVlVZEtzoUjZJZamy6vmOVWhLbLvucI6eLILFtB7j0737NyKVI4&#10;QqV5nmbLVgpmJc4vHJHqXMh82YrkQZxJLc2iYwJIak0qdYQdHspxBJAcomWmTETMSB7MWhR6OWhC&#10;iBGpjfCO5PHsk8YSCQKItiLXMf7hIR1HNskhupBpTNqUQVCnGca2OB8OMUIXWcx8eFiLZRv8c6OM&#10;jknOkgc1fKOXzQQIYVMVQwEe1draLGI/45DMGFFEJDXJ41oqlacR68YxOTZOrZZjVPFcIJGjzfLK&#10;BZjcFLmI2HJc6XLOoFKnqVhO1AGmEAJ5J2JGPBtIsNou01pxTJEpGUNrxdNBpI8CTJGrLIbbKPTY&#10;0kXWNyFGFEUascspHt6xbAgxUmdGRniJB7k0QiL6lpKPCjBKy0JH7A6Kx3nsnAJMiu07jWEej/RY&#10;QgSYVOtUxPiJh3qspQDjDxChn3CUeJgPC+XjfH6oXtvpAIGnpHSHUUHns1M3uMMKP03gaDK/4qTg&#10;TydAudPHAhjZgYPlKjCil4PVKjCimIPppIaViBs2ooyD5xNZHBiBw8Fm1bARCxycrQKD3hxsV4HB&#10;WA7OV4FBQg4uVoFdFcrReF/FsWuSrWOZqxkD6+t45krBAL6Oaa7CC+DruOZqvQC+jm3yim54X7Xy&#10;V4RDtbYKfkU5uY5zrpgK5r6Oda7c4XC8rxm8K2IC+DrWudIkgK9jnSs4Avg61rnSI4CvY52rJwL4&#10;Ota5DT+Ar2Od2/kD+DrWqSvW4X2V369YpwLW+R1m2lh7aKtOVW1IVR03CVTVfpNAVb13JsubUzm6&#10;/Xh+TF4ucuDjRQ10zcfuuf7W0Yej251n1RDrMNP28kn1dH+o/lr/HgIMSjhaOAlxj+iCAUydZVZ7&#10;RiitcuLCpc2pe4SjI+u8VoGJNw2aPC28QYNqneh97lRZnDGpU1OgMppWww+GCmFqo7N4vEGIJNqP&#10;1MpCEClmg4UxqecstKeUHD43keRH5nIn5UWby52M4XFONORTsBZaBTUVOsvJP7M10v6oyWt60eay&#10;PJvCRsrCeI343CnOuD4bSa0hevCxkNzkDZK8F21QZzb3kYJ5ShP4L8X5xvNFQmcqKALmwZAg5A2S&#10;0hdtUBkx5VRpiXM+RIgUOPRav9ggvggHw9pI9Is3eO4UP5NY7KTcYG4nwiilsjxwr48Dl4K8/hdt&#10;UMNPnvWpO8YHxECIFJ6hypoMttlgLj70UuCbBpuWhzvJf+QFr+pNkPmjtwLWgJueRaktIE3wEVyc&#10;qkVmTZAhWBsJe2+O7i2DDKhyaOLcYAq92zNMa2FsEMwkBdLcHNntefNYTEkk7ExAnDHDNS4kHOKc&#10;qjMtwvjyeYjaSOqLnqFB1PoUSKaDGNLIij5badC2CMngfh/xgyHNL9qgsjLzLAKbMvTPWIRj9ZQe&#10;EbESRORtTiUkg178izaI36umPC4FVDPepzbnpjwLo8vPzWuA0aYUAsMP0SgXnGz4P6hMT2254yBv&#10;c6IhwTLSAqPNgQ52AmK3EgHl4Tls+44QSHEK2wAby4VkXhSMNoi8lnpCZPipK2SnFKkU3kFY5WvH&#10;ko5Iw/HyYLRJqYzE7usmkitbZMEkId0gunyj1qgZ+Cy94OIbSSmMt5mqPPeLhxwLs0G3JCBSt14X&#10;XGx0Bddi4OO3EDFVjYWCrhIQBI168nSBX2LzsJGERj8g0g9XzFPraZ6FhQ52vbY5tk238IU1xh98&#10;5h3UCz++kaTEeJvYHfOp8kA+s8G2RWXfVCYIIfDDVbC4l7JLCpIVV1iVKp3KAQEh/Cq1YC+fCiUp&#10;kcmLIFoYj6QijTHebIo8PVUocCnqkGA+FyZhdChqg/3MK5O0xPCMExxXmZ3ng7QNJTowi9JsysDO&#10;rEEJxXIDn61XH+PNIj6FZ4yEyJ6HFSds2elEiVZsAmFUXRKE9FLkCrMIj9msMSbcpxhTsQ5IYCHh&#10;uFl+sYEHLOLXnYLowsP5OERBfbn00HZ3h6ahdWxaOiQVwnixcuiaw861uqPR0D/cf2r65LnEoevu&#10;DiSfz0bsM/TdQLnculsb/p4GPY3fm9r10bT/qPe47YEzliI5lO7Z1Oduy6qq21H6psdyV3trhhtz&#10;N3McgiZFHbqe9xjlue+pg/lL38ncN2aKUU7fO2hN13TO4Gnq/w18RpDlrh3P4OOh7fq3ZtZgVpNl&#10;//28SH5p3Crdd7vvuAvTd/6S0HCq7g79MH4uh/FL2ePCCTZ23HQaf8GffdPhOItjKz1tkseu//2t&#10;/3ff47IOWjfJC24Z3W6Gfz+Vfb1Jmr+3uMaDPOYKs5FetLGuMOp5yz1vaZ+Onzp4H3kOo6NH9/3Y&#10;zI/7vjv+igtRH51VNJVtBdvQt0eczP3LpxHvaMINn6r++JGecRUJ7Pzcfj1VrnO3qifM/Nvrr2V/&#10;Stzj7WbElZ6fu/lGUnkz39VxFD9/65Bt9/Fp7PYHd5GHeOjXdXrBNSby/3Tlyt2T4u/01eVi2Ic/&#10;AAAA//8DAFBLAwQUAAYACAAAACEA3t2DvuAAAAALAQAADwAAAGRycy9kb3ducmV2LnhtbEyPy26D&#10;MBBF95X6D9ZE6q4xMRRSgonaSlk1m6T5AAdPAAU/hJ1A/77TVbsczdG951bb2QzsjmPonZWwWibA&#10;0DZO97aVcPraPa+BhaisVoOzKOEbA2zrx4dKldpN9oD3Y2wZhdhQKgldjL7kPDQdGhWWzqOl38WN&#10;RkU6x5brUU0UbgYukiTnRvWWGjrl8aPD5nq8GQnZ9XXnxbsvLqfss8BD1uxx2kv5tJjfNsAizvEP&#10;hl99UoeanM7uZnVggwSRFimhEvIkpVFEiPxFADtLWItkBbyu+P8N9Q8AAAD//wMAUEsBAi0AFAAG&#10;AAgAAAAhALaDOJL+AAAA4QEAABMAAAAAAAAAAAAAAAAAAAAAAFtDb250ZW50X1R5cGVzXS54bWxQ&#10;SwECLQAUAAYACAAAACEAOP0h/9YAAACUAQAACwAAAAAAAAAAAAAAAAAvAQAAX3JlbHMvLnJlbHNQ&#10;SwECLQAUAAYACAAAACEAL2qBEkEJAABgJgAADgAAAAAAAAAAAAAAAAAuAgAAZHJzL2Uyb0RvYy54&#10;bWxQSwECLQAUAAYACAAAACEA3t2DvuAAAAALAQAADwAAAAAAAAAAAAAAAACbCwAAZHJzL2Rvd25y&#10;ZXYueG1sUEsFBgAAAAAEAAQA8wAAAKgMAAAAAA==&#10;" path="m177421,v-2275,11373,-677,24284,-6824,34120c158396,53642,127049,59305,109182,68239v-7335,3668,-13647,9099,-20471,13648c84162,88711,77943,94680,75063,102359v-6437,17165,-1802,42144,-20472,54591c46788,162152,36394,161499,27296,163773v-2275,6824,-6824,13279,-6824,20472c20472,200715,28735,222681,34120,238836v9149,73204,2375,36799,20471,109182l61415,375314v-3914,3914,-34119,31440,-34119,40943c27296,428506,33594,440577,40943,450376v6824,9099,18197,13648,27296,20472c56866,477672,45367,484290,34120,491320v-6955,4347,-14673,7849,-20472,13648c7849,510767,4549,518615,,525439v2275,27296,-2645,56186,6824,81887c14074,627004,36729,637262,47767,655093v22770,36782,55341,112574,75063,156949c125105,827964,126037,844137,129654,859809v3235,14018,13648,40944,13648,40944c141027,921225,141474,942185,136478,962168v-1989,7956,-9579,13350,-13648,20471c117783,991471,113731,1000836,109182,1009935v2052,45134,-3220,147857,20472,204716c134028,1225149,143302,1232848,150126,1241947v-16064,48189,2339,-9359,-20472,81886c127909,1330811,123722,1337167,122830,1344305v-1411,11285,,22746,,34119e" filled="f" strokecolor="red" strokeweight="1.5pt">
                      <v:stroke joinstyle="miter"/>
                      <v:path arrowok="t" o:connecttype="custom" o:connectlocs="177421,0;170597,34120;109182,68239;88711,81887;75063,102359;54591,156950;27296,163773;20472,184245;34120,238836;54591,348018;61415,375314;27296,416257;40943,450376;68239,470848;34120,491320;13648,504968;0,525439;6824,607326;47767,655093;122830,812042;129654,859809;143302,900753;136478,962168;122830,982639;109182,1009935;129654,1214651;150126,1241947;129654,1323833;122830,1344305;122830,1378424" o:connectangles="0,0,0,0,0,0,0,0,0,0,0,0,0,0,0,0,0,0,0,0,0,0,0,0,0,0,0,0,0,0"/>
                      <w10:wrap anchory="page"/>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1540899</wp:posOffset>
                      </wp:positionH>
                      <wp:positionV relativeFrom="page">
                        <wp:posOffset>1249689</wp:posOffset>
                      </wp:positionV>
                      <wp:extent cx="191106" cy="2579427"/>
                      <wp:effectExtent l="0" t="0" r="19050" b="11430"/>
                      <wp:wrapNone/>
                      <wp:docPr id="2" name="Freeform 2"/>
                      <wp:cNvGraphicFramePr/>
                      <a:graphic xmlns:a="http://schemas.openxmlformats.org/drawingml/2006/main">
                        <a:graphicData uri="http://schemas.microsoft.com/office/word/2010/wordprocessingShape">
                          <wps:wsp>
                            <wps:cNvSpPr/>
                            <wps:spPr>
                              <a:xfrm>
                                <a:off x="0" y="0"/>
                                <a:ext cx="191106" cy="2579427"/>
                              </a:xfrm>
                              <a:custGeom>
                                <a:avLst/>
                                <a:gdLst>
                                  <a:gd name="connsiteX0" fmla="*/ 0 w 191106"/>
                                  <a:gd name="connsiteY0" fmla="*/ 0 h 2579427"/>
                                  <a:gd name="connsiteX1" fmla="*/ 40943 w 191106"/>
                                  <a:gd name="connsiteY1" fmla="*/ 211541 h 2579427"/>
                                  <a:gd name="connsiteX2" fmla="*/ 34119 w 191106"/>
                                  <a:gd name="connsiteY2" fmla="*/ 232012 h 2579427"/>
                                  <a:gd name="connsiteX3" fmla="*/ 40943 w 191106"/>
                                  <a:gd name="connsiteY3" fmla="*/ 313899 h 2579427"/>
                                  <a:gd name="connsiteX4" fmla="*/ 68238 w 191106"/>
                                  <a:gd name="connsiteY4" fmla="*/ 334371 h 2579427"/>
                                  <a:gd name="connsiteX5" fmla="*/ 88710 w 191106"/>
                                  <a:gd name="connsiteY5" fmla="*/ 354842 h 2579427"/>
                                  <a:gd name="connsiteX6" fmla="*/ 95534 w 191106"/>
                                  <a:gd name="connsiteY6" fmla="*/ 375314 h 2579427"/>
                                  <a:gd name="connsiteX7" fmla="*/ 109182 w 191106"/>
                                  <a:gd name="connsiteY7" fmla="*/ 402609 h 2579427"/>
                                  <a:gd name="connsiteX8" fmla="*/ 116006 w 191106"/>
                                  <a:gd name="connsiteY8" fmla="*/ 566383 h 2579427"/>
                                  <a:gd name="connsiteX9" fmla="*/ 109182 w 191106"/>
                                  <a:gd name="connsiteY9" fmla="*/ 655093 h 2579427"/>
                                  <a:gd name="connsiteX10" fmla="*/ 95534 w 191106"/>
                                  <a:gd name="connsiteY10" fmla="*/ 682389 h 2579427"/>
                                  <a:gd name="connsiteX11" fmla="*/ 88710 w 191106"/>
                                  <a:gd name="connsiteY11" fmla="*/ 702860 h 2579427"/>
                                  <a:gd name="connsiteX12" fmla="*/ 81886 w 191106"/>
                                  <a:gd name="connsiteY12" fmla="*/ 798395 h 2579427"/>
                                  <a:gd name="connsiteX13" fmla="*/ 95534 w 191106"/>
                                  <a:gd name="connsiteY13" fmla="*/ 846162 h 2579427"/>
                                  <a:gd name="connsiteX14" fmla="*/ 88710 w 191106"/>
                                  <a:gd name="connsiteY14" fmla="*/ 1057702 h 2579427"/>
                                  <a:gd name="connsiteX15" fmla="*/ 95534 w 191106"/>
                                  <a:gd name="connsiteY15" fmla="*/ 1078174 h 2579427"/>
                                  <a:gd name="connsiteX16" fmla="*/ 102358 w 191106"/>
                                  <a:gd name="connsiteY16" fmla="*/ 1139589 h 2579427"/>
                                  <a:gd name="connsiteX17" fmla="*/ 109182 w 191106"/>
                                  <a:gd name="connsiteY17" fmla="*/ 1160060 h 2579427"/>
                                  <a:gd name="connsiteX18" fmla="*/ 116006 w 191106"/>
                                  <a:gd name="connsiteY18" fmla="*/ 1194180 h 2579427"/>
                                  <a:gd name="connsiteX19" fmla="*/ 129653 w 191106"/>
                                  <a:gd name="connsiteY19" fmla="*/ 1235123 h 2579427"/>
                                  <a:gd name="connsiteX20" fmla="*/ 170597 w 191106"/>
                                  <a:gd name="connsiteY20" fmla="*/ 1276066 h 2579427"/>
                                  <a:gd name="connsiteX21" fmla="*/ 184244 w 191106"/>
                                  <a:gd name="connsiteY21" fmla="*/ 1303362 h 2579427"/>
                                  <a:gd name="connsiteX22" fmla="*/ 184244 w 191106"/>
                                  <a:gd name="connsiteY22" fmla="*/ 1951630 h 2579427"/>
                                  <a:gd name="connsiteX23" fmla="*/ 177420 w 191106"/>
                                  <a:gd name="connsiteY23" fmla="*/ 1985750 h 2579427"/>
                                  <a:gd name="connsiteX24" fmla="*/ 170597 w 191106"/>
                                  <a:gd name="connsiteY24" fmla="*/ 2033517 h 2579427"/>
                                  <a:gd name="connsiteX25" fmla="*/ 156949 w 191106"/>
                                  <a:gd name="connsiteY25" fmla="*/ 2074460 h 2579427"/>
                                  <a:gd name="connsiteX26" fmla="*/ 163773 w 191106"/>
                                  <a:gd name="connsiteY26" fmla="*/ 2169995 h 2579427"/>
                                  <a:gd name="connsiteX27" fmla="*/ 177420 w 191106"/>
                                  <a:gd name="connsiteY27" fmla="*/ 2210938 h 2579427"/>
                                  <a:gd name="connsiteX28" fmla="*/ 177420 w 191106"/>
                                  <a:gd name="connsiteY28" fmla="*/ 2463421 h 2579427"/>
                                  <a:gd name="connsiteX29" fmla="*/ 163773 w 191106"/>
                                  <a:gd name="connsiteY29" fmla="*/ 2538484 h 2579427"/>
                                  <a:gd name="connsiteX30" fmla="*/ 150125 w 191106"/>
                                  <a:gd name="connsiteY30" fmla="*/ 2558956 h 2579427"/>
                                  <a:gd name="connsiteX31" fmla="*/ 143301 w 191106"/>
                                  <a:gd name="connsiteY31" fmla="*/ 2579427 h 257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191106" h="2579427">
                                    <a:moveTo>
                                      <a:pt x="0" y="0"/>
                                    </a:moveTo>
                                    <a:cubicBezTo>
                                      <a:pt x="75533" y="113301"/>
                                      <a:pt x="62215" y="55547"/>
                                      <a:pt x="40943" y="211541"/>
                                    </a:cubicBezTo>
                                    <a:cubicBezTo>
                                      <a:pt x="39971" y="218668"/>
                                      <a:pt x="36394" y="225188"/>
                                      <a:pt x="34119" y="232012"/>
                                    </a:cubicBezTo>
                                    <a:cubicBezTo>
                                      <a:pt x="36394" y="259308"/>
                                      <a:pt x="32282" y="287914"/>
                                      <a:pt x="40943" y="313899"/>
                                    </a:cubicBezTo>
                                    <a:cubicBezTo>
                                      <a:pt x="44539" y="324688"/>
                                      <a:pt x="59603" y="326970"/>
                                      <a:pt x="68238" y="334371"/>
                                    </a:cubicBezTo>
                                    <a:cubicBezTo>
                                      <a:pt x="75565" y="340651"/>
                                      <a:pt x="81886" y="348018"/>
                                      <a:pt x="88710" y="354842"/>
                                    </a:cubicBezTo>
                                    <a:cubicBezTo>
                                      <a:pt x="90985" y="361666"/>
                                      <a:pt x="92700" y="368702"/>
                                      <a:pt x="95534" y="375314"/>
                                    </a:cubicBezTo>
                                    <a:cubicBezTo>
                                      <a:pt x="99541" y="384664"/>
                                      <a:pt x="108098" y="392495"/>
                                      <a:pt x="109182" y="402609"/>
                                    </a:cubicBezTo>
                                    <a:cubicBezTo>
                                      <a:pt x="115003" y="456937"/>
                                      <a:pt x="113731" y="511792"/>
                                      <a:pt x="116006" y="566383"/>
                                    </a:cubicBezTo>
                                    <a:cubicBezTo>
                                      <a:pt x="113731" y="595953"/>
                                      <a:pt x="114336" y="625887"/>
                                      <a:pt x="109182" y="655093"/>
                                    </a:cubicBezTo>
                                    <a:cubicBezTo>
                                      <a:pt x="107414" y="665111"/>
                                      <a:pt x="99541" y="673039"/>
                                      <a:pt x="95534" y="682389"/>
                                    </a:cubicBezTo>
                                    <a:cubicBezTo>
                                      <a:pt x="92701" y="689000"/>
                                      <a:pt x="90985" y="696036"/>
                                      <a:pt x="88710" y="702860"/>
                                    </a:cubicBezTo>
                                    <a:cubicBezTo>
                                      <a:pt x="86435" y="734705"/>
                                      <a:pt x="81886" y="766469"/>
                                      <a:pt x="81886" y="798395"/>
                                    </a:cubicBezTo>
                                    <a:cubicBezTo>
                                      <a:pt x="81886" y="806962"/>
                                      <a:pt x="92316" y="836509"/>
                                      <a:pt x="95534" y="846162"/>
                                    </a:cubicBezTo>
                                    <a:cubicBezTo>
                                      <a:pt x="77262" y="955792"/>
                                      <a:pt x="76536" y="923788"/>
                                      <a:pt x="88710" y="1057702"/>
                                    </a:cubicBezTo>
                                    <a:cubicBezTo>
                                      <a:pt x="89361" y="1064866"/>
                                      <a:pt x="93259" y="1071350"/>
                                      <a:pt x="95534" y="1078174"/>
                                    </a:cubicBezTo>
                                    <a:cubicBezTo>
                                      <a:pt x="97809" y="1098646"/>
                                      <a:pt x="98972" y="1119272"/>
                                      <a:pt x="102358" y="1139589"/>
                                    </a:cubicBezTo>
                                    <a:cubicBezTo>
                                      <a:pt x="103541" y="1146684"/>
                                      <a:pt x="107437" y="1153082"/>
                                      <a:pt x="109182" y="1160060"/>
                                    </a:cubicBezTo>
                                    <a:cubicBezTo>
                                      <a:pt x="111995" y="1171312"/>
                                      <a:pt x="112954" y="1182990"/>
                                      <a:pt x="116006" y="1194180"/>
                                    </a:cubicBezTo>
                                    <a:cubicBezTo>
                                      <a:pt x="119791" y="1208059"/>
                                      <a:pt x="121673" y="1223153"/>
                                      <a:pt x="129653" y="1235123"/>
                                    </a:cubicBezTo>
                                    <a:cubicBezTo>
                                      <a:pt x="140359" y="1251182"/>
                                      <a:pt x="170597" y="1276066"/>
                                      <a:pt x="170597" y="1276066"/>
                                    </a:cubicBezTo>
                                    <a:cubicBezTo>
                                      <a:pt x="175146" y="1285165"/>
                                      <a:pt x="183622" y="1293209"/>
                                      <a:pt x="184244" y="1303362"/>
                                    </a:cubicBezTo>
                                    <a:cubicBezTo>
                                      <a:pt x="195612" y="1489049"/>
                                      <a:pt x="190874" y="1769298"/>
                                      <a:pt x="184244" y="1951630"/>
                                    </a:cubicBezTo>
                                    <a:cubicBezTo>
                                      <a:pt x="183823" y="1963221"/>
                                      <a:pt x="179327" y="1974309"/>
                                      <a:pt x="177420" y="1985750"/>
                                    </a:cubicBezTo>
                                    <a:cubicBezTo>
                                      <a:pt x="174776" y="2001615"/>
                                      <a:pt x="174214" y="2017845"/>
                                      <a:pt x="170597" y="2033517"/>
                                    </a:cubicBezTo>
                                    <a:cubicBezTo>
                                      <a:pt x="167362" y="2047535"/>
                                      <a:pt x="156949" y="2074460"/>
                                      <a:pt x="156949" y="2074460"/>
                                    </a:cubicBezTo>
                                    <a:cubicBezTo>
                                      <a:pt x="159224" y="2106305"/>
                                      <a:pt x="159037" y="2138422"/>
                                      <a:pt x="163773" y="2169995"/>
                                    </a:cubicBezTo>
                                    <a:cubicBezTo>
                                      <a:pt x="165907" y="2184222"/>
                                      <a:pt x="177420" y="2210938"/>
                                      <a:pt x="177420" y="2210938"/>
                                    </a:cubicBezTo>
                                    <a:cubicBezTo>
                                      <a:pt x="184878" y="2352646"/>
                                      <a:pt x="188086" y="2324760"/>
                                      <a:pt x="177420" y="2463421"/>
                                    </a:cubicBezTo>
                                    <a:cubicBezTo>
                                      <a:pt x="176137" y="2480104"/>
                                      <a:pt x="173873" y="2518283"/>
                                      <a:pt x="163773" y="2538484"/>
                                    </a:cubicBezTo>
                                    <a:cubicBezTo>
                                      <a:pt x="160105" y="2545820"/>
                                      <a:pt x="153793" y="2551620"/>
                                      <a:pt x="150125" y="2558956"/>
                                    </a:cubicBezTo>
                                    <a:cubicBezTo>
                                      <a:pt x="146908" y="2565389"/>
                                      <a:pt x="143301" y="2579427"/>
                                      <a:pt x="143301" y="2579427"/>
                                    </a:cubicBezTo>
                                  </a:path>
                                </a:pathLst>
                              </a:custGeom>
                              <a:noFill/>
                              <a:ln w="222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 o:spid="_x0000_s1026" style="position:absolute;margin-left:121.35pt;margin-top:98.4pt;width:15.05pt;height:203.1pt;z-index:251659264;visibility:visible;mso-wrap-style:square;mso-wrap-distance-left:9pt;mso-wrap-distance-top:0;mso-wrap-distance-right:9pt;mso-wrap-distance-bottom:0;mso-position-horizontal:absolute;mso-position-horizontal-relative:text;mso-position-vertical:absolute;mso-position-vertical-relative:page;v-text-anchor:middle" coordsize="191106,257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V1vQkAACkpAAAOAAAAZHJzL2Uyb0RvYy54bWysWltv3LgVfi/Q/yDMY4HG4p004izSLFwU&#10;CHaDJsW2j7JGEw8wI00lOXb21/fjRRpScSGq6MtYMnXOx3Ph0eEnvv3p5XwqvjX9cOzaux15U+6K&#10;pq27/bH9erf7x5f7P+tdMYxVu69OXdvc7b43w+6nd3/8w9vny21Du8futG/6Akra4fb5crd7HMfL&#10;7c3NUD8252p4012aFoOHrj9XI277rzf7vnqG9vPphpalvHnu+v2l7+pmGPDfn/3g7p3Tfzg09fjr&#10;4TA0Y3G622Fuo/vt3e+D/b1597a6/dpXl8djHaZR/Q+zOFfHFqCzqp+rsSqe+uMPqs7Huu+G7jC+&#10;qbvzTXc4HOvG2QBrSLmw5vNjdWmcLXDOcJndNPz/1Na/fPvUF8f93Y7uirY6I0T3fdNYhxfUeuf5&#10;Mtzioc+XT324G3BpTX059Gf7F0YUL86j32ePNi9jUeOfxBBSyl1RY4gKZThVVunNVbp+Gsa/Np3T&#10;VH37OIw+IntcOX/uw6zqrm2H49j8E1E8nE8I0p9uirJ4LgJEEFs8/a/06ccimgSC9YNyEinnpeFs&#10;FSCWoIQITopVFLh6NoFxQswqSixBGVKFrqOwCCXPlliCEaaNWUfhEYrUlOlVW2IJxjhTGR4TEYrW&#10;iqwHPpZggmue4TEk6hwXIwTjq7bEEkwJRvi6x1SEQkpDNF2FiUV4SWWZERgU3tkYQiRq5SpMLCKk&#10;ZJqtW2NimDxrYhEpRGkyYEi8kPNik4i41MzwGonXc16mJSKqpFqW624j8YrWROv16CQiymhmRAZO&#10;vKYz/RaLaC6JzFg6JF7VmX6LRUgpFHyXYVC8sDMNikVIqTRRGcuUxGublJSJ9dKWyhBESOfkXLy8&#10;MysCSWTc8s7JuniFZxYFksoYTnQOUrzICTVSZLxKUxkmCM2oDDSuDESVwqjVQpfKUCVLKddTj8a1&#10;geCNwtdfEKkMKxnLWU00rg65SImMEUSyjDjReLETpThdf7WmMkYLJXKQkuWeGadYhsJ5gqiMOCXr&#10;XUjDMxqsWIaWivOcKk6TGiGZUutZnshQIo3JqePom6PXeWacYhlKUVnQna03p8l6z0SKZSiXjNOM&#10;po4m6z3Te7EMFUyjs1u3iSU1QqB9Fqs1IpGhApVcZNQIltQIzlhJ1pFimbBBSW3CfunrtCOqHqdN&#10;Uv3Shl0SrorK7rhLtwm9dIPdkcVbJuy/plvsifwWDFJ2i7UijMnFwmSTMGpSLOx2lDAmDxmlKRZm&#10;m5BROWJhvkkYxSAWFpuEURNiYblJGEs2Fp52y3kOwyqMhfUmZCysWNhsEra9diyN+005tkyybVlm&#10;O+MEfVuekUWi4X7T5BephlZ4k/gi2ci2bLMtZ2L7tnyzfWQivi3jbHOYiG/LObJIOtxvcZ1t42J0&#10;3G8SX2QderVN4ousQ9O2SXyRdeiqNokvso5uyzq6yDrcb0JfZB2amk3ii6ybWcG8OkcXWYf7TeiL&#10;rEMfskXcNgZx1uF+k/gi69AxROL+5Rhe6z3oa0tcnxxxPe4KENf9rgBx/WBlqttLNdpuYLosnq+M&#10;6+OVcLXD5+5b86VzD44LthaQ19H66eFY/6X5PX5WgQrzyUqIbWgCttMj0Vf6VBJCcFc8MC035DhH&#10;5yrPi05mJgiv4TFjlHcSJVpKF9xJKZPM+MynVIA2iefiqFQP6CjSfMCrUmFYmSqlVPuFTrUyvrZP&#10;k7la6NnSbEDOBfNJyNAtp1YII0vvbUalUS65JkDHYjkLPXGaDYgQSh8mxkspkhA69skr5bpERfep&#10;5WLomBw/5jjUbEBTYl/oBUEgSVceJisMVaVfQ0xqkD4xoGN0vJyjU/MBDah3LwjOSrpqOAGSUmM6&#10;ftBQblytuw5aCtYNemo1GxJsfxlCxbHLZEn2Y6kouxlApRCEKJNY6akXP+h41g2YV7VGGOFeGrMp&#10;BBsOX5klFYhd7FlPLDlMT7rmY2I7bPk9mCKRO+A7owzB7jX4XSrQG66UTvO5BtPTr9mINkO876Q2&#10;JZIlBpwzS9qVkmTWNV09D5sNqCVnPl0V4+AmYsDr+lDIK5lYGI05QjYf0FK+zqW6hB1JdhjKQlen&#10;mQQ9Hk/m6lLPzGYDKkWBYmMIFYt0VGDn/GQArdJydHVpoGizEbVh0gcRnwA5CnliB6PCV0AQsoSJ&#10;NMT224uba2BrszGNwkoPkgZBTTG1Ud4FyGGkWOJ0z/B6UU/cZoOSEh+YgqUEtUcvio/CN66gWODt&#10;soCdq48vCnMzsfqatEaglNmQosAQhl1QtEwISFcRnIj6Zkzi4agAQYuldPOtJQbvQQ9LUVgRxhgW&#10;jJYKzQJFHi8KlCOCg6zjd/NhObwcQos3vy3ZMazjE4NiR+euj9pWa93JSiCkQbEGqZqUBoIFarla&#10;GwJq0HSkvnAUsR/1zG++tSCbwq6WcJRAnio2pVYhtkoaindb7IsI1tPA+bCa4ROun7GRDL1doljB&#10;xJDJBkm9sNZRhUHWccL5sIor5Z2MMx1E+i3w9BbB1xoaXj/48K00T0NwjXwgiPNhkamhJtKSo91I&#10;FTvi2NkT+ODEF6+O5qWUMBS7NZs04GTB0i9gTRnKBcUneO53lbMvHEsaZB11vMFaYUofPbTV0LtY&#10;QJb694o9U5xYe41t4JHzYcHQKt974RMaXZRkvAXL8B7EsQaOlfvfYD2pnA+rJBowb4/tasu0Jium&#10;Q5Wyuwiq0zYqcrJnmPNhJaB8TaaCC+0ZiTl6gmEJ+UkJ1JLlqOWlp1FLN+fDoi3BtsWlFBp9nNxI&#10;3Oho6DA6n8GZJ/Xq6CKTcWv3mu7kzrzpdM9cT++03f3xdHKF6NTarShSDPbYPefQnY57O+pu+q8P&#10;H0598a3C1vb+Hu3d9PKJHoPuE9jpG3v8yB84clfj91NjdZzavzcHHFsCy009gj0w1sxqq7pu2pH4&#10;ocdq33g09OtXsEnCGeUUWs0HzHLWHRRMT3olk25YilmG561o486bzcKei3cn2X6cmBeeJRxy146z&#10;8PnYdv1rlp1gVUD2z09O8q6xXnro9t9xqKvv/Gm34VLfH/th/FgN46eqx8kprHMc2Rt/xc/h1CFS&#10;IAfc1a547PrfX/u/fR6nzjC6K55xXO5uN/z7qeqbXXH6W4vzaNgZc6gd3Q0XytaSPh55iEfap/OH&#10;DtFHG4HZuUv7/HiaLg99d/4NJ/veW1QMVW0NbHzDGPvp5sOIewzhqFrdvH/vrnGmDtn5sf18qa1y&#10;69ULLP/y8lvVXwp7ebcbcTbtl246WlfdTofObIrPz1rJtnv/NHaHoz2R5vLQ+zXc4Dyei384O2gP&#10;/MX37qnrCcd3/wEAAP//AwBQSwMEFAAGAAgAAAAhAJ48y+neAAAACwEAAA8AAABkcnMvZG93bnJl&#10;di54bWxMj0FPhDAQhe8m/odmTLy5rejCgpSNMfFgjDGuXvZW6AhEOiW0C/jvHU96m5f35c175X51&#10;g5hxCr0nDdcbBQKp8banVsPH++PVDkSIhqwZPKGGbwywr87PSlNYv9AbzofYCg6hUBgNXYxjIWVo&#10;OnQmbPyIxN6nn5yJLKdW2sksHO4GmSiVSmd64g+dGfGhw+brcHIaUKo6S/M5PqF/WfLX7fFZ5lut&#10;Ly/W+zsQEdf4B8Nvfa4OFXeq/YlsEIOG5DbJGGUjT3kDE0mW8FFrSNWNAlmV8v+G6gcAAP//AwBQ&#10;SwECLQAUAAYACAAAACEAtoM4kv4AAADhAQAAEwAAAAAAAAAAAAAAAAAAAAAAW0NvbnRlbnRfVHlw&#10;ZXNdLnhtbFBLAQItABQABgAIAAAAIQA4/SH/1gAAAJQBAAALAAAAAAAAAAAAAAAAAC8BAABfcmVs&#10;cy8ucmVsc1BLAQItABQABgAIAAAAIQBakZV1vQkAACkpAAAOAAAAAAAAAAAAAAAAAC4CAABkcnMv&#10;ZTJvRG9jLnhtbFBLAQItABQABgAIAAAAIQCePMvp3gAAAAsBAAAPAAAAAAAAAAAAAAAAABcMAABk&#10;cnMvZG93bnJldi54bWxQSwUGAAAAAAQABADzAAAAIg0AAAAA&#10;" path="m,c75533,113301,62215,55547,40943,211541v-972,7127,-4549,13647,-6824,20471c36394,259308,32282,287914,40943,313899v3596,10789,18660,13071,27295,20472c75565,340651,81886,348018,88710,354842v2275,6824,3990,13860,6824,20472c99541,384664,108098,392495,109182,402609v5821,54328,4549,109183,6824,163774c113731,595953,114336,625887,109182,655093v-1768,10018,-9641,17946,-13648,27296c92701,689000,90985,696036,88710,702860v-2275,31845,-6824,63609,-6824,95535c81886,806962,92316,836509,95534,846162,77262,955792,76536,923788,88710,1057702v651,7164,4549,13648,6824,20472c97809,1098646,98972,1119272,102358,1139589v1183,7095,5079,13493,6824,20471c111995,1171312,112954,1182990,116006,1194180v3785,13879,5667,28973,13647,40943c140359,1251182,170597,1276066,170597,1276066v4549,9099,13025,17143,13647,27296c195612,1489049,190874,1769298,184244,1951630v-421,11591,-4917,22679,-6824,34120c174776,2001615,174214,2017845,170597,2033517v-3235,14018,-13648,40943,-13648,40943c159224,2106305,159037,2138422,163773,2169995v2134,14227,13647,40943,13647,40943c184878,2352646,188086,2324760,177420,2463421v-1283,16683,-3547,54862,-13647,75063c160105,2545820,153793,2551620,150125,2558956v-3217,6433,-6824,20471,-6824,20471e" filled="f" strokecolor="red" strokeweight="1.75pt">
                      <v:stroke joinstyle="miter"/>
                      <v:path arrowok="t" o:connecttype="custom" o:connectlocs="0,0;40943,211541;34119,232012;40943,313899;68238,334371;88710,354842;95534,375314;109182,402609;116006,566383;109182,655093;95534,682389;88710,702860;81886,798395;95534,846162;88710,1057702;95534,1078174;102358,1139589;109182,1160060;116006,1194180;129653,1235123;170597,1276066;184244,1303362;184244,1951630;177420,1985750;170597,2033517;156949,2074460;163773,2169995;177420,2210938;177420,2463421;163773,2538484;150125,2558956;143301,2579427" o:connectangles="0,0,0,0,0,0,0,0,0,0,0,0,0,0,0,0,0,0,0,0,0,0,0,0,0,0,0,0,0,0,0,0"/>
                      <w10:wrap anchory="page"/>
                    </v:shape>
                  </w:pict>
                </mc:Fallback>
              </mc:AlternateContent>
            </w:r>
          </w:p>
        </w:tc>
      </w:tr>
      <w:tr w:rsidR="009E0202" w:rsidTr="007E5FF0">
        <w:trPr>
          <w:trHeight w:hRule="exact" w:val="10433"/>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A3045E" w:rsidRDefault="002402AB" w:rsidP="00A3045E">
            <w:pPr>
              <w:pStyle w:val="CUSTOMColumnText"/>
            </w:pPr>
            <w:r w:rsidRPr="00D56794">
              <w:rPr>
                <w:b/>
                <w:u w:val="single"/>
              </w:rPr>
              <w:lastRenderedPageBreak/>
              <w:t>Right Lower Extremity</w:t>
            </w:r>
            <w:r>
              <w:t>:</w:t>
            </w:r>
          </w:p>
          <w:p w:rsidR="00D56794" w:rsidRDefault="00D56794" w:rsidP="00A3045E">
            <w:pPr>
              <w:pStyle w:val="CUSTOMColumnText"/>
            </w:pPr>
          </w:p>
          <w:p w:rsidR="002402AB" w:rsidRDefault="002402AB" w:rsidP="00A3045E">
            <w:pPr>
              <w:pStyle w:val="CUSTOMColumnText"/>
            </w:pPr>
            <w:r>
              <w:t>All deep veins are patent and competent.</w:t>
            </w:r>
          </w:p>
          <w:p w:rsidR="002402AB" w:rsidRDefault="002402AB" w:rsidP="00A3045E">
            <w:pPr>
              <w:pStyle w:val="CUSTOMColumnText"/>
            </w:pPr>
          </w:p>
          <w:p w:rsidR="002402AB" w:rsidRDefault="002402AB" w:rsidP="00A3045E">
            <w:pPr>
              <w:pStyle w:val="CUSTOMColumnText"/>
            </w:pPr>
            <w:r>
              <w:t xml:space="preserve">The GSV in the thigh is of small diameter or previously treated. Patient mentioned previous stripping although unable to determine what was done. </w:t>
            </w:r>
          </w:p>
          <w:p w:rsidR="002402AB" w:rsidRDefault="002402AB" w:rsidP="00A3045E">
            <w:pPr>
              <w:pStyle w:val="CUSTOMColumnText"/>
            </w:pPr>
          </w:p>
          <w:p w:rsidR="002402AB" w:rsidRDefault="002402AB" w:rsidP="00A3045E">
            <w:pPr>
              <w:pStyle w:val="CUSTOMColumnText"/>
            </w:pPr>
            <w:r>
              <w:t xml:space="preserve">There is an anterior accessory thigh vein observed originating from the SFJ tracking the anterior although slightly medial portion of the thigh. The vein is tortuous and bifurcates in the mid-calf tracking anteriorly and medially. </w:t>
            </w:r>
          </w:p>
          <w:p w:rsidR="002402AB" w:rsidRDefault="002402AB" w:rsidP="00A3045E">
            <w:pPr>
              <w:pStyle w:val="CUSTOMColumnText"/>
            </w:pPr>
          </w:p>
          <w:p w:rsidR="002402AB" w:rsidRDefault="002402AB" w:rsidP="00A3045E">
            <w:pPr>
              <w:pStyle w:val="CUSTOMColumnText"/>
            </w:pPr>
            <w:r>
              <w:t xml:space="preserve">An incompetent </w:t>
            </w:r>
            <w:r w:rsidR="00291027">
              <w:t>perforator</w:t>
            </w:r>
            <w:r>
              <w:t xml:space="preserve"> </w:t>
            </w:r>
            <w:r w:rsidR="00291027">
              <w:t xml:space="preserve">is observed 10cm above the medial malleolus where the incompetent vein is </w:t>
            </w:r>
            <w:r w:rsidR="00D56794">
              <w:t>draining</w:t>
            </w:r>
            <w:r w:rsidR="00291027">
              <w:t xml:space="preserve">. </w:t>
            </w:r>
          </w:p>
          <w:p w:rsidR="00D56794" w:rsidRDefault="00D56794" w:rsidP="00A3045E">
            <w:pPr>
              <w:pStyle w:val="CUSTOMColumnText"/>
            </w:pPr>
          </w:p>
          <w:p w:rsidR="00D56794" w:rsidRDefault="00D56794" w:rsidP="00A3045E">
            <w:pPr>
              <w:pStyle w:val="CUSTOMColumnText"/>
            </w:pPr>
            <w:r>
              <w:t xml:space="preserve">The SSV is patent and competent. </w:t>
            </w:r>
          </w:p>
          <w:p w:rsidR="00291027" w:rsidRDefault="00291027" w:rsidP="00A3045E">
            <w:pPr>
              <w:pStyle w:val="CUSTOMColumnText"/>
            </w:pPr>
          </w:p>
          <w:p w:rsidR="00291027" w:rsidRPr="00D56794" w:rsidRDefault="00291027" w:rsidP="00A3045E">
            <w:pPr>
              <w:pStyle w:val="CUSTOMColumnText"/>
              <w:rPr>
                <w:b/>
                <w:u w:val="single"/>
              </w:rPr>
            </w:pPr>
            <w:r w:rsidRPr="00D56794">
              <w:rPr>
                <w:b/>
                <w:u w:val="single"/>
              </w:rPr>
              <w:t>Left Lower Extremity:</w:t>
            </w:r>
          </w:p>
          <w:p w:rsidR="00291027" w:rsidRDefault="00291027" w:rsidP="00A3045E">
            <w:pPr>
              <w:pStyle w:val="CUSTOMColumnText"/>
            </w:pPr>
          </w:p>
          <w:p w:rsidR="00291027" w:rsidRDefault="00291027" w:rsidP="00A3045E">
            <w:pPr>
              <w:pStyle w:val="CUSTOMColumnText"/>
            </w:pPr>
            <w:r>
              <w:t>All deep veins are patent and competent.</w:t>
            </w:r>
          </w:p>
          <w:p w:rsidR="00291027" w:rsidRDefault="00291027" w:rsidP="00A3045E">
            <w:pPr>
              <w:pStyle w:val="CUSTOMColumnText"/>
            </w:pPr>
          </w:p>
          <w:p w:rsidR="00291027" w:rsidRDefault="00291027" w:rsidP="00A3045E">
            <w:pPr>
              <w:pStyle w:val="CUSTOMColumnText"/>
            </w:pPr>
            <w:r>
              <w:t>Similar findings to the left, regarding SFJ and GSV.</w:t>
            </w:r>
          </w:p>
          <w:p w:rsidR="00291027" w:rsidRDefault="00291027" w:rsidP="00A3045E">
            <w:pPr>
              <w:pStyle w:val="CUSTOMColumnText"/>
            </w:pPr>
          </w:p>
          <w:p w:rsidR="00291027" w:rsidRDefault="00291027" w:rsidP="00A3045E">
            <w:pPr>
              <w:pStyle w:val="CUSTOMColumnText"/>
            </w:pPr>
            <w:r>
              <w:t>There is anterior accessory vein observed originating from the SFJ. The vein tracks for a short segme</w:t>
            </w:r>
            <w:r w:rsidR="00897688">
              <w:t xml:space="preserve">nt then bifurcates in the thigh. One varicose vein branch tracks anteriorly then communicates with the anterior accessory thigh vein tracking the medial portion of the calf. </w:t>
            </w:r>
            <w:r w:rsidR="00D56794">
              <w:t xml:space="preserve">Another branch, tracks to the posterior portion of the calf. </w:t>
            </w:r>
          </w:p>
          <w:p w:rsidR="00D56794" w:rsidRDefault="00D56794" w:rsidP="00A3045E">
            <w:pPr>
              <w:pStyle w:val="CUSTOMColumnText"/>
            </w:pPr>
          </w:p>
          <w:p w:rsidR="00291027" w:rsidRDefault="00D56794" w:rsidP="00A3045E">
            <w:pPr>
              <w:pStyle w:val="CUSTOMColumnText"/>
            </w:pPr>
            <w:r>
              <w:t xml:space="preserve">No deep incompetent perforators. </w:t>
            </w:r>
          </w:p>
          <w:p w:rsidR="002402AB" w:rsidRDefault="002402AB" w:rsidP="00A3045E">
            <w:pPr>
              <w:pStyle w:val="CUSTOMColumnText"/>
            </w:pPr>
          </w:p>
          <w:p w:rsidR="00D56794" w:rsidRDefault="00D56794" w:rsidP="00D56794">
            <w:pPr>
              <w:pStyle w:val="CUSTOMColumnText"/>
            </w:pPr>
            <w:r>
              <w:t xml:space="preserve">The SSV is patent and competent. </w:t>
            </w:r>
          </w:p>
          <w:p w:rsidR="00D56794" w:rsidRPr="00D56794" w:rsidRDefault="00D56794" w:rsidP="00A3045E">
            <w:pPr>
              <w:pStyle w:val="CUSTOMColumnText"/>
              <w:rPr>
                <w:b/>
              </w:rPr>
            </w:pPr>
            <w:bookmarkStart w:id="0" w:name="_GoBack"/>
            <w:bookmarkEnd w:id="0"/>
          </w:p>
        </w:tc>
      </w:tr>
      <w:tr w:rsidR="009D4370" w:rsidTr="007E5FF0">
        <w:trPr>
          <w:trHeight w:hRule="exact" w:val="1701"/>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Default="009D4370" w:rsidP="009D4370">
            <w:pPr>
              <w:pStyle w:val="CUSTOMColumnText"/>
            </w:pPr>
          </w:p>
        </w:tc>
      </w:tr>
    </w:tbl>
    <w:p w:rsidR="00F97841" w:rsidRDefault="00F97841" w:rsidP="008C4F7F">
      <w:pPr>
        <w:pStyle w:val="CUSTOMNormal"/>
      </w:pPr>
    </w:p>
    <w:sectPr w:rsidR="00F97841" w:rsidSect="00021342">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910" w:rsidRDefault="00A04910" w:rsidP="005748E3">
      <w:pPr>
        <w:spacing w:after="0" w:line="240" w:lineRule="auto"/>
      </w:pPr>
      <w:r>
        <w:separator/>
      </w:r>
    </w:p>
  </w:endnote>
  <w:endnote w:type="continuationSeparator" w:id="0">
    <w:p w:rsidR="00A04910" w:rsidRDefault="00A04910"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pPr>
      <w:pStyle w:val="Footer"/>
    </w:pPr>
    <w:r>
      <w:rPr>
        <w:noProof/>
        <w:lang w:eastAsia="en-GB"/>
      </w:rPr>
      <mc:AlternateContent>
        <mc:Choice Requires="wpg">
          <w:drawing>
            <wp:anchor distT="0" distB="0" distL="114300" distR="114300" simplePos="0" relativeHeight="251655168" behindDoc="0" locked="0" layoutInCell="1" allowOverlap="1">
              <wp:simplePos x="0" y="0"/>
              <wp:positionH relativeFrom="column">
                <wp:posOffset>1123315</wp:posOffset>
              </wp:positionH>
              <wp:positionV relativeFrom="paragraph">
                <wp:posOffset>-1043305</wp:posOffset>
              </wp:positionV>
              <wp:extent cx="4394200" cy="334645"/>
              <wp:effectExtent l="8890" t="13970" r="0" b="22860"/>
              <wp:wrapNone/>
              <wp:docPr id="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0" cy="334645"/>
                        <a:chOff x="1450" y="14461"/>
                        <a:chExt cx="6920" cy="527"/>
                      </a:xfrm>
                    </wpg:grpSpPr>
                    <wpg:grpSp>
                      <wpg:cNvPr id="15" name="Group 60"/>
                      <wpg:cNvGrpSpPr>
                        <a:grpSpLocks/>
                      </wpg:cNvGrpSpPr>
                      <wpg:grpSpPr bwMode="auto">
                        <a:xfrm>
                          <a:off x="3746" y="14517"/>
                          <a:ext cx="1534" cy="377"/>
                          <a:chOff x="3656" y="14517"/>
                          <a:chExt cx="1534" cy="377"/>
                        </a:xfrm>
                      </wpg:grpSpPr>
                      <wps:wsp>
                        <wps:cNvPr id="65" name="Rectangle 58"/>
                        <wps:cNvSpPr>
                          <a:spLocks noChangeArrowheads="1"/>
                        </wps:cNvSpPr>
                        <wps:spPr bwMode="auto">
                          <a:xfrm>
                            <a:off x="3656" y="14517"/>
                            <a:ext cx="369" cy="369"/>
                          </a:xfrm>
                          <a:prstGeom prst="rect">
                            <a:avLst/>
                          </a:prstGeom>
                          <a:solidFill>
                            <a:srgbClr val="ADE0F9"/>
                          </a:solidFill>
                          <a:ln w="6350">
                            <a:solidFill>
                              <a:srgbClr val="000000"/>
                            </a:solidFill>
                            <a:miter lim="800000"/>
                            <a:headEnd/>
                            <a:tailEnd/>
                          </a:ln>
                        </wps:spPr>
                        <wps:bodyPr rot="0" vert="horz" wrap="square" lIns="91440" tIns="45720" rIns="91440" bIns="45720" anchor="t" anchorCtr="0" upright="1">
                          <a:noAutofit/>
                        </wps:bodyPr>
                      </wps:wsp>
                      <wps:wsp>
                        <wps:cNvPr id="76" name="Text Box 59"/>
                        <wps:cNvSpPr txBox="1">
                          <a:spLocks noChangeArrowheads="1"/>
                        </wps:cNvSpPr>
                        <wps:spPr bwMode="auto">
                          <a:xfrm>
                            <a:off x="4139" y="14572"/>
                            <a:ext cx="105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Competent superficial vein</w:t>
                              </w:r>
                            </w:p>
                          </w:txbxContent>
                        </wps:txbx>
                        <wps:bodyPr rot="0" vert="horz" wrap="square" lIns="0" tIns="0" rIns="0" bIns="0" anchor="t" anchorCtr="0" upright="1">
                          <a:spAutoFit/>
                        </wps:bodyPr>
                      </wps:wsp>
                    </wpg:grpSp>
                    <wpg:grpSp>
                      <wpg:cNvPr id="79" name="Group 67"/>
                      <wpg:cNvGrpSpPr>
                        <a:grpSpLocks/>
                      </wpg:cNvGrpSpPr>
                      <wpg:grpSpPr bwMode="auto">
                        <a:xfrm>
                          <a:off x="5512" y="14517"/>
                          <a:ext cx="1403" cy="377"/>
                          <a:chOff x="5512" y="14517"/>
                          <a:chExt cx="1403" cy="377"/>
                        </a:xfrm>
                      </wpg:grpSpPr>
                      <wps:wsp>
                        <wps:cNvPr id="80" name="Rectangle 62"/>
                        <wps:cNvSpPr>
                          <a:spLocks noChangeArrowheads="1"/>
                        </wps:cNvSpPr>
                        <wps:spPr bwMode="auto">
                          <a:xfrm>
                            <a:off x="5512" y="14517"/>
                            <a:ext cx="369" cy="369"/>
                          </a:xfrm>
                          <a:prstGeom prst="rect">
                            <a:avLst/>
                          </a:prstGeom>
                          <a:solidFill>
                            <a:srgbClr val="679AD1"/>
                          </a:solidFill>
                          <a:ln w="6350">
                            <a:solidFill>
                              <a:srgbClr val="000000"/>
                            </a:solidFill>
                            <a:miter lim="800000"/>
                            <a:headEnd/>
                            <a:tailEnd/>
                          </a:ln>
                        </wps:spPr>
                        <wps:bodyPr rot="0" vert="horz" wrap="square" lIns="91440" tIns="45720" rIns="91440" bIns="45720" anchor="t" anchorCtr="0" upright="1">
                          <a:noAutofit/>
                        </wps:bodyPr>
                      </wps:wsp>
                      <wps:wsp>
                        <wps:cNvPr id="81" name="Text Box 63"/>
                        <wps:cNvSpPr txBox="1">
                          <a:spLocks noChangeArrowheads="1"/>
                        </wps:cNvSpPr>
                        <wps:spPr bwMode="auto">
                          <a:xfrm>
                            <a:off x="5995" y="14572"/>
                            <a:ext cx="920"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Competent deep vein</w:t>
                              </w:r>
                            </w:p>
                          </w:txbxContent>
                        </wps:txbx>
                        <wps:bodyPr rot="0" vert="horz" wrap="square" lIns="0" tIns="0" rIns="0" bIns="0" anchor="t" anchorCtr="0" upright="1">
                          <a:spAutoFit/>
                        </wps:bodyPr>
                      </wps:wsp>
                    </wpg:grpSp>
                    <wpg:grpSp>
                      <wpg:cNvPr id="82" name="Group 64"/>
                      <wpg:cNvGrpSpPr>
                        <a:grpSpLocks/>
                      </wpg:cNvGrpSpPr>
                      <wpg:grpSpPr bwMode="auto">
                        <a:xfrm>
                          <a:off x="7046" y="14517"/>
                          <a:ext cx="1324" cy="377"/>
                          <a:chOff x="2299" y="14517"/>
                          <a:chExt cx="1324" cy="377"/>
                        </a:xfrm>
                      </wpg:grpSpPr>
                      <wps:wsp>
                        <wps:cNvPr id="83" name="Rectangle 65"/>
                        <wps:cNvSpPr>
                          <a:spLocks noChangeArrowheads="1"/>
                        </wps:cNvSpPr>
                        <wps:spPr bwMode="auto">
                          <a:xfrm>
                            <a:off x="2299" y="14517"/>
                            <a:ext cx="369" cy="369"/>
                          </a:xfrm>
                          <a:prstGeom prst="rect">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wps:wsp>
                        <wps:cNvPr id="84" name="Text Box 66"/>
                        <wps:cNvSpPr txBox="1">
                          <a:spLocks noChangeArrowheads="1"/>
                        </wps:cNvSpPr>
                        <wps:spPr bwMode="auto">
                          <a:xfrm>
                            <a:off x="2782" y="14572"/>
                            <a:ext cx="84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sidRPr="00B8442D">
                                <w:rPr>
                                  <w:sz w:val="14"/>
                                  <w:szCs w:val="14"/>
                                </w:rPr>
                                <w:t>Deep vein scarring</w:t>
                              </w:r>
                            </w:p>
                          </w:txbxContent>
                        </wps:txbx>
                        <wps:bodyPr rot="0" vert="horz" wrap="square" lIns="0" tIns="0" rIns="0" bIns="0" anchor="t" anchorCtr="0" upright="1">
                          <a:spAutoFit/>
                        </wps:bodyPr>
                      </wps:wsp>
                    </wpg:grpSp>
                    <wpg:grpSp>
                      <wpg:cNvPr id="85" name="Group 69"/>
                      <wpg:cNvGrpSpPr>
                        <a:grpSpLocks/>
                      </wpg:cNvGrpSpPr>
                      <wpg:grpSpPr bwMode="auto">
                        <a:xfrm>
                          <a:off x="1450" y="14461"/>
                          <a:ext cx="2185" cy="527"/>
                          <a:chOff x="1180" y="14461"/>
                          <a:chExt cx="2185" cy="527"/>
                        </a:xfrm>
                      </wpg:grpSpPr>
                      <wps:wsp>
                        <wps:cNvPr id="86" name="Rectangle 52"/>
                        <wps:cNvSpPr>
                          <a:spLocks noChangeArrowheads="1"/>
                        </wps:cNvSpPr>
                        <wps:spPr bwMode="auto">
                          <a:xfrm>
                            <a:off x="1180" y="14517"/>
                            <a:ext cx="369" cy="369"/>
                          </a:xfrm>
                          <a:prstGeom prst="rect">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wps:wsp>
                        <wps:cNvPr id="87" name="Text Box 53"/>
                        <wps:cNvSpPr txBox="1">
                          <a:spLocks noChangeArrowheads="1"/>
                        </wps:cNvSpPr>
                        <wps:spPr bwMode="auto">
                          <a:xfrm>
                            <a:off x="1833" y="14572"/>
                            <a:ext cx="1532"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4910" w:rsidRPr="00B8442D" w:rsidRDefault="00A04910" w:rsidP="00130369">
                              <w:pPr>
                                <w:pStyle w:val="CUSTOMNormal"/>
                                <w:tabs>
                                  <w:tab w:val="left" w:pos="392"/>
                                </w:tabs>
                                <w:rPr>
                                  <w:sz w:val="14"/>
                                  <w:szCs w:val="14"/>
                                </w:rPr>
                              </w:pPr>
                              <w:r>
                                <w:rPr>
                                  <w:sz w:val="14"/>
                                  <w:szCs w:val="14"/>
                                </w:rPr>
                                <w:t>Arrow down and red colour denotes reflux</w:t>
                              </w:r>
                            </w:p>
                          </w:txbxContent>
                        </wps:txbx>
                        <wps:bodyPr rot="0" vert="horz" wrap="square" lIns="0" tIns="0" rIns="0" bIns="0" anchor="t" anchorCtr="0" upright="1">
                          <a:spAutoFit/>
                        </wps:bodyPr>
                      </wps:wsp>
                      <wps:wsp>
                        <wps:cNvPr id="88" name="AutoShape 68"/>
                        <wps:cNvCnPr>
                          <a:cxnSpLocks noChangeShapeType="1"/>
                        </wps:cNvCnPr>
                        <wps:spPr bwMode="auto">
                          <a:xfrm>
                            <a:off x="1679" y="14461"/>
                            <a:ext cx="0" cy="527"/>
                          </a:xfrm>
                          <a:prstGeom prst="straightConnector1">
                            <a:avLst/>
                          </a:prstGeom>
                          <a:noFill/>
                          <a:ln w="127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70" o:spid="_x0000_s1034" style="position:absolute;margin-left:88.45pt;margin-top:-82.15pt;width:346pt;height:26.35pt;z-index:251655168" coordorigin="1450,14461" coordsize="692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qoxZgYAAMAmAAAOAAAAZHJzL2Uyb0RvYy54bWzsWutv2zYQ/z5g/wOh76pFiXqiTuH4UQzo&#10;tmLpsM+MJFvCZFGjlNjpsP99R1Ki5VfrprOTAU4AgxIfOt4d73cPvn23XhboMeV1zsqhgd9YBkrL&#10;mCV5uRgav3+amYGB6oaWCS1YmQ6Np7Q23t38+MPbVRWlNstYkaQcwSJlHa2qoZE1TRUNBnWcpUta&#10;v2FVWkLnnPElbeCRLwYJpytYfVkMbMvyBivGk4qzOK1reDtRncaNXH8+T+Pm1/m8ThtUDA2grZG/&#10;XP7ei9/BzVsaLTitsjxuyaDPoGJJ8xI+qpea0IaiB57vLbXMY85qNm/exGw5YPN5HqdyD7AbbO3s&#10;5j1nD5XcyyJaLSrNJmDtDp+evWz8y+NHjvIEZGegki5BRPKryJe8WVWLCIa859Vd9ZGrDULzA4v/&#10;rIF1g91+8bxQg9H96meWwHr0oWGSN+s5X4olYNdoLUXwpEWQrhsUw0vihATkaqAY+hyHeMRVMooz&#10;EKSYhokL3dCLCfFw1zlt53uh3U52bV90DmikvitpbWkT6tESqpobNtjbbPDOzgbHJ167HxdLkmnU&#10;cQO7DmlZ4bddmg+O5+7Ni7OOD3szj/IBzl29Ua36+1TrLqNVKjW2FnrTqpbT8fQ3OI+0XBQpcgMh&#10;nFUlh3W6VSvFQiUbZzAsHXHOVllKE6BKShpk2JsgHmpQy69q2iFWdSx2vLDlMDT6+kKjitfN+5Qt&#10;kWgMDQ7ESz2mjx/qRg3thgi1rlmRJ7O8KOQDX9yPC44eKRie0WRqzbrVt4YVJVoNDc8Blf7yEpb8&#10;awncWmKZN2BBi3w5NAI9iEaCbdMyATJp1NC8UG3QgqKU51axTongniVPwEbOlHkEcw6NjPHPBlqB&#10;aRwa9V8PlKcGKn4qQRQhnDxhS+UDcX1x4ni/577fQ8sYlhoajYFUc9wo+/tQ8XyRwZew3HvJRmAo&#10;5rnkrBCtoqolFnRU0Xp2ZYUDp+zgJ6Eit2yNXCm6nuqhZg3vO8LPpbUEO6Ca0tABj4Xoe4bBcsFe&#10;Sxtpyy59vL9ZbUsmdFauLlSDRvpFqyzwVQmkSuklDdDsqJEg93dohdNgGhCT2N7UJNZkYo5mY2J6&#10;M+y7E2cyHk/wP0LMmERZniRpKT7aAS4mp1mdFvoVVGrI3ToNdf/czeTf/qEZbJMhQQKEvbMlbBPr&#10;1g7NmRf4JpkR1wx9KzAtHN6GnkVCMpltb+lDXqbfv6VLGwQtEUH+hhUgfGCJFLS0usLQqhPYrO/X&#10;0mMggrObk3qy/dC2Q9sNaCibAY1T7UVdCXsx+5K92EC+oPMI4AOI9v0eT+Lsrl8jHLv/yu9xXQxO&#10;hjrXe4BPLABLea73AP/QvB7g787UFmHDhU6CZ7ehfsfTDeB70kz1jKg4becynYdYdUnA9/xwNFEe&#10;y45fcAX8Vwf4EKHuAL7ndJYNfFjhnF4G8N0wdDvDsAv4Oqxxrnh/1M++4v0JAcDz8V5G4v97vAef&#10;egvvWy/mfHkO3/pCgO/YRwN82w61/9/5CT283535kniPwW9TTO0BvlaX1oieE/AP8eqSgC8sD2St&#10;wB8GMWwFJFfAf3WAj3WqU4f4nvciiG/7gQ4FdhE/INcIv02qbx2oa4QffWPK7/mIr0/FN2YIAQ5U&#10;dhAaKjMIjReL8EW4vQX5bT7vfJB/qEbRwZGNA/DyRYjfVihopHP6GAfAqGO1jb2ZLwr5h5L6l4zx&#10;e7zaq5tcIqkvAP8K+V2+7pUn9fGBrP7LBPk4cODkHMnquw6YqmtWX0YK1yh/y+25GOa3+e+u/vb6&#10;svoiA3H2DDYGjFY+g6gyyLI28vo163Gp7kPE67K9D6HL1nL0p6cK7j5sVa3VFEH+SVVrDFnkXWeg&#10;cyLAS+h5ENoP2Cv+1Q2nosg6ZmUJ5WvGVa31SAVbV/5ElVjUobDtA8R97Tgew0G4vdIWoA8Uo1Ej&#10;GdTwXF4IgErz0FimCdSYU7hIJFoqmFY1ydddgdR8O6mwOJq5lk+cwPR91zGJM7XM22A2Nkdj7Hn+&#10;9HZ8O92plU5l/bX+/tqikKRmpXhgD3B54C5LVijJxR0Hxw1tCDuTHEr0QvbCw0G0WIBI4oaDM8+a&#10;P/Imkxou7u5I1eiXXMeW+G9lp1dXZcWuiiyedEzS7u2UwqMKQoRatCZAtnRZT9a54JqUXKq90iXu&#10;YfWf5YzNxbObfwEAAP//AwBQSwMEFAAGAAgAAAAhAPzgnHziAAAADQEAAA8AAABkcnMvZG93bnJl&#10;di54bWxMj8FOwzAQRO9I/IO1SNxaxxRMCHGqqgJOVSVaJMTNjbdJ1NiOYjdJ/57tCY4z+zQ7ky8n&#10;27IB+9B4p0DME2DoSm8aVyn42r/PUmAhamd06x0quGCAZXF7k+vM+NF94rCLFaMQFzKtoI6xyzgP&#10;ZY1Wh7nv0NHt6HurI8m+4qbXI4Xblj8kieRWN44+1LrDdY3laXe2Cj5GPa4W4m3YnI7ry8/+afu9&#10;EajU/d20egUWcYp/MFzrU3UoqNPBn50JrCX9LF8IVTAT8nEBjJBUpmQdrpYQEniR8/8ril8AAAD/&#10;/wMAUEsBAi0AFAAGAAgAAAAhALaDOJL+AAAA4QEAABMAAAAAAAAAAAAAAAAAAAAAAFtDb250ZW50&#10;X1R5cGVzXS54bWxQSwECLQAUAAYACAAAACEAOP0h/9YAAACUAQAACwAAAAAAAAAAAAAAAAAvAQAA&#10;X3JlbHMvLnJlbHNQSwECLQAUAAYACAAAACEAMKaqMWYGAADAJgAADgAAAAAAAAAAAAAAAAAuAgAA&#10;ZHJzL2Uyb0RvYy54bWxQSwECLQAUAAYACAAAACEA/OCcfOIAAAANAQAADwAAAAAAAAAAAAAAAADA&#10;CAAAZHJzL2Rvd25yZXYueG1sUEsFBgAAAAAEAAQA8wAAAM8JAAAAAA==&#10;">
              <v:group id="Group 60" o:spid="_x0000_s1035" style="position:absolute;left:3746;top:14517;width:1534;height:377" coordorigin="3656,14517" coordsize="153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8" o:spid="_x0000_s1036" style="position:absolute;left:3656;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n6VcEA&#10;AADaAAAADwAAAGRycy9kb3ducmV2LnhtbESPQYvCMBSE78L+h/AWvIimKqh0jbKIgp60Knh9NM+2&#10;2LyUJtb6740geBxm5htmvmxNKRqqXWFZwXAQgSBOrS44U3A+bfozEM4jaywtk4InOVgufjpzjLV9&#10;cELN0WciQNjFqCD3voqldGlOBt3AVsTBu9raoA+yzqSu8RHgppSjKJpIgwWHhRwrWuWU3o53o2A/&#10;bqa33m671k8cXk7TRI4O171S3d/2/w+Ep9Z/w5/2VisYw/t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p+lXBAAAA2gAAAA8AAAAAAAAAAAAAAAAAmAIAAGRycy9kb3du&#10;cmV2LnhtbFBLBQYAAAAABAAEAPUAAACGAwAAAAA=&#10;" fillcolor="#ade0f9" strokeweight=".5pt"/>
                <v:shapetype id="_x0000_t202" coordsize="21600,21600" o:spt="202" path="m,l,21600r21600,l21600,xe">
                  <v:stroke joinstyle="miter"/>
                  <v:path gradientshapeok="t" o:connecttype="rect"/>
                </v:shapetype>
                <v:shape id="Text Box 59" o:spid="_x0000_s1037" type="#_x0000_t202" style="position:absolute;left:4139;top:14572;width:105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rIsAA&#10;AADaAAAADwAAAGRycy9kb3ducmV2LnhtbERPXWvCMBR9F/Yfwh3sTdPJGNKZljGmiD6tjrHHS3Pb&#10;VJub0sRa/fXLQPDxcL6X+WhbMVDvG8cKnmcJCOLS6YZrBd/71XQBwgdkja1jUnAhD3n2MFliqt2Z&#10;v2goQi1iCPsUFZgQulRKXxqy6GeuI45c5XqLIcK+lrrHcwy3rZwnyau02HBsMNjRh6HyWJxsnPGz&#10;S+z6Wplfu8XKF2Y/rD8PSj09ju9vIAKN4S6+uTdawQv8X4l+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rrIsAAAADaAAAADwAAAAAAAAAAAAAAAACYAgAAZHJzL2Rvd25y&#10;ZXYueG1sUEsFBgAAAAAEAAQA9QAAAIUDA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Competent superficial vein</w:t>
                        </w:r>
                      </w:p>
                    </w:txbxContent>
                  </v:textbox>
                </v:shape>
              </v:group>
              <v:group id="Group 67" o:spid="_x0000_s1038" style="position:absolute;left:5512;top:14517;width:1403;height:377" coordorigin="5512,14517" coordsize="1403,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62" o:spid="_x0000_s1039" style="position:absolute;left:5512;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ihcQA&#10;AADaAAAADwAAAGRycy9kb3ducmV2LnhtbESPQUsDMRSE74L/ITzBm03aQ1vWpktRiiKItPWgt8fm&#10;NVl287IksV399UYQehxm5htmVY++FyeKqQ2sYTpRIIibYFq2Gt4P27sliJSRDfaBScM3JajX11cr&#10;rEw4845O+2xFgXCqUIPLeaikTI0jj2kSBuLiHUP0mIuMVpqI5wL3vZwpNZceWy4LDgd6cNR0+y+v&#10;4dEd7Bs/zZvP8eN1al9UVD/dQuvbm3FzDyLTmC/h//az0bCAvyvlB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hooXEAAAA2gAAAA8AAAAAAAAAAAAAAAAAmAIAAGRycy9k&#10;b3ducmV2LnhtbFBLBQYAAAAABAAEAPUAAACJAwAAAAA=&#10;" fillcolor="#679ad1" strokeweight=".5pt"/>
                <v:shape id="Text Box 63" o:spid="_x0000_s1040" type="#_x0000_t202" style="position:absolute;left:5995;top:14572;width:92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hJ78A&#10;AADaAAAADwAAAGRycy9kb3ducmV2LnhtbERPTWvCQBC9F/wPywi91Y09lBJdpYiK6KlRpMchO8mm&#10;zc6G7DbG/vrOodDj430v16Nv1UB9bAIbmM8yUMRlsA3XBi7n3dMrqJiQLbaBycCdIqxXk4cl5jbc&#10;+J2GItVKQjjmaMCl1OVax9KRxzgLHbFwVeg9JoF9rW2PNwn3rX7OshftsWFpcNjRxlH5VXx7mXE9&#10;ZX7/U7kPf8QqFu487LefxjxOx7cFqERj+hf/uQ/WgGyVK+IHv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h+EnvwAAANoAAAAPAAAAAAAAAAAAAAAAAJgCAABkcnMvZG93bnJl&#10;di54bWxQSwUGAAAAAAQABAD1AAAAhAM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Competent deep vein</w:t>
                        </w:r>
                      </w:p>
                    </w:txbxContent>
                  </v:textbox>
                </v:shape>
              </v:group>
              <v:group id="Group 64" o:spid="_x0000_s1041" style="position:absolute;left:7046;top:14517;width:1324;height:377" coordorigin="2299,14517" coordsize="132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5" o:spid="_x0000_s1042" style="position:absolute;left:2299;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0q8MA&#10;AADbAAAADwAAAGRycy9kb3ducmV2LnhtbESPQYvCQAyF7wv+hyGCt3WqB3Gro4ggiIq763rxFjqx&#10;rXYypTNq/febg+At4b2892U6b12l7tSE0rOBQT8BRZx5W3Ju4Pi3+hyDChHZYuWZDDwpwHzW+Zhi&#10;av2Df+l+iLmSEA4pGihirFOtQ1aQw9D3NbFoZ984jLI2ubYNPiTcVXqYJCPtsGRpKLCmZUHZ9XBz&#10;BoJ/JqvT9/7H3S6h9nprs83uy5het11MQEVq49v8ul5bwRd6+UUG0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h0q8MAAADbAAAADwAAAAAAAAAAAAAAAACYAgAAZHJzL2Rv&#10;d25yZXYueG1sUEsFBgAAAAAEAAQA9QAAAIgDAAAAAA==&#10;" fillcolor="yellow" strokeweight=".5pt"/>
                <v:shape id="Text Box 66" o:spid="_x0000_s1043" type="#_x0000_t202" style="position:absolute;left:2782;top:14572;width:8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jYcQA&#10;AADbAAAADwAAAGRycy9kb3ducmV2LnhtbESPQWvDMAyF74X9B6NBb62THcbI4oYytjLWU9MydhSx&#10;EmeN5RB7adpfXw8KvUm89z095cVkOzHS4FvHCtJlAoK4crrlRsFh/7F4AeEDssbOMSk4k4di9TDL&#10;MdPuxDsay9CIGMI+QwUmhD6T0leGLPql64mjVrvBYojr0Eg94CmG204+JcmztNhyvGCwpzdD1bH8&#10;s7HG9zaxm0ttfuwX1r40+3Hz/qvU/HFav4IINIW7+UZ/6sil8P9LH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I2HEAAAA2wAAAA8AAAAAAAAAAAAAAAAAmAIAAGRycy9k&#10;b3ducmV2LnhtbFBLBQYAAAAABAAEAPUAAACJAwAAAAA=&#10;" filled="f" stroked="f" strokeweight=".5pt">
                  <v:textbox style="mso-fit-shape-to-text:t" inset="0,0,0,0">
                    <w:txbxContent>
                      <w:p w:rsidR="00A04910" w:rsidRPr="00B8442D" w:rsidRDefault="00A04910" w:rsidP="00130369">
                        <w:pPr>
                          <w:pStyle w:val="CUSTOMNormal"/>
                          <w:tabs>
                            <w:tab w:val="left" w:pos="392"/>
                          </w:tabs>
                          <w:rPr>
                            <w:sz w:val="14"/>
                            <w:szCs w:val="14"/>
                          </w:rPr>
                        </w:pPr>
                        <w:r w:rsidRPr="00B8442D">
                          <w:rPr>
                            <w:sz w:val="14"/>
                            <w:szCs w:val="14"/>
                          </w:rPr>
                          <w:t>Deep vein scarring</w:t>
                        </w:r>
                      </w:p>
                    </w:txbxContent>
                  </v:textbox>
                </v:shape>
              </v:group>
              <v:group id="Group 69" o:spid="_x0000_s1044" style="position:absolute;left:1450;top:14461;width:2185;height:527" coordorigin="1180,14461" coordsize="218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52" o:spid="_x0000_s1045" style="position:absolute;left:1180;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GBsIA&#10;AADbAAAADwAAAGRycy9kb3ducmV2LnhtbERPTYvCMBC9L/gfwgheRFMVdrUaRRYFD3vRKl6HZmyq&#10;zaTbRO3++82CsLd5vM9ZrFpbiQc1vnSsYDRMQBDnTpdcKDhm28EUhA/IGivHpOCHPKyWnbcFpto9&#10;eU+PQyhEDGGfogITQp1K6XNDFv3Q1cSRu7jGYoiwKaRu8BnDbSXHSfIuLZYcGwzW9Gkovx3uVsE6&#10;O4+93bTf5rQ99WfZVz/7uN6V6nXb9RxEoDb8i1/unY7zJ/D3Sz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dQYGwgAAANsAAAAPAAAAAAAAAAAAAAAAAJgCAABkcnMvZG93&#10;bnJldi54bWxQSwUGAAAAAAQABAD1AAAAhwMAAAAA&#10;" fillcolor="red" strokeweight=".5pt"/>
                <v:shape id="Text Box 53" o:spid="_x0000_s1046" type="#_x0000_t202" style="position:absolute;left:1833;top:14572;width:1532;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KA+cQA&#10;AADbAAAADwAAAGRycy9kb3ducmV2LnhtbESPQWvCQBCF70L/wzKF3nRTKUVSN6GUKqKnxlJ6HLKT&#10;bDQ7G7JrjP76bkHwNsN735s3y3y0rRio941jBc+zBARx6XTDtYLv/Wq6AOEDssbWMSm4kIc8e5gs&#10;MdXuzF80FKEWMYR9igpMCF0qpS8NWfQz1xFHrXK9xRDXvpa6x3MMt62cJ8mrtNhwvGCwow9D5bE4&#10;2VjjZ5fY9bUyv3aLlS/Mflh/HpR6ehzf30AEGsPdfKM3OnIv8P9LHE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igPnEAAAA2wAAAA8AAAAAAAAAAAAAAAAAmAIAAGRycy9k&#10;b3ducmV2LnhtbFBLBQYAAAAABAAEAPUAAACJAwAAAAA=&#10;" filled="f" stroked="f" strokeweight=".5pt">
                  <v:textbox style="mso-fit-shape-to-text:t" inset="0,0,0,0">
                    <w:txbxContent>
                      <w:p w:rsidR="00A04910" w:rsidRPr="00B8442D" w:rsidRDefault="00A04910" w:rsidP="00130369">
                        <w:pPr>
                          <w:pStyle w:val="CUSTOMNormal"/>
                          <w:tabs>
                            <w:tab w:val="left" w:pos="392"/>
                          </w:tabs>
                          <w:rPr>
                            <w:sz w:val="14"/>
                            <w:szCs w:val="14"/>
                          </w:rPr>
                        </w:pPr>
                        <w:r>
                          <w:rPr>
                            <w:sz w:val="14"/>
                            <w:szCs w:val="14"/>
                          </w:rPr>
                          <w:t>Arrow down and red colour denotes reflux</w:t>
                        </w:r>
                      </w:p>
                    </w:txbxContent>
                  </v:textbox>
                </v:shape>
                <v:shapetype id="_x0000_t32" coordsize="21600,21600" o:spt="32" o:oned="t" path="m,l21600,21600e" filled="f">
                  <v:path arrowok="t" fillok="f" o:connecttype="none"/>
                  <o:lock v:ext="edit" shapetype="t"/>
                </v:shapetype>
                <v:shape id="AutoShape 68" o:spid="_x0000_s1047" type="#_x0000_t32" style="position:absolute;left:1679;top:14461;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vYssAAAADbAAAADwAAAGRycy9kb3ducmV2LnhtbERPzYrCMBC+C75DGGFvmup211KNIssK&#10;i6e16wMMzdgWm0lpYqxvbxYEb/Px/c56O5hWBOpdY1nBfJaAIC6tbrhScPrbTzMQziNrbC2Tgjs5&#10;2G7GozXm2t74SKHwlYgh7HJUUHvf5VK6siaDbmY74sidbW/QR9hXUvd4i+GmlYsk+ZQGG44NNXb0&#10;VVN5Ka5GwQKPRToPafqdLe+X95AcfrNwUOptMuxWIDwN/iV+un90nP8B/7/EA+Tm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YL2LLAAAAA2wAAAA8AAAAAAAAAAAAAAAAA&#10;oQIAAGRycy9kb3ducmV2LnhtbFBLBQYAAAAABAAEAPkAAACOAwAAAAA=&#10;" strokecolor="red" strokeweight="1pt">
                  <v:stroke endarrow="block"/>
                  <v:shadow color="silver"/>
                </v:shape>
              </v:group>
            </v:group>
          </w:pict>
        </mc:Fallback>
      </mc:AlternateContent>
    </w:r>
    <w:r>
      <w:rPr>
        <w:noProof/>
        <w:lang w:eastAsia="en-GB"/>
      </w:rPr>
      <w:drawing>
        <wp:anchor distT="0" distB="0" distL="114300" distR="114300" simplePos="0" relativeHeight="251656192"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910" w:rsidRDefault="00A04910" w:rsidP="005748E3">
      <w:pPr>
        <w:spacing w:after="0" w:line="240" w:lineRule="auto"/>
      </w:pPr>
      <w:r>
        <w:separator/>
      </w:r>
    </w:p>
  </w:footnote>
  <w:footnote w:type="continuationSeparator" w:id="0">
    <w:p w:rsidR="00A04910" w:rsidRDefault="00A04910"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rsidP="00F97841">
    <w:pPr>
      <w:pStyle w:val="CUSTOMHeaderSpacer"/>
    </w:pPr>
    <w:r>
      <w:rPr>
        <w:noProof/>
        <w:lang w:eastAsia="en-GB"/>
      </w:rPr>
      <mc:AlternateContent>
        <mc:Choice Requires="wpg">
          <w:drawing>
            <wp:anchor distT="0" distB="0" distL="114300" distR="114300" simplePos="0" relativeHeight="251661312"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5" name="Picture 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8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42.55pt;margin-top:45.95pt;width:510.6pt;height:80.1pt;z-index:-251655168;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jqsVqAwAAOwsAAA4AAABkcnMvZTJvRG9jLnhtbOxW227bOBB9X2D/&#10;gdC7oktkSxZiF1nJDhZou8FePoCmKImoJBIkbSdY9N87Q0mJExfIon3qogEikxzOcOacmSFv3j30&#10;HTlybYQc1l50FXqED0xWYmjW3j9/7/zMI8bSoaKdHPjae+TGe7f59Zebk8p5LFvZVVwTMDKY/KTW&#10;XmutyoPAsJb31FxJxQcQ1lL31MJUN0Gl6Qms910Qh+EyOEldKS0ZNwZWy1HobZz9uubM/lHXhlvS&#10;rT3wzbqvdt89foPNDc0bTVUr2OQG/QYveioGOPTJVEktJQctLkz1gmlpZG2vmOwDWdeCcRcDRBOF&#10;r6K50/KgXCxNfmrUE0wA7Sucvtks+3i810RUay9OPDLQHjhyx5JsgeCcVJPDnjut/lL3eowQhu8l&#10;+2RAHLyW47wZN5P96YOswB49WOnAeah1jyYgbPLgOHh84oA/WMJgcZlkyTIGqhjIojBK43RiibVA&#10;JeplCxCDdBVlI3+s3U7aURhH8aS7DGMUBzQfz3W+Tr5tbpRgOfxPmMLoAtO3cw+07EFzbzLS/ycb&#10;PdWfDsoH+hW1Yi86YR9dKgNE6NRwvBcMocbJGT2LmR4Q46kkW2J4865Rh2JMjhwyyKKlQ8NvjYIq&#10;ACxBf17SWp5aTiuDy4jRSytu+sKPfSfUTnQdsofjKWIopFeJ+BXQxiQvJTv0fLBj1WreQfByMK1Q&#10;xiM65/2eQxLq36vIpQqkw3tj8ThMDFdJ/8bZbRiu4t/8YhEWfhKmW/92laR+Gm7TJEyyqIiKz6gd&#10;JfnBcICBdqUSk6+weuHtV8tmajBjQbrCJkfq2seYTeCQy6rZRUgwhAR9NZr9CWDDPhhbzS1rcVgD&#10;ctM6bH4SOJifkUUODBTZm3Vzkf8IEdbO9XWUTsmfhCOxc/JDYmhj77jsCQ4AafDTIU2PAPQY2bwF&#10;fR4k8u0imQM952IVrrbZNkv8JF5ugYuy9G93ReIvd1G6KK/LoiijmYtWVBUf0Nz3U+GQlZ2o5mw0&#10;utkXnR4p2rm/qerN87YAU+LZjZm++ddlmmMD8Z/KAej4AbvE8qJLpP/LLhH/7BJv3K5ZHEMzwEs0&#10;HXvBWL7YJ+LsGm4TvGCzaDVVy3w3zz3gZ5uAyw669UW3n9v0eZtwTwt4oTmN6TWJT8DzOYzP37yb&#10;LwA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DBBQABgAIAAAAIQC5oGIh4AAAAAoBAAAP&#10;AAAAZHJzL2Rvd25yZXYueG1sTI9Ba8JAFITvhf6H5RV6q5uNRDTNi4i0PUmhWii9PZNnEszuhuya&#10;xH/f9VSPwwwz32TrSbdi4N411iCoWQSCTWHLxlQI34f3lyUI58mU1FrDCFd2sM4fHzJKSzuaLx72&#10;vhKhxLiUEGrvu1RKV9Ssyc1sxyZ4J9tr8kH2lSx7GkO5bmUcRQupqTFhoaaOtzUX5/1FI3yMNG7m&#10;6m3YnU/b6+8h+fzZKUZ8fpo2ryA8T/4/DDf8gA55YDraiymdaBGWiQpJhJVagbj5KlrMQRwR4iRW&#10;IPNM3l/I/wAAAP//AwBQSwMEFAAGAAgAAAAhAC1HX6DFEQAAzCEAABQAAABkcnMvbWVkaWEvaW1h&#10;Z2UxLmVtZqzYeVxVVdcH8CvutdYZ7rk5pqGGM+qDIuYsTgjkgLOWU4oioqKCU5laRjmPaDjgUKaZ&#10;+WimTe+jKSJOqThPZQ4VPYmmoIFTOby/o/fCTT7vP71QX/beZ9hn7XXO2WdLEYfDMQ56FXE4hsHP&#10;yuHI9HE4HtV0OIoHOBxvLHM4TvZxOCqGdQx3OIo40is5HOk4Hoc5LPs8ePJjbyjqcLRCHzdRbe0Y&#10;7IhzDHJEOyo6ujvedIzFVaIdI1GiX3CCBiXcdZzmMKAYeH7sY4p5Gih1d/u0H2LGxU13eyVOnIzr&#10;l0TbPgfhO/yhLNj9Pvlp2+1JUQ2/7WPs7QOgPtjHB4D94ynpabPAb8/59jnNwB5DOSgGmWiMx4m9&#10;UN8Ed3HQMVwoFHmpgnrVJ8fE0zVtFGVDGT1fedRf1OPJTx9PvfVK7LEIbY/3sX8xjlsOaV4OoH4Q&#10;+w7i2HF6JHuM0aM5Xo/hWAj30hr1ltjXHMc2R0z2GILdZQuUZeHD6UWeGPjmo8c279w+O+6Xkf/e&#10;nD/ulhjvVYx7Msqq7nE3M6K4thHLpSFTj+VUvTOUhAuUqe+g540dFABNjTQKN47AAS9p1M5IpU4w&#10;wsto1Mfi+LE4dqwRyfmiebQRwyOgm5dOqHcwormd0T9v3J57F44x6O4xDMb4OyP2OxjDSJRlMIYS&#10;2BZuPKJQ4w41N7KpgZFJtYwMKg8KsvTbUJKz9CD2MUK5HNSChkYLbmE04FAjgMMNfyiXd+3/T843&#10;IN4Ad7xlEec0xGnn/CuUds5bIt5Nxr/4M6MWfw5b4UvE8I1Rh/cYrfioEcYX4De4gfYNoxHU5quI&#10;8bDxIm82yvByg+EGLTfSaTvuzWm4CUXMvVTCPEmlzNNU2jwD38N5tH+kkuZFUmZ2Hh/zDxz/Bz0y&#10;/qAH8Kdxi+4bN+m6cYV+MX6mM5AO+4z/wnXIoUPGPfrVeEyGqXM5syw0gG5c1Izl83h+dsIa3MOF&#10;yG+iEQKtoSUEY1tTTjIaF0qOz5l4d905zkQ+d7hznOvO8UvY9r0Zxj+Y4dAW2vH3Zgc+Z0bwbjOK&#10;NyHeRIiEBmZHKAmXaYC5gxbBFthnfkenkMPT5jk6Y/4A5+ECXMT2y5Rm3s6Tat6hXeZdSoEdsB3t&#10;bdj/mXmV1poZtBAmQBS2R5mlOMoM4jfMUF4Iq2Gz2YK3Y9u3ZiDvNOtwCqTCbrT3YHthzAW3kbMD&#10;7jkwF/l5gFxdw3NZTz19Lhti220zje6aqfQAfJ35/FCv5EyDA1CN8zXmAGcot4IIeMXZkvs7G/MQ&#10;ZyAPdfpDGThA+dJoOPqKg3leFqGehP6TcGySM5LzRfMiZwzPgzgvw1Ef6oyGSOiXpze2d3TGckOw&#10;4LbZFWoWSv5SnA7HKHf+ViNXLZG3dOSvjzt/lbAtxTmMdjtjaD9keMlE/Xfs+905Cl7ifK34pjOM&#10;74HDCmOyWrMGJjitNhAOg7xEs2ENwTEx/Ng5nG9jjL/DD5DiHAAtC2Ws6/AN9/5uDMAY7TlspXus&#10;VTHWZCuK51qxPBbCwc/qDCXhAoVbO2gczIFkK43WWUfggJc0Wm+l0iY45OUY6idw/Akce8KK5HzR&#10;fAxjPgRbvWxC/d9WNK+3Cn437DF4fzdGIXb7uzEPpee7sc56RGusO7TCyqb3rUyaZWXQJBgEEdZt&#10;KMkRVhAPtEJ5IsyExVYLXmk14DVWAK+z/KFwvhsPEa/n/byA/G5AnHbOf0Rpr1HqYttD5OYxcqRc&#10;qVTZiz/qNV1pcABO5qnv2kuhrh3UFyZDIvYlum7BHZrvukezYISXoajHuO5CDkW7rlJ/VwZ1h5eh&#10;BdqNcW6g6y/0r3NNlx9Eeolmf1cMVwbl5THu0UPco4e4n4Uxj2lYbHaVp2sa+/v6F3JTDxpiPpvl&#10;/r7qelcx9C5ighMstF16d6mgj5IgfYp0g1GQoMdBV2gkI/RaEqb7SRX9ecGCFs6zQ/+CK+rLOALG&#10;wCx9Ey/VU3iZvgtSYTekwR5eou/jmfrxPDP0EzwdpsFUeA8S9GM8Vt/Jg9BvBNSDCuivgn4WbnJD&#10;/RH31EUm6SXkI70qdIKJ8o6eLF2hGig9QW5rgyRXGwD94TXoB33lDhRGjlOQ4xB3jiPw3Nnrxo7I&#10;7QR3jjEVOlJ0S37Wr3EJ4xq3gSGGJUOMEJgorYxkKQG/It4UxJ+ih4hnPdce6yPvvtuiz57oOw5l&#10;Akq77/aGrwQZPujDR3J0H/lR94UQGCK3MP4SRoLUh/bGEAiRYJxjr5X/yRp5NuJZ7l5LrEYf7yGO&#10;IMSx1D3WStg221jCc43FvABWe/kY9XXYt85YDvGSb5JsRHxfwHb41nhbdsFuSDPegXch0cv72JeE&#10;YxbLNmOZfI3cbYZlMNuYB+ML5b5ewlhz3GPNxbg+xBg7Y6zH3WO11wCXjGy+bGRxBuR6uYv6fey7&#10;b+RAb8k3QQwzQV6E2tDKnCgdzHjpag6T7mY09IMczpfNPcws7gXDvIxAfZSZDTmQKPmSZIS5WIZB&#10;Ly89UO9uJkEiTMsThnY9M1legFvI3yXjPXitUPL3JdZQ5H4v6mLuOY+8NUP+7H9023NPGKpJJolH&#10;IuoLTAUOyOF82Vh/ZnESfPk329D2+Ia/Mr/i/8BBL+moHzW/gW2Qlece6h4PUH+IXD7ENR/i2vmU&#10;PEBM9+Do3wxB22OCnMZ9zICrkGW+IzchB3LRzjWnQpKXJdi3FMcslUzk/L/wA+yDL83ZMKpQcl8H&#10;E8N697MbgTxryHkj5LwMynCU9rzRxLmeQ5xb4FvYz02cx7gOVAFftH2x3Rf7q+C4OuCZkyrhZM97&#10;EY9+DPRpvxelUc60S2yr5Mzmys4srg6NvDRFPRj7gp05kCj5kqSpc7E0gupeKqNeyZkEiYWSl4GI&#10;3Xs+rYiY7bm6N0r7mbTzMtBpyVTnNf4aroBhWWJYITBRMpzJ8jXMhIHOiZA/V994pu+a6NOeq7ug&#10;9MzVN5y+ctrpgz58ZCm8jfbb6ONt5xBJciZge4Kcgxto38D2YMTzT+fqQKyRPPcpF/0MRhz2WJeg&#10;tO+TPX8FWtlc18ri+hDmpS3q7bGvvZUDunj0sP7kUdY1ngUbYZf1APxkl5XoJUl2WotlO3zqZR3q&#10;a60kSISKXkxZZvnIVIiDvlYJ6Yb9Ha0auO5LEAGJXpKkLfoKg/pe6qIeiP4DcWxhfNezkb8or7XT&#10;h+78paP0rJ1uWoPkFvwBuXDbipI71mAh10Qp5UqQWtASXna9AcPgVWns6iK+rnZSxBUimVZDKAv3&#10;uajrGleERtDWdYv7uIpKX5eSfi4CBg1tXfq4DOnmKpmnq6uUdHGVlk4QAe2hLfY3c4kEunzED56D&#10;oji3qKsM1JAyrjoS4Kov7VzBEoVYolwxkIB+kqUmmHDLmi8/WWPlsjUG4iEORkKs/GIN/0c59scz&#10;Z/9dDp+CJz9vrlj7pKyG3/a7Z2+v4a7jk1Hgb5Pd8TLscM9rPXBAH4iF7/E823/v7YRzgrRlHKRF&#10;cjetGU/UXDxNO04jtWR6RRtEVbQWdEWa0dfShOZJCZojP6kZ8rGKktHqX9JH5XIb9Q13VrP5DRXN&#10;yao2aDxBXaAuahWFqSHUTwXSOGXSeqVRhmIqTZdVMH2mWtJoFUItVAz5qw+puDpL5VUpDlWteAh6&#10;GqJWcZhK4woqi0uqAKmlBktrtULGq12yRaXJL2qvGPS7WFRBK0a9tPo0VxtBa7Qp9G9tEW3WPnlG&#10;Otq3aLVm8XStHg/WhsMCjHQHf6b9yf+jBclqbajM0uZKT22BvKAtlEz5j6TKNdkp1bXt0ltbIvFY&#10;D0/X/GWSdpW740zPO+OZ5/fh2e/mfv7jkddFyG8Y7IX3wJ7nt0kdOSgs1+UOP5Ib7NJ+4nLaCfbT&#10;znFV7SLX1DK4jfaY22nVpJnWTgK0EWJp78oVmSqXZJqckelyRGbKUXld0iVK9km3vOfKE8cRxDCa&#10;nv4bxhPHcdzzPYjhOXccZ2QsXZRx9CsY2utUS5tLTbTPqa12klpr96iGVpora+W4glaZy2q12KmV&#10;54dSnK+LzofkHm2TE7RfPqMjkkzHZBrK0fRsPk4jjmD3s2fHYc8BxWEjhLrjyJJ2yMMgmAKrOEu+&#10;4VOSxsdkLx+W/bxfDnKa7ODt8jlvkY95lSyAONT7YFtn7GvDB6QBjm2Mc5ryaQkucF86IIZGeA96&#10;IYaZYP/hfznY/65LATtvHfAGeNTmuloprqRpzPjfRyuKkRfh++LiXCnHN6Q6Z0gzPi59IR71Sdg2&#10;A/sW45hFGEUizpmPcxPQx9C8fhuh/6eezdN05OmwO09tcZ82wHaw82XH2QHxLZYfeZnc4kQhmSG+&#10;Ml78ZYDUkGpSS+5yL8nlRZLDG+Q3/lZO8B7Zyemynr+TpbxN3uVPJIZXSAcIhFJoP8YdzKYD8gMd&#10;ln20R7bQdllLn8oaWiSrqZeMoVrSiPylElWT5+gFEVLySN1kHzrPxekgN6YP4DXU63FRqsyPlZOF&#10;7lIxyqDKdJYa0xkaQydpNX1Ma2k4fvegrRRC+6kJnacgukkNyMGhFMCxNBKWof4pN6AUDqJT3JSu&#10;cAjlck+6jX33eB1Vl1MUKWfpdTlHM+VXSsQzmCwWL5YqPF1e4gHSHz5E/XCB+5+I/CZ7vQ8DkVNP&#10;fjOQZ/u9XCAf0HyMfq6spynyEY1GO0pWUbispEA833VkKNWW3shKB6oqLaimNEc7mOpJU+okdSkW&#10;2ZoiEZQkA2m5vI34kgu8D36Ig7ziqI843sH1x6Dc6o7jL2T0FBehPXxJbed0tZl3qA/4c7WON6qN&#10;/Inawh+pdJ6h/uAE9bwsUE1kleoiO1U3yYDrqrvkqp7yULWRB6ou7pifUIE4xuBZ83XH4XkfluL6&#10;L7nzYr8P/bg2BYM/v0DluRgVY418cKcJd1r4L6XzHfU8X1CBiDHiif0on+qItsdw1N/DcQv4rlqI&#10;85Jw/hL0Mwv9vYV+x7BvgfjOIrZLWDPY7+tk2IXY7Dw9AjtPZbFtHznoAypOE0lRLD1S/eiB6ght&#10;oQ20pIeqFd1WrekG/IZtqao3rVaTaSG+Nu+q/TRL/UJr1FX6VN3E1+gufYF6irpER/AluqSefUeH&#10;I6YYd87smOx3dAecBPsZsmMaRlOpG63Ak72S/GkVvYCn30mfkEkfkY5tGi1DpJMR8QDs60A1KJia&#10;4uiO0BP6U0OKwfsRS80oHvvGU3OKw3Gx1BtvUEyBPAni8ay3PDGNxj20Y7LnDTsmjQbgO9lHTOop&#10;ZamvVEe7Pt6krjQQT/QEGUaLZTitlZG0FV+EFImjXWjvlmhKk/aULrVpH87b+jdFaSWesCmYE6IK&#10;fHsmIKZ7eM7texcPqYhlLWKx790ZlKWxbSW+23vpgZymF7WLFKRdxRfnPnXUcqibdgOrjivUVztM&#10;47V1NFlLoFFafxqgtaVWWjj5amFUXAslTQuhx9KDimgx9Egm0L0CcezGM+6n5cfRANe24xgHp91x&#10;nOQHch9ftApyX+qKQwsTH603yldF016R56CM1kOaay3kNa2cxGr3sDo6yeO0r7mP9jn31D7lztpq&#10;7qBt5pbaNnwzduMr/uxzUwW52OWVj0hc237fPXO7nY+a8oUEyMdSWxZjdfCmhMkg/DdQ4iVS3pbX&#10;ZI68KvOkr8xHO1GiJVnekfdlFfZ9IcPkgERgRRAke9BHGr4KqVJFdhXIxyG8T3O84ojD/bD/Xbsa&#10;5VR3PtLUbPlWzZIvYR5WeSPVaOmvOkkXVUteUUriVCaPVz/zJHWep6hTPAf15eo6ZqZcPor9l7BO&#10;O4HZ6BBWh9+pN1DOKRDHScSxEc+I5/mw4zgBdhyetclldYyO4o3chJkmWT3Hs1R5fksFYFVZjccp&#10;Px6lfLmnekid1DmsLr+iWLWQZquJtEVNoG2Qpl6nw2ocHVQzKF0l00m1scC7sxdxpLq/ufZzOhPX&#10;t9cm9nvdxp2PDeorXH8FvAWRvEG9zHtVU/5ONcas1pBPqPp8VrXmi5jtrqhe/KcaBfNRX4ttm/kM&#10;ZvDj6gCO3Ydz0nBuat63KRjXxOP5f/5NsQb2OQGh5K3v7bW+C0qB/VMM7Pr/CgAAAP//AwBQSwME&#10;FAAGAAgAAAAhAOju5p+mDAAAoB0AABQAAABkcnMvbWVkaWEvaW1hZ2UyLmVtZpTZD3RU1Z3A8TeZ&#10;92bezBsgAU9x+RsNI9lVKkp7KqhbVKpUaHu2WovFFlyVXduDrivdIwrBPwf/FqkibVcQ6REbSBBQ&#10;0FIIISyJoKABjIQQBKKSECQYKkUyvyuz35s3d95k5Jyezjkffr835829v999d97MhJBlWTNwA9q+&#10;Sqe/YZOk0+lK17Lur06n18yxrJrD6XTx935wvWWFrKWDLeslTtGn9cIkdD/0E2HLGhuyrE7Sa6w7&#10;rXutf7fusoqtm6yZ1v3Mcpc1nWhZRUiAKay+mZyXWXEUwjz0OYXmgBjLHN9woWW1cOBljqeTTGDu&#10;fhzr1xRgOM6HHlc/aKk7JvlXn6Ofn4JvQZ9/CfTDRMc//Nq/5vX6NZNxBYSDz1m7XqzB5LPptB5b&#10;v14bliiUL1xtV9ewhFYo56qT8v3H3Wu7o5lHP18KU/OV5HrdBqIQd7AOHSqdnkS+EsW8oIEaxhJT&#10;xGE8NzPWoQIvkn/dMs4xNpMHysh9FcTAbnLfCqIxh3OMO8gDHeS+q6kpt4d9eT3ckOlhWk4PJ3ht&#10;oIrcNzBepQId5L7LiIEyct9AYqCS3HciVsmYRhm5bx8x0EHuy+/hKTbvwznXYTq1f8D6P06UzHV4&#10;JD5bPRCfpe7FZIyPz8USbFUz4xtQjyY1PX5Q3YXbcFO8WU2MN6rvxz/Lujl+Qv0s/rmahtn4bbwV&#10;72G5mhJfg5fwnLo7Pk/dhwfwcHy+eiL+vHoq/nBWfg9H6MHspVlco99lrsObmetwPs8p1jUwn9w3&#10;yJuvAmXkvjrWOzCf3HeEGOgg9+XXNID3tqlpKfOvpZaPWM/aTE0X8NylXocK1JMbW8lfU9dgHMZ7&#10;q9SN3mq8mDXe+191PcbhO/im9yc1gvN6WsSxbwAx0EHuy6/7FepelNkP66lxG/UepO6PiXo/6PvT&#10;s4wV2EpuvK+e9g6qhzC9227iNizK+il5oJ7caFFTvc/V/ZiDJ71jjPuxmt9DB8e+V4iBReS+/H6O&#10;08/inP3dmrkOkulH32eOsK4HWcMGbMU67494A7tUk1eHD/GR2uUdUjtQi00cv+XtV296x7OqvBOq&#10;jtrfw0F0em1owFvqXW8z3kCl2u2tUI04hE+9CnXMW6mOe4uz8nuIchNtyPRwgHoVte/lWhRx39bX&#10;ZCTPRRNHVGHic3UBSjEicUJdluhQIxMHsr6ZOKguxnAMxeDEPuxGRdZI8sAict9gYuAxcl808bQK&#10;LCL3fcn1CFSQ+6KMH2gg95mer6IXfY/9V+j37cuPh7rdPvNsWuvHcyzHOT8rebr7YT6D9OdZKfT5&#10;LJl1JfTYA1GITiQz63on+Y8wh/X8b+J6Yl/iTaGkCnjkvr7EQJn0Dfk6rTIJJFUnM2imPzP3LIpr&#10;Fv/zbyzzlOEF5nye+DJRf2eYHdohj4eq5Q+owBuhnbI21CyzcuSPu51x7UxPsxhjBn7DeIuJfyHq&#10;Na2i9tWhIvUynsHskKNmhU7K7h7eltpQufwe/4Wfh2pxFEXq16FStQSrUcX6bA8NgZ2VX1OE7xlm&#10;nQ8w/xLMo5YjRL3OI4kXFySVcX3BNjmX2znHeILceK2gQoxnyY0ZBY46l1s5x/gWuTGQ840B5EY6&#10;VCHGR+RGhBqM/J635PQ8kf6OQfd8mqh7ThBbeH2gQlqoRdvSQ1Jt4TztXHMsyOwhM8dDmTmeyM6x&#10;gDGNGeS+LcTAAnJf/hw/5I1TmZljJTWfhd5Pg9lnej/p++e48AoZEy6Xi9EXUvAG3kNKRoXbEVKj&#10;wr3UReEiNQR94XJ8tsBVqqAkyw1fpM4Ll6piXImbw4Nh4QMZFD6Mndgiw8PVcimuxLXhGpkYrpUf&#10;hiuz8nvQ32nM/ltPvcOo/UFqn0DU10J/ps0LJ1WgXeZRt69JnmeOClRjc7gBnyCpjEPkgUY5FDY2&#10;yh7W400sw+/Cq+TZ8AbGzXUfx77pxEBSTWdcLb+fCPf9nZlrcoDaf0wf+prMzFyTkTxXZNfKULta&#10;LsF3Md6uQ5N8J8c/k/+TvV962YclZLfKmfBJhNWZ8EDVyy5VJbgc19rF6vt2P3VjD/05Hqom2En1&#10;nzn+wx6kpnHeNDsOC1/KNPszNOd4S26xy2UkStDXrhDHXiMRe2dWfs/96TmUua9Nor/b6PUVer6H&#10;+DqxD8/1t0/Q73EZg/E9nJYb7LRca0fU1XZCfdsuUhejGP057m+HvrbGc5nP7JkEczwCvcabiXrP&#10;XMV8r9J3oF1etY0mWW7XyCbUd9tFPICkMjrJA+3SyWt9TfJXXuM6NTKg2y7iASSVMYY80ChjHKNK&#10;LnfKpR9snLJXyXF7k7Tar0kT67wdVXjNXimv2BvzVHDsm0sMJNVcatXyr8kyfijm7sMDmTUq4N6n&#10;7w0jWaPVTq1UOdXyLj5Cq1OHJmnIsY38z85+qXQOyxKnVRY6JxFWC52BqtIpVVtQj0NOsWpz+vVw&#10;1OmvjjpDVTtr4kQCdmSQsiP9EFfhCF+ZIl9KOPIZmnO8JadYp/dRg9UO/TtrZJmzMyu/53X0nLsP&#10;W+lZ78MzRLMP1zkn6Pe47ENrD6flUycth5yI2u8k1B6nSL2DTVjH8Trn6/uwJBLsQ33v8lhbvQ8v&#10;J5p713X0HWiX6yJGk4yP1MgUzOjWQPwESWW8QB5olBcixkZ5MlIuv8TPMDGyUq6NbJBreqjg2FdC&#10;DCRVCeNq+etXTz9tOZ9Z4+hjIf1MIq4hJuixPrJXPqTeYziLaHQv2tAlVrSPOhbpoz5EfeSM1Efa&#10;JH8ONxqs2VLGG83Y+n5/B1Hvywt4bng0qQL3yfCoL0oMrCf3RYjGV6zFSdakBRuxKlKHNsTUxkip&#10;akEnzkZKVDTaX7k9JDn25dfdz7WsRzNrU0uNj1BvGfWuzdT9Lzxnu7Plb9GHpAUr8Hh0ERrQS1VG&#10;mRtfIOIOU+e7Q1EnRkO0TgKHyX1niAFPnYn6/sqYn0V7M2ZvVY0V0VPMuQdrpDq6UI7gC9juH6TQ&#10;XSL93Eez8nsbTW/mfrqUPjbRk97HjUS9j/U1udVNqsAZudU1Wsnr5H7MxBz3bXnU3Y7lWWVuuTyE&#10;B3AnfupukFs47yc9VHDsG00MJNVo5tby615O3bnf0z+mXv09/TTRfE9f4e6QtW611KERB92dcsht&#10;luU58sc9xbi539P3ZdZD/1Ax39OPup5qdovUDvwZK1xHLXdPylc9vC2d9LsVi/GUW4ujKFJ/dEvV&#10;u2hGO72dcofAzsqvaQQ/OnJ77U0tutcLiabXS2M75IpYtdyI23BHbKfcGWuWETnyx32QcXN7tRlP&#10;X/tLcnq9J+apqbEi9W+4GpfGHDUidlIe6+Ft+Z9YuYzHhegTq8VRFKmLYqXqR7gd98SS6sHYENhZ&#10;+TUtpiazH9ez90ZlappMNPfVKsYJtEtVzGiSLbEaaUJHtwbiJ0gqo3c8qQKN0jtubJRQvFw+pf4P&#10;UBdbKRtjG/JUcOxbTAwk1WLm0PL7mcDfwEw/+jvhVPrQvzf+lOlnJM/dS03G0/Ftci6vco6xg9w4&#10;Ga8QYw+5sT7uqHN5iXOMB8iNKZxv/ILcuI5zjAvIjQnUYOT37PC3HdPzRPpbmel5faZn/VmS9JIq&#10;UCFJz+cQA3xv4DztXHPk/sbSc+jfWHoO8xsr6S1gXGMGuc8hBhaQ+/LneJE+zG+sF6h5M2Pr98ch&#10;or4XDOG557zl8qTHPQ4347veVrQhoW7yStUsPIUF3nC12BumFnmxrIWc84zXRz2KX2Gqd1am8tqp&#10;3i6Z7tXII3gGz3n/J7/3auVFrzIrv9bXc9Zcv2+OUKP+bE3YwftmN+sYaJfdntEke5nnBAoSNRJO&#10;NOATJJVRQh5olJKEsVG+kSiXLno/iv3eKtnjbWDsXPdx7HudGEiq16lJM/1cRe3cgv+hvzPRqv/4&#10;B/+vYxQbcVDOd54vudd38P8ufVmzKXrtGHVUYnuX0eZu7woMkjbXNyoxSAzTh/l70hje/+1dwf+n&#10;pJnjDHPcTdE3M8cwXXlcUsaymKSMX8WuThm/JDfGcY5x1pWUMTrW3mUsJDfei5WnjPfJjb9xjjEm&#10;3t5l5Pcwlr2V28MvqF33sCWnh6gnKWMT/Rh743NTRhm5MY1zjEHkxk+ow3iZ3Hg6/uOU0UJunOYc&#10;Y6zX3mXk93AeF7Mz5zro/4M4TQ9RrvUtmetQkBieMk55xanD3oBUHZbjt95QfBuTU+L9AEtxPPWm&#10;l079GpNwhdeVKvZOpi7z/pI11tua+rn3Due8k/oN1nh1WIHZqe958zAWXV2PeZ92bUYLQomjXecl&#10;OrtMD3/vPVHKFtJ7la3V4++qvTk+D/pRCJ3/PwAAAP//AwBQSwECLQAUAAYACAAAACEApuZR+wwB&#10;AAAVAgAAEwAAAAAAAAAAAAAAAAAAAAAAW0NvbnRlbnRfVHlwZXNdLnhtbFBLAQItABQABgAIAAAA&#10;IQA4/SH/1gAAAJQBAAALAAAAAAAAAAAAAAAAAD0BAABfcmVscy8ucmVsc1BLAQItABQABgAIAAAA&#10;IQDiI6rFagMAADsLAAAOAAAAAAAAAAAAAAAAADwCAABkcnMvZTJvRG9jLnhtbFBLAQItABQABgAI&#10;AAAAIQB/QjLiwwAAAKUBAAAZAAAAAAAAAAAAAAAAANIFAABkcnMvX3JlbHMvZTJvRG9jLnhtbC5y&#10;ZWxzUEsBAi0AFAAGAAgAAAAhALmgYiHgAAAACgEAAA8AAAAAAAAAAAAAAAAAzAYAAGRycy9kb3du&#10;cmV2LnhtbFBLAQItABQABgAIAAAAIQAtR1+gxREAAMwhAAAUAAAAAAAAAAAAAAAAANkHAABkcnMv&#10;bWVkaWEvaW1hZ2UxLmVtZlBLAQItABQABgAIAAAAIQDo7uafpgwAAKAdAAAUAAAAAAAAAAAAAAAA&#10;ANAZAABkcnMvbWVkaWEvaW1hZ2UyLmVtZlBLBQYAAAAABwAHAL4BAACo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lr3CAAAA2wAAAA8AAABkcnMvZG93bnJldi54bWxEj19rwjAUxd8Fv0O4A19kphYm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vpa9wgAAANsAAAAPAAAAAAAAAAAAAAAAAJ8C&#10;AABkcnMvZG93bnJldi54bWxQSwUGAAAAAAQABAD3AAAAjgMAAAAA&#10;">
                <v:imagedata r:id="rId3" o:title=""/>
              </v:shape>
              <v:shape id="Picture 87"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CZ4nEAAAA2wAAAA8AAABkcnMvZG93bnJldi54bWxEj09rwkAUxO+FfoflFXqrm0oIkrqKLVqk&#10;h2BivT+yL38w+zbNriZ++26h4HGYmd8wy/VkOnGlwbWWFbzOIhDEpdUt1wq+j7uXBQjnkTV2lknB&#10;jRysV48PS0y1HTmna+FrESDsUlTQeN+nUrqyIYNuZnvi4FV2MOiDHGqpBxwD3HRyHkWJNNhyWGiw&#10;p4+GynNxMQqqn131dcg9vn/G5yI+bbMDLTKlnp+mzRsIT5O/h//be61gnsD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fCZ4nEAAAA2wAAAA8AAAAAAAAAAAAAAAAA&#10;nwIAAGRycy9kb3ducmV2LnhtbFBLBQYAAAAABAAEAPcAAACQAwAAAAA=&#10;">
                <v:imagedata r:id="rId4" o:title=""/>
              </v:shape>
              <w10:wrap anchorx="page" anchory="page"/>
              <w10:anchorlock/>
            </v:group>
          </w:pict>
        </mc:Fallback>
      </mc:AlternateContent>
    </w:r>
    <w:r>
      <w:rPr>
        <w:noProof/>
        <w:lang w:eastAsia="en-GB"/>
      </w:rPr>
      <w:drawing>
        <wp:anchor distT="0" distB="0" distL="114300" distR="114300" simplePos="0" relativeHeight="251659264"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8240"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910" w:rsidRDefault="00A04910"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0" type="#_x0000_t202" style="position:absolute;margin-left:42.55pt;margin-top:789.85pt;width:510.25pt;height:2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ckzrwIAAKs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qMII0E76NEDGw26lSMKia3P0OsU3O57cDQj7EOfXa66v5PlN42EXDdU7NiNUnJoGK2AX2hv+k+u&#10;TjjagmyHj7KCOHRvpAMaa9XZ4kE5EKBDnx5PvbFcSthckjgILxcYlXAWxXGUuOb5NJ1v90qb90x2&#10;yBoZVtB7h04Pd9pYNjSdXWwwIQvetq7/rXi2AY7TDsSGq/bMsnDt/JkEySbexMQj0XLjkSDPvZti&#10;TbxlAezyd/l6nYe/bNyQpA2vKiZsmFlaIfmz1h1FPoniJC4tW15ZOEtJq9123Sp0oCDtwn2u5nBy&#10;dvOf03BFgFxepBRGJLiNEq9YxpceKcjCSy6D2AvC5DZZBiQhefE8pTsu2L+nhIYMJ4toMYnpTPpF&#10;boH7XudG044bGB4t7zIcn5xoaiW4EZVrraG8newnpbD0z6WAds+NdoK1Gp3UasbtCChWxVtZPYJ0&#10;lQRlgT5h4oHRSPUDowGmR4b19z1VDKP2gwD521EzG2o2trNBRQlXM2wwmsy1mUbSvld81wDy9MCE&#10;vIEnUnOn3jOL48OCieCSOE4vO3Ke/juv84xd/QY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D6RckzrwIAAKsFAAAO&#10;AAAAAAAAAAAAAAAAAC4CAABkcnMvZTJvRG9jLnhtbFBLAQItABQABgAIAAAAIQAu5sD84QAAAA0B&#10;AAAPAAAAAAAAAAAAAAAAAAkFAABkcnMvZG93bnJldi54bWxQSwUGAAAAAAQABADzAAAAFwYAAAAA&#10;" filled="f" stroked="f">
              <v:textbox inset="0,0,0,0">
                <w:txbxContent>
                  <w:p w:rsidR="00A04910" w:rsidRDefault="00A04910"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10" w:rsidRDefault="00A04910">
    <w:pPr>
      <w:pStyle w:val="Header"/>
    </w:pPr>
    <w:r>
      <w:rPr>
        <w:noProof/>
        <w:lang w:eastAsia="en-GB"/>
      </w:rPr>
      <mc:AlternateContent>
        <mc:Choice Requires="wpg">
          <w:drawing>
            <wp:anchor distT="0" distB="0" distL="114300" distR="114300" simplePos="0" relativeHeight="251660288" behindDoc="1" locked="1" layoutInCell="0" allowOverlap="1" wp14:anchorId="4EF8E261" wp14:editId="3D11926F">
              <wp:simplePos x="0" y="0"/>
              <wp:positionH relativeFrom="page">
                <wp:posOffset>540385</wp:posOffset>
              </wp:positionH>
              <wp:positionV relativeFrom="page">
                <wp:posOffset>583565</wp:posOffset>
              </wp:positionV>
              <wp:extent cx="6484620" cy="1017270"/>
              <wp:effectExtent l="0" t="2540" r="4445" b="0"/>
              <wp:wrapNone/>
              <wp:docPr id="19"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8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a2ypkAwAAOwsAAA4AAABkcnMvZTJvRG9jLnhtbOxWbW+cOBD+ftL9&#10;B8R3wsuShUXZrVLYjSr1JWp7P8BrDFgFbNne3USn/vfO2JCkyUo59T7dqUiA7bHHM88zM/bVm7uh&#10;945MaS7GtR9fRL7HRipqPrZr/6+vuyD3PW3IWJNejGzt3zPtv9n8+cfVSRYsEZ3oa6Y8UDLq4iTX&#10;fmeMLMJQ044NRF8IyUYQNkINxEBXtWGtyAm0D32YRNEyPAlVSyUo0xpGKyf0N1Z/0zBqPjWNZsbr&#10;1z7YZuxX2e8ev+HmihStIrLjdDKD/IIVA+EjbPqgqiKGeAfFX6gaOFVCi8ZcUDGEomk4ZdYH8CaO&#10;nnlzo8RBWl/a4tTKB5gA2mc4/bJa+vF4qzxeA3cr3xvJABzZbb08QXBOsi1gzo2SX+Stch5C872g&#10;3zSIw+dy7Ldusrc/fRA16CMHIyw4d40aUAW47d1ZDu4fOGB3xqMwuEzzdJkAVRRkcRRnSTaxRDug&#10;EtfllyAG6SrOHX+0206r4yiJk2ntMrIehKRw+1pbJ9s2V5LTAt4JU2i9wPT12INV5qCYPykZ/pGO&#10;gahvBxkA/ZIYvuc9N/c2lAEiNGo83nKKUGPnkR6ExNEDYtzVyxfo/TzLrSHokyXHG0XZkbFl11pC&#10;FgCWsH4eUkqcOkZqjcNI489abPcnO/Y9lzve98getiePIZGeBeIZ0FyQV4IeBjYal7WK9eC8GHXH&#10;pfY9VbBhzyAI1bs6tqEC4fBeG9wOA8Nm0t9Jfh1Fq+RtUF5GZZBG2Ta4XqVZkEXbLI3SPC7j8juu&#10;jtPioBnAQPpK8slWGH1h7dm0mQqMS0ib2N6R2PKBSFmD5r81EYYQErRVK/oZwIZ50DaKGdphswHk&#10;pnGY/CCwMD8iixxoSLJX8+ZF/M+5s1jE2RT8aeSInYMfAkNpc8PE4GEDkAY7LdLkCF44z+YpaPMo&#10;kG/ryTkuVtFqm2/zNEiT5Ra4qKrgelemwXIXZ5fVoirLKp656HhdsxHV/XsqLLKi5/UcjVq1+7JX&#10;jqKdfWxEA86P00IMiUczZvrmv6Nxxh9GsQnvf7BKYJbbIn47V4n0f1klkt9V4pXTNU8SKAZ4iGau&#10;FrhSimdski8uXZ3I4dR3uT+fzXMN+F0m4LA7V+3PlQl7tYAbml0x3SbxCvi0D+2nd97NDwAAAP//&#10;AwBQSwMEFAAGAAgAAAAhAH9CMuLDAAAApQEAABkAAABkcnMvX3JlbHMvZTJvRG9jLnhtbC5yZWxz&#10;vJDLCsIwEEX3gv8QZm/TdiEipt2I4FbqBwzJtA02D5Io+vcGRLAguHM5M9xzD7Nr72ZiNwpROyug&#10;KkpgZKVT2g4Czt1htQEWE1qFk7Mk4EER2ma52J1owpRDcdQ+skyxUcCYkt9yHuVIBmPhPNl86V0w&#10;mPIYBu5RXnAgXpflmodPBjQzJjsqAeGoamDdw+fm32zX91rS3smrIZu+VHBtcncGYhgoCTCkNL6W&#10;dUGmB/7dofqPQ/V24LPnNk8AAAD//wMAUEsDBBQABgAIAAAAIQC5oGIh4AAAAAoBAAAPAAAAZHJz&#10;L2Rvd25yZXYueG1sTI9Ba8JAFITvhf6H5RV6q5uNRDTNi4i0PUmhWii9PZNnEszuhuyaxH/f9VSP&#10;wwwz32TrSbdi4N411iCoWQSCTWHLxlQI34f3lyUI58mU1FrDCFd2sM4fHzJKSzuaLx72vhKhxLiU&#10;EGrvu1RKV9Ssyc1sxyZ4J9tr8kH2lSx7GkO5bmUcRQupqTFhoaaOtzUX5/1FI3yMNG7m6m3YnU/b&#10;6+8h+fzZKUZ8fpo2ryA8T/4/DDf8gA55YDraiymdaBGWiQpJhJVagbj5KlrMQRwR4iRWIPNM3l/I&#10;/wAAAP//AwBQSwMEFAAGAAgAAAAhAC1HX6DFEQAAzCEAABQAAABkcnMvbWVkaWEvaW1hZ2UxLmVt&#10;ZqzYeVxVVdcH8CvutdYZ7rk5pqGGM+qDIuYsTgjkgLOWU4oioqKCU5laRjmPaDjgUKaZ+WimTe+j&#10;KSJOqThPZQ4VPYmmoIFTOby/o/fCTT7vP71QX/beZ9hn7XXO2WdLEYfDMQ56FXE4hsHPyuHI9HE4&#10;HtV0OIoHOBxvLHM4TvZxOCqGdQx3OIo40is5HOk4Hoc5LPs8ePJjbyjqcLRCHzdRbe0Y7IhzDHJE&#10;Oyo6ujvedIzFVaIdI1GiX3CCBiXcdZzmMKAYeH7sY4p5Gih1d/u0H2LGxU13eyVOnIzrl0TbPgfh&#10;O/yhLNj9Pvlp2+1JUQ2/7WPs7QOgPtjHB4D94ynpabPAb8/59jnNwB5DOSgGmWiMx4m9UN8Ed3HQ&#10;MVwoFHmpgnrVJ8fE0zVtFGVDGT1fedRf1OPJTx9PvfVK7LEIbY/3sX8xjlsOaV4OoH4Q+w7i2HF6&#10;JHuM0aM5Xo/hWAj30hr1ltjXHMc2R0z2GILdZQuUZeHD6UWeGPjmo8c279w+O+6Xkf/enD/ulhjv&#10;VYx7Msqq7nE3M6K4thHLpSFTj+VUvTOUhAuUqe+g540dFABNjTQKN47AAS9p1M5IpU4wwsto1Mfi&#10;+LE4dqwRyfmiebQRwyOgm5dOqHcwormd0T9v3J57F44x6O4xDMb4OyP2OxjDSJRlMIYS2BZuPKJQ&#10;4w41N7KpgZFJtYwMKg8KsvTbUJKz9CD2MUK5HNSChkYLbmE04FAjgMMNfyiXd+3/T843IN4Ad7xl&#10;Eec0xGnn/CuUds5bIt5Nxr/4M6MWfw5b4UvE8I1Rh/cYrfioEcYX4De4gfYNoxHU5quI8bDxIm82&#10;yvByg+EGLTfSaTvuzWm4CUXMvVTCPEmlzNNU2jwD38N5tH+kkuZFUmZ2Hh/zDxz/Bz0y/qAH8Kdx&#10;i+4bN+m6cYV+MX6mM5AO+4z/wnXIoUPGPfrVeEyGqXM5syw0gG5c1Izl83h+dsIa3MOFyG+iEQKt&#10;oSUEY1tTTjIaF0qOz5l4d905zkQ+d7hznOvO8UvY9r0Zxj+Y4dAW2vH3Zgc+Z0bwbjOKNyHeRIiE&#10;BmZHKAmXaYC5gxbBFthnfkenkMPT5jk6Y/4A5+ECXMT2y5Rm3s6Tat6hXeZdSoEdsB3tbdj/mXmV&#10;1poZtBAmQBS2R5mlOMoM4jfMUF4Iq2Gz2YK3Y9u3ZiDvNOtwCqTCbrT3YHthzAW3kbMD7jkwF/l5&#10;gFxdw3NZTz19Lhti220zje6aqfQAfJ35/FCv5EyDA1CN8zXmAGcot4IIeMXZkvs7G/MQZyAPdfpD&#10;GThA+dJoOPqKg3leFqGehP6TcGySM5LzRfMiZwzPgzgvw1Ef6oyGSOiXpze2d3TGckOw4LbZFWoW&#10;Sv5SnA7HKHf+ViNXLZG3dOSvjzt/lbAtxTmMdjtjaD9keMlE/Xfs+905Cl7ifK34pjOM74HDCmOy&#10;WrMGJjitNhAOg7xEs2ENwTEx/Ng5nG9jjL/DD5DiHAAtC2Ws6/AN9/5uDMAY7TlspXusVTHWZCuK&#10;51qxPBbCwc/qDCXhAoVbO2gczIFkK43WWUfggJc0Wm+l0iY45OUY6idw/Akce8KK5HzRfAxjPgRb&#10;vWxC/d9WNK+3Cn437DF4fzdGIXb7uzEPpee7sc56RGusO7TCyqb3rUyaZWXQJBgEEdZtKMkRVhAP&#10;tEJ5IsyExVYLXmk14DVWAK+z/KFwvhsPEa/n/byA/G5AnHbOf0Rpr1HqYttD5OYxcqRcqVTZiz/q&#10;NV1pcABO5qnv2kuhrh3UFyZDIvYlum7BHZrvukezYISXoajHuO5CDkW7rlJ/VwZ1h5ehBdqNcW6g&#10;6y/0r3NNlx9Eeolmf1cMVwbl5THu0UPco4e4n4Uxj2lYbHaVp2sa+/v6F3JTDxpiPpvl/r7qelcx&#10;9C5ighMstF16d6mgj5IgfYp0g1GQoMdBV2gkI/RaEqb7SRX9ecGCFs6zQ/+CK+rLOALGwCx9Ey/V&#10;U3iZvgtSYTekwR5eou/jmfrxPDP0EzwdpsFUeA8S9GM8Vt/Jg9BvBNSDCuivgn4WbnJD/RH31EUm&#10;6SXkI70qdIKJ8o6eLF2hGig9QW5rgyRXGwD94TXoB33lDhRGjlOQ4xB3jiPw3Nnrxo7I7QR3jjEV&#10;OlJ0S37Wr3EJ4xq3gSGGJUOMEJgorYxkKQG/It4UxJ+ih4hnPdce6yPvvtuiz57oOw5lAkq77/aG&#10;rwQZPujDR3J0H/lR94UQGCK3MP4SRoLUh/bGEAiRYJxjr5X/yRp5NuJZ7l5LrEYf7yGOIMSx1D3W&#10;Stg221jCc43FvABWe/kY9XXYt85YDvGSb5JsRHxfwHb41nhbdsFuSDPegXch0cv72JeEYxbLNmOZ&#10;fI3cbYZlMNuYB+ML5b5ewlhz3GPNxbg+xBg7Y6zH3WO11wCXjGy+bGRxBuR6uYv6fey7b+RAb8k3&#10;QQwzQV6E2tDKnCgdzHjpag6T7mY09IMczpfNPcws7gXDvIxAfZSZDTmQKPmSZIS5WIZBLy89UO9u&#10;JkEiTMsThnY9M1legFvI3yXjPXitUPL3JdZQ5H4v6mLuOY+8NUP+7H9023NPGKpJJolHIuoLTAUO&#10;yOF82Vh/ZnESfPk329D2+Ia/Mr/i/8BBL+moHzW/gW2Qlece6h4PUH+IXD7ENR/i2vmUPEBM9+Do&#10;3wxB22OCnMZ9zICrkGW+IzchB3LRzjWnQpKXJdi3FMcslUzk/L/wA+yDL83ZMKpQcl8HE8N697Mb&#10;gTxryHkj5LwMynCU9rzRxLmeQ5xb4FvYz02cx7gOVAFftH2x3Rf7q+C4OuCZkyrhZM97EY9+DPRp&#10;vxelUc60S2yr5Mzmys4srg6NvDRFPRj7gp05kCj5kqSpc7E0gupeKqNeyZkEiYWSl4GI3Xs+rYiY&#10;7bm6N0r7mbTzMtBpyVTnNf4aroBhWWJYITBRMpzJ8jXMhIHOiZA/V994pu+a6NOeq7ug9MzVN5y+&#10;ctrpgz58ZCm8jfbb6ONt5xBJciZge4Kcgxto38D2YMTzT+fqQKyRPPcpF/0MRhz2WJegtO+TPX8F&#10;Wtlc18ri+hDmpS3q7bGvvZUDunj0sP7kUdY1ngUbYZf1APxkl5XoJUl2WotlO3zqZR3qa60kSISK&#10;XkxZZvnIVIiDvlYJ6Yb9Ha0auO5LEAGJXpKkLfoKg/pe6qIeiP4DcWxhfNezkb8or7XTh+78paP0&#10;rJ1uWoPkFvwBuXDbipI71mAh10Qp5UqQWtASXna9AcPgVWns6iK+rnZSxBUimVZDKAv3uajrGleE&#10;RtDWdYv7uIpKX5eSfi4CBg1tXfq4DOnmKpmnq6uUdHGVlk4QAe2hLfY3c4kEunzED56Doji3qKsM&#10;1JAyrjoS4Kov7VzBEoVYolwxkIB+kqUmmHDLmi8/WWPlsjUG4iEORkKs/GIN/0c59sczZ/9dDp+C&#10;Jz9vrlj7pKyG3/a7Z2+v4a7jk1Hgb5Pd8TLscM9rPXBAH4iF7/E823/v7YRzgrRlHKRFcjetGU/U&#10;XDxNO04jtWR6RRtEVbQWdEWa0dfShOZJCZojP6kZ8rGKktHqX9JH5XIb9Q13VrP5DRXNyao2aDxB&#10;XaAuahWFqSHUTwXSOGXSeqVRhmIqTZdVMH2mWtJoFUItVAz5qw+puDpL5VUpDlWteAh6GqJWcZhK&#10;4woqi0uqAKmlBktrtULGq12yRaXJL2qvGPS7WFRBK0a9tPo0VxtBa7Qp9G9tEW3WPnlGOtq3aLVm&#10;8XStHg/WhsMCjHQHf6b9yf+jBclqbajM0uZKT22BvKAtlEz5j6TKNdkp1bXt0ltbIvFYD0/X/GWS&#10;dpW740zPO+OZ5/fh2e/mfv7jkddFyG8Y7IX3wJ7nt0kdOSgs1+UOP5Ib7NJ+4nLaCfbTznFV7SLX&#10;1DK4jfaY22nVpJnWTgK0EWJp78oVmSqXZJqckelyRGbKUXld0iVK9km3vOfKE8cRxDCanv4bxhPH&#10;cdzzPYjhOXccZ2QsXZRx9CsY2utUS5tLTbTPqa12klpr96iGVpora+W4glaZy2q12KmV54dSnK+L&#10;zofkHm2TE7RfPqMjkkzHZBrK0fRsPk4jjmD3s2fHYc8BxWEjhLrjyJJ2yMMgmAKrOEu+4VOSxsdk&#10;Lx+W/bxfDnKa7ODt8jlvkY95lSyAONT7YFtn7GvDB6QBjm2Mc5ryaQkucF86IIZGeA96IYaZYP/h&#10;fznY/65LATtvHfAGeNTmuloprqRpzPjfRyuKkRfh++LiXCnHN6Q6Z0gzPi59IR71Sdg2A/sW45hF&#10;GEUizpmPcxPQx9C8fhuh/6eezdN05OmwO09tcZ82wHaw82XH2QHxLZYfeZnc4kQhmSG+Ml78ZYDU&#10;kGpSS+5yL8nlRZLDG+Q3/lZO8B7Zyemynr+TpbxN3uVPJIZXSAcIhFJoP8YdzKYD8gMdln20R7bQ&#10;dllLn8oaWiSrqZeMoVrSiPylElWT5+gFEVLySN1kHzrPxekgN6YP4DXU63FRqsyPlZOF7lIxyqDK&#10;dJYa0xkaQydpNX1Ma2k4fvegrRRC+6kJnacgukkNyMGhFMCxNBKWof4pN6AUDqJT3JSucAjlck+6&#10;jX33eB1Vl1MUKWfpdTlHM+VXSsQzmCwWL5YqPF1e4gHSHz5E/XCB+5+I/CZ7vQ8DkVNPfjOQZ/u9&#10;XCAf0HyMfq6spynyEY1GO0pWUbispEA833VkKNWW3shKB6oqLaimNEc7mOpJU+okdSkW2ZoiEZQk&#10;A2m5vI34kgu8D36Ig7ziqI843sH1x6Dc6o7jL2T0FBehPXxJbed0tZl3qA/4c7WON6qN/Inawh+p&#10;dJ6h/uAE9bwsUE1kleoiO1U3yYDrqrvkqp7yULWRB6ou7pifUIE4xuBZ83XH4XkfluL6L7nzYr8P&#10;/bg2BYM/v0DluRgVY418cKcJd1r4L6XzHfU8X1CBiDHiif0on+qItsdw1N/DcQv4rlqI85Jw/hL0&#10;Mwv9vYV+x7BvgfjOIrZLWDPY7+tk2IXY7Dw9AjtPZbFtHznoAypOE0lRLD1S/eiB6ghtoQ20pIeq&#10;Fd1WrekG/IZtqao3rVaTaSG+Nu+q/TRL/UJr1FX6VN3E1+gufYF6irpER/AluqSefUeHI6YYd87s&#10;mOx3dAecBPsZsmMaRlOpG63Ak72S/GkVvYCn30mfkEkfkY5tGi1DpJMR8QDs60A1KJia4uiO0BP6&#10;U0OKwfsRS80oHvvGU3OKw3Gx1BtvUEyBPAni8ay3PDGNxj20Y7LnDTsmjQbgO9lHTOopZamvVEe7&#10;Pt6krjQQT/QEGUaLZTitlZG0FV+EFImjXWjvlmhKk/aULrVpH87b+jdFaSWesCmYE6IKfHsmIKZ7&#10;eM7texcPqYhlLWKx790ZlKWxbSW+23vpgZymF7WLFKRdxRfnPnXUcqibdgOrjivUVztM47V1NFlL&#10;oFFafxqgtaVWWjj5amFUXAslTQuhx9KDimgx9Egm0L0CcezGM+6n5cfRANe24xgHp91xnOQHch9f&#10;tApyX+qKQwsTH603yldF016R56CM1kOaay3kNa2cxGr3sDo6yeO0r7mP9jn31D7lztpq7qBt5pba&#10;NnwzduMr/uxzUwW52OWVj0hc237fPXO7nY+a8oUEyMdSWxZjdfCmhMkg/DdQ4iVS3pbXZI68KvOk&#10;r8xHO1GiJVnekfdlFfZ9IcPkgERgRRAke9BHGr4KqVJFdhXIxyG8T3O84ojD/bD/Xbsa5VR3PtLU&#10;bPlWzZIvYR5WeSPVaOmvOkkXVUteUUriVCaPVz/zJHWep6hTPAf15eo6ZqZcPor9l7BOO4HZ6BBW&#10;h9+pN1DOKRDHScSxEc+I5/mw4zgBdhyetclldYyO4o3chJkmWT3Hs1R5fksFYFVZjccpPx6lfLmn&#10;ekid1DmsLr+iWLWQZquJtEVNoG2Qpl6nw2ocHVQzKF0l00m1scC7sxdxpLq/ufZzOhPXt9cm9nvd&#10;xp2PDeorXH8FvAWRvEG9zHtVU/5ONcas1pBPqPp8VrXmi5jtrqhe/KcaBfNRX4ttm/kMZvDj6gCO&#10;3Ydz0nBuat63KRjXxOP5f/5NsQb2OQGh5K3v7bW+C0qB/VMM7Pr/CgAAAP//AwBQSwMEFAAGAAgA&#10;AAAhAOju5p+mDAAAoB0AABQAAABkcnMvbWVkaWEvaW1hZ2UyLmVtZpTZD3RU1Z3A8TeZ92bezBsg&#10;AU9x+RsNI9lVKkp7KqhbVKpUaHu2WovFFlyVXduDrivdIwrBPwf/FqkibVcQ6REbSBBQ0FIIISyJ&#10;oKABjIQQBKKSECQYKkUyvyuz35s3d95k5Jyezjkffr835829v999d97MhJBlWTNwA9q+Sqe/YZOk&#10;0+lK17Lur06n18yxrJrD6XTx935wvWWFrKWDLeslTtGn9cIkdD/0E2HLGhuyrE7Sa6w7rXutf7fu&#10;soqtm6yZ1v3Mcpc1nWhZRUiAKay+mZyXWXEUwjz0OYXmgBjLHN9woWW1cOBljqeTTGDufhzr1xRg&#10;OM6HHlc/aKk7JvlXn6Ofn4JvQZ9/CfTDRMc//Nq/5vX6NZNxBYSDz1m7XqzB5LPptB5bv14bliiU&#10;L1xtV9ewhFYo56qT8v3H3Wu7o5lHP18KU/OV5HrdBqIQd7AOHSqdnkS+EsW8oIEaxhJTxGE8NzPW&#10;oQIvkn/dMs4xNpMHysh9FcTAbnLfCqIxh3OMO8gDHeS+q6kpt4d9eT3ckOlhWk4PJ3htoIrcNzBe&#10;pQId5L7LiIEyct9AYqCS3HciVsmYRhm5bx8x0EHuy+/hKTbvwznXYTq1f8D6P06UzHV4JD5bPRCf&#10;pe7FZIyPz8USbFUz4xtQjyY1PX5Q3YXbcFO8WU2MN6rvxz/Lujl+Qv0s/rmahtn4bbwV72G5mhJf&#10;g5fwnLo7Pk/dhwfwcHy+eiL+vHoq/nBWfg9H6MHspVlco99lrsObmetwPs8p1jUwn9w3yJuvAmXk&#10;vjrWOzCf3HeEGOgg9+XXNID3tqlpKfOvpZaPWM/aTE0X8NylXocK1JMbW8lfU9dgHMZ7q9SN3mq8&#10;mDXe+191PcbhO/im9yc1gvN6WsSxbwAx0EHuy6/7FepelNkP66lxG/UepO6PiXo/6PvTs4wV2Epu&#10;vK+e9g6qhzC9227iNizK+il5oJ7caFFTvc/V/ZiDJ71jjPuxmt9DB8e+V4iBReS+/H6O08/inP3d&#10;mrkOkulH32eOsK4HWcMGbMU67494A7tUk1eHD/GR2uUdUjtQi00cv+XtV296x7OqvBOqjtrfw0F0&#10;em1owFvqXW8z3kCl2u2tUI04hE+9CnXMW6mOe4uz8nuIchNtyPRwgHoVte/lWhRx39bXZCTPRRNH&#10;VGHic3UBSjEicUJdluhQIxMHsr6ZOKguxnAMxeDEPuxGRdZI8sAict9gYuAxcl808bQKLCL3fcn1&#10;CFSQ+6KMH2gg95mer6IXfY/9V+j37cuPh7rdPvNsWuvHcyzHOT8rebr7YT6D9OdZKfT5LJl1JfTY&#10;A1GITiQz63on+Y8wh/X8b+J6Yl/iTaGkCnjkvr7EQJn0Dfk6rTIJJFUnM2imPzP3LIprFv/zbyzz&#10;lOEF5nye+DJRf2eYHdohj4eq5Q+owBuhnbI21CyzcuSPu51x7UxPsxhjBn7DeIuJfyHqNa2i9tWh&#10;IvUynsHskKNmhU7K7h7eltpQufwe/4Wfh2pxFEXq16FStQSrUcX6bA8NgZ2VX1OE7xlmnQ8w/xLM&#10;o5YjRL3OI4kXFySVcX3BNjmX2znHeILceK2gQoxnyY0ZBY46l1s5x/gWuTGQ840B5EY6VCHGR+RG&#10;hBqM/J635PQ8kf6OQfd8mqh7ThBbeH2gQlqoRdvSQ1Jt4TztXHMsyOwhM8dDmTmeyM6xgDGNGeS+&#10;LcTAAnJf/hw/5I1TmZljJTWfhd5Pg9lnej/p++e48AoZEy6Xi9EXUvAG3kNKRoXbEVKjwr3UReEi&#10;NQR94XJ8tsBVqqAkyw1fpM4Ll6piXImbw4Nh4QMZFD6Mndgiw8PVcimuxLXhGpkYrpUfhiuz8nvQ&#10;32nM/ltPvcOo/UFqn0DU10J/ps0LJ1WgXeZRt69JnmeOClRjc7gBnyCpjEPkgUY5FDY2yh7W400s&#10;w+/Cq+TZ8AbGzXUfx77pxEBSTWdcLb+fCPf9nZlrcoDaf0wf+prMzFyTkTxXZNfKULtaLsF3Md6u&#10;Q5N8J8c/k/+TvV962YclZLfKmfBJhNWZ8EDVyy5VJbgc19rF6vt2P3VjD/05Hqom2En1nzn+wx6k&#10;pnHeNDsOC1/KNPszNOd4S26xy2UkStDXrhDHXiMRe2dWfs/96TmUua9Nor/b6PUVer6H+DqxD8/1&#10;t0/Q73EZg/E9nJYb7LRca0fU1XZCfdsuUhejGP057m+HvrbGc5nP7JkEczwCvcabiXrPXMV8r9J3&#10;oF1etY0mWW7XyCbUd9tFPICkMjrJA+3SyWt9TfJXXuM6NTKg2y7iASSVMYY80ChjHKNKLnfKpR9s&#10;nLJXyXF7k7Tar0kT67wdVXjNXimv2BvzVHDsm0sMJNVcatXyr8kyfijm7sMDmTUq4N6n7w0jWaPV&#10;Tq1UOdXyLj5Cq1OHJmnIsY38z85+qXQOyxKnVRY6JxFWC52BqtIpVVtQj0NOsWpz+vVw1OmvjjpD&#10;VTtr4kQCdmSQsiP9EFfhCF+ZIl9KOPIZmnO8JadYp/dRg9UO/TtrZJmzMyu/53X0nLsPW+lZ78Mz&#10;RLMP1zkn6Pe47ENrD6flUycth5yI2u8k1B6nSL2DTVjH8Trn6/uwJBLsQ33v8lhbvQ8vJ5p713X0&#10;HWiX6yJGk4yP1MgUzOjWQPwESWW8QB5olBcixkZ5MlIuv8TPMDGyUq6NbJBreqjg2FdCDCRVCeNq&#10;+etXTz9tOZ9Z4+hjIf1MIq4hJuixPrJXPqTeYziLaHQv2tAlVrSPOhbpoz5EfeSM1EfaJH8ONxqs&#10;2VLGG83Y+n5/B1Hvywt4bng0qQL3yfCoL0oMrCf3RYjGV6zFSdakBRuxKlKHNsTUxkipakEnzkZK&#10;VDTaX7k9JDn25dfdz7WsRzNrU0uNj1BvGfWuzdT9Lzxnu7Plb9GHpAUr8Hh0ERrQS1VGmRtfIOIO&#10;U+e7Q1EnRkO0TgKHyX1niAFPnYn6/sqYn0V7M2ZvVY0V0VPMuQdrpDq6UI7gC9juH6TQXSL93Eez&#10;8nsbTW/mfrqUPjbRk97HjUS9j/U1udVNqsAZudU1Wsnr5H7MxBz3bXnU3Y7lWWVuuTyEB3Anfupu&#10;kFs47yc9VHDsG00MJNVo5tby615O3bnf0z+mXv09/TTRfE9f4e6QtW611KERB92dcshtluU58sc9&#10;xbi539P3ZdZD/1Ax39OPup5qdovUDvwZK1xHLXdPylc9vC2d9LsVi/GUW4ujKFJ/dEvVu2hGO72d&#10;cofAzsqvaQQ/OnJ77U0tutcLiabXS2M75IpYtdyI23BHbKfcGWuWETnyx32QcXN7tRlPX/tLcnq9&#10;J+apqbEi9W+4GpfGHDUidlIe6+Ft+Z9YuYzHhegTq8VRFKmLYqXqR7gd98SS6sHYENhZ+TUtpiaz&#10;H9ez90ZlappMNPfVKsYJtEtVzGiSLbEaaUJHtwbiJ0gqo3c8qQKN0jtubJRQvFw+pf4PUBdbKRtj&#10;G/JUcOxbTAwk1WLm0PL7mcDfwEw/+jvhVPrQvzf+lOlnJM/dS03G0/Ftci6vco6xg9w4Ga8QYw+5&#10;sT7uqHN5iXOMB8iNKZxv/ILcuI5zjAvIjQnUYOT37PC3HdPzRPpbmel5faZn/VmS9JIqUCFJz+cQ&#10;A3xv4DztXHPk/sbSc+jfWHoO8xsr6S1gXGMGuc8hBhaQ+/LneJE+zG+sF6h5M2Pr98chor4XDOG5&#10;57zl8qTHPQ4347veVrQhoW7yStUsPIUF3nC12BumFnmxrIWc84zXRz2KX2Gqd1am8tqp3i6Z7tXI&#10;I3gGz3n/J7/3auVFrzIrv9bXc9Zcv2+OUKP+bE3YwftmN+sYaJfdntEke5nnBAoSNRJONOATJJVR&#10;Qh5olJKEsVG+kSiXLno/iv3eKtnjbWDsXPdx7HudGEiq16lJM/1cRe3cgv+hvzPRqv/4B/+vYxQb&#10;cVDOd54vudd38P8ufVmzKXrtGHVUYnuX0eZu7woMkjbXNyoxSAzTh/l70hje/+1dwf+npJnjDHPc&#10;TdE3M8cwXXlcUsaymKSMX8WuThm/JDfGcY5x1pWUMTrW3mUsJDfei5WnjPfJjb9xjjEm3t5l5Pcw&#10;lr2V28MvqF33sCWnh6gnKWMT/Rh743NTRhm5MY1zjEHkxk+ow3iZ3Hg6/uOU0UJunOYcY6zX3mXk&#10;93AeF7Mz5zro/4M4TQ9RrvUtmetQkBieMk55xanD3oBUHZbjt95QfBuTU+L9AEtxPPWml079GpNw&#10;hdeVKvZOpi7z/pI11tua+rn3Due8k/oN1nh1WIHZqe958zAWXV2PeZ92bUYLQomjXeclOrtMD3/v&#10;PVHKFtJ7la3V4++qvTk+D/pRCJ3/PwAAAP//AwBQSwECLQAUAAYACAAAACEApuZR+wwBAAAVAgAA&#10;EwAAAAAAAAAAAAAAAAAAAAAAW0NvbnRlbnRfVHlwZXNdLnhtbFBLAQItABQABgAIAAAAIQA4/SH/&#10;1gAAAJQBAAALAAAAAAAAAAAAAAAAAD0BAABfcmVscy8ucmVsc1BLAQItABQABgAIAAAAIQAFmtsq&#10;ZAMAADsLAAAOAAAAAAAAAAAAAAAAADwCAABkcnMvZTJvRG9jLnhtbFBLAQItABQABgAIAAAAIQB/&#10;QjLiwwAAAKUBAAAZAAAAAAAAAAAAAAAAAMwFAABkcnMvX3JlbHMvZTJvRG9jLnhtbC5yZWxzUEsB&#10;Ai0AFAAGAAgAAAAhALmgYiHgAAAACgEAAA8AAAAAAAAAAAAAAAAAxgYAAGRycy9kb3ducmV2Lnht&#10;bFBLAQItABQABgAIAAAAIQAtR1+gxREAAMwhAAAUAAAAAAAAAAAAAAAAANMHAABkcnMvbWVkaWEv&#10;aW1hZ2UxLmVtZlBLAQItABQABgAIAAAAIQDo7uafpgwAAKAdAAAUAAAAAAAAAAAAAAAAAMoZAABk&#10;cnMvbWVkaWEvaW1hZ2UyLmVtZlBLBQYAAAAABwAHAL4BAACi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JNSXAAAAA2wAAAA8AAABkcnMvZG93bnJldi54bWxETz1rwzAQ3Qv9D+IKXUojx0MxbpTQlhQy&#10;BZqYzFfpYhtbJ2Mpjvvve0Mg4+N9rzaz79VEY2wDG1guMlDENriWawPV8fu1ABUTssM+MBn4owib&#10;9ePDCksXrvxD0yHVSkI4lmigSWkotY62IY9xEQZi4c5h9JgEjrV2I14l3Pc6z7I37bFlaWhwoK+G&#10;bHe4eCk586XoX/Lfoqu2n/tTYXdTZ415fpo/3kElmtNdfHPvnIFc1ssX+QF6/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sk1JcAAAADbAAAADwAAAAAAAAAAAAAAAACfAgAA&#10;ZHJzL2Rvd25yZXYueG1sUEsFBgAAAAAEAAQA9wAAAIwDAAAAAA==&#10;">
                <v:imagedata r:id="rId3" o:title=""/>
              </v:shape>
              <v:shape id="Picture 8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r//3DAAAA2wAAAA8AAABkcnMvZG93bnJldi54bWxEj0+LwjAUxO8L+x3CE7ytqSKLVKPooot4&#10;EFv1/mhe/2DzUpus1m+/EQSPw8z8hpktOlOLG7WusqxgOIhAEGdWV1woOB03XxMQziNrrC2Tggc5&#10;WMw/P2YYa3vnhG6pL0SAsItRQel9E0vpspIMuoFtiIOX29agD7ItpG7xHuCmlqMo+pYGKw4LJTb0&#10;U1J2Sf+Mgvy6yXeHxOPqd3xJx+f1/kCTvVL9XrecgvDU+Xf41d5qBaMhPL+EHyD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v//c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62336" behindDoc="1" locked="1" layoutInCell="0" allowOverlap="1" wp14:anchorId="662B7514" wp14:editId="2C37686B">
          <wp:simplePos x="0" y="0"/>
          <wp:positionH relativeFrom="page">
            <wp:posOffset>1276350</wp:posOffset>
          </wp:positionH>
          <wp:positionV relativeFrom="page">
            <wp:posOffset>3705225</wp:posOffset>
          </wp:positionV>
          <wp:extent cx="4972050" cy="5467350"/>
          <wp:effectExtent l="0" t="0" r="0" b="0"/>
          <wp:wrapNone/>
          <wp:docPr id="91" name="Picture 91" descr="2B POSTERIOR VEINS OF THE LEGS replaced with new anterior vie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2B POSTERIOR VEINS OF THE LEGS replaced with new anterior view"/>
                  <pic:cNvPicPr preferRelativeResize="0">
                    <a:picLocks noChangeArrowheads="1"/>
                  </pic:cNvPicPr>
                </pic:nvPicPr>
                <pic:blipFill>
                  <a:blip r:embed="rId5">
                    <a:extLst>
                      <a:ext uri="{28A0092B-C50C-407E-A947-70E740481C1C}">
                        <a14:useLocalDpi xmlns:a14="http://schemas.microsoft.com/office/drawing/2010/main" val="0"/>
                      </a:ext>
                    </a:extLst>
                  </a:blip>
                  <a:srcRect t="16365"/>
                  <a:stretch>
                    <a:fillRect/>
                  </a:stretch>
                </pic:blipFill>
                <pic:spPr bwMode="auto">
                  <a:xfrm>
                    <a:off x="0" y="0"/>
                    <a:ext cx="4972050" cy="54673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54144" behindDoc="0" locked="1" layoutInCell="0" allowOverlap="1" wp14:anchorId="64AD96C7" wp14:editId="727E3C30">
              <wp:simplePos x="0" y="0"/>
              <wp:positionH relativeFrom="column">
                <wp:posOffset>4105275</wp:posOffset>
              </wp:positionH>
              <wp:positionV relativeFrom="page">
                <wp:posOffset>3398520</wp:posOffset>
              </wp:positionV>
              <wp:extent cx="859790" cy="224155"/>
              <wp:effectExtent l="9525" t="7620" r="26035" b="2540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A04910" w:rsidRPr="005D0996" w:rsidRDefault="00A04910" w:rsidP="005D0996">
                          <w:pPr>
                            <w:pStyle w:val="CUSTOMNormal"/>
                            <w:tabs>
                              <w:tab w:val="left" w:pos="392"/>
                            </w:tabs>
                            <w:jc w:val="center"/>
                            <w:rPr>
                              <w:sz w:val="18"/>
                              <w:szCs w:val="18"/>
                            </w:rPr>
                          </w:pPr>
                          <w:r>
                            <w:rPr>
                              <w:sz w:val="18"/>
                              <w:szCs w:val="18"/>
                            </w:rPr>
                            <w:t>Pos</w:t>
                          </w:r>
                          <w:r w:rsidRPr="005D0996">
                            <w:rPr>
                              <w:sz w:val="18"/>
                              <w:szCs w:val="18"/>
                            </w:rPr>
                            <w:t>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1" o:spid="_x0000_s1031" type="#_x0000_t202" style="position:absolute;margin-left:323.25pt;margin-top:267.6pt;width:67.7pt;height:17.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uIaAIAAN4EAAAOAAAAZHJzL2Uyb0RvYy54bWysVE1v2zAMvQ/YfxB0X+wkTdoadYouXYYB&#10;3QeQDjsrkmwLk0VNUmKnv36UnKTZul2G2YAhStQjHx/pm9u+1WQnnVdgSjoe5ZRIw0EoU5f06+Pq&#10;zRUlPjAjmAYjS7qXnt4uXr+66WwhJ9CAFtIRBDG+6GxJmxBskWWeN7JlfgRWGjyswLUsoOnqTDjW&#10;IXqrs0mez7MOnLAOuPQed++HQ7pI+FUlefhcVV4GokuKuYX0dem7id9sccOK2jHbKH5Ig/1DFi1T&#10;BoOeoO5ZYGTr1AuoVnEHHqow4tBmUFWKy8QB2Yzz39isG2Zl4oLF8fZUJv//YPmn3RdHlEDtUCnD&#10;WtToUfaBvIWezMaxPp31BbqtLTqGHvfRN3H19gH4d08MLBtmannnHHSNZALzSzezs6sDjo8gm+4j&#10;CIzDtgESUF+5NhYPy0EQHXXan7SJuXDcvJpdX17jCcejyeRiPJvF3DJWHC9b58N7CS2Ji5I6lD6B&#10;s92DD4Pr0SXG8qCVWCmtk+HqzVI7smPYJqv0HNB/cdOGdCWdT2f5wP+vEHl6/gTRqoD9rlWLjE5O&#10;rIhVe2dE6sbAlB7WyE6bmJ9MnYw8UpW2CLFuREeEikyns+vJmKKBbT25HEAJ0zXOIw+OEgfhmwpN&#10;aqZY1heEl3l8D9nCET0V9yxwEjPqNygZ+k0/9E28GIXegNijuhguSYg/BVw04J4o6XDASup/bJmT&#10;lOgPBjtkOsdUcSKTcTHFYcZUz0825yfMcIQqaaBkWC7DMMVb61TdYKRjT95hV61UUvw5KyQTDRyi&#10;ROsw8HFKz+3k9fxbWvwEAAD//wMAUEsDBBQABgAIAAAAIQBSZggE4AAAAAsBAAAPAAAAZHJzL2Rv&#10;d25yZXYueG1sTI/BTsMwDIbvSLxDZCRuLO2g7eiaTggJ7YTQNiSuWeO11RqnSrKuvD3mBEfbn35/&#10;f7WZ7SAm9KF3pCBdJCCQGmd6ahV8Ht4eViBC1GT04AgVfGOATX17U+nSuCvtcNrHVnAIhVIr6GIc&#10;SylD06HVYeFGJL6dnLc68uhbaby+crgd5DJJcml1T/yh0yO+dtic9xerYLe179M4GT9/2W1bpF6O&#10;h/OHUvd388saRMQ5/sHwq8/qULPT0V3IBDEoyJ/yjFEF2WO2BMFEsUqfQRx5UyQZyLqS/zvUPwAA&#10;AP//AwBQSwECLQAUAAYACAAAACEAtoM4kv4AAADhAQAAEwAAAAAAAAAAAAAAAAAAAAAAW0NvbnRl&#10;bnRfVHlwZXNdLnhtbFBLAQItABQABgAIAAAAIQA4/SH/1gAAAJQBAAALAAAAAAAAAAAAAAAAAC8B&#10;AABfcmVscy8ucmVsc1BLAQItABQABgAIAAAAIQCNOMuIaAIAAN4EAAAOAAAAAAAAAAAAAAAAAC4C&#10;AABkcnMvZTJvRG9jLnhtbFBLAQItABQABgAIAAAAIQBSZggE4AAAAAsBAAAPAAAAAAAAAAAAAAAA&#10;AMIEAABkcnMvZG93bnJldi54bWxQSwUGAAAAAAQABADzAAAAzwUAAAAA&#10;" o:allowincell="f" strokeweight=".5pt">
              <v:shadow on="t" color="silver"/>
              <v:textbox style="mso-fit-shape-to-text:t" inset="1mm,1.2mm,1mm,1.2mm">
                <w:txbxContent>
                  <w:p w:rsidR="00A04910" w:rsidRPr="005D0996" w:rsidRDefault="00A04910" w:rsidP="005D0996">
                    <w:pPr>
                      <w:pStyle w:val="CUSTOMNormal"/>
                      <w:tabs>
                        <w:tab w:val="left" w:pos="392"/>
                      </w:tabs>
                      <w:jc w:val="center"/>
                      <w:rPr>
                        <w:sz w:val="18"/>
                        <w:szCs w:val="18"/>
                      </w:rPr>
                    </w:pPr>
                    <w:r>
                      <w:rPr>
                        <w:sz w:val="18"/>
                        <w:szCs w:val="18"/>
                      </w:rPr>
                      <w:t>Pos</w:t>
                    </w:r>
                    <w:r w:rsidRPr="005D0996">
                      <w:rPr>
                        <w:sz w:val="18"/>
                        <w:szCs w:val="18"/>
                      </w:rPr>
                      <w:t>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3120" behindDoc="0" locked="1" layoutInCell="0" allowOverlap="1" wp14:anchorId="6FD7ECDA" wp14:editId="49A66B4B">
              <wp:simplePos x="0" y="0"/>
              <wp:positionH relativeFrom="column">
                <wp:posOffset>1552575</wp:posOffset>
              </wp:positionH>
              <wp:positionV relativeFrom="page">
                <wp:posOffset>3398520</wp:posOffset>
              </wp:positionV>
              <wp:extent cx="764540" cy="224155"/>
              <wp:effectExtent l="9525" t="7620" r="26035" b="25400"/>
              <wp:wrapNone/>
              <wp:docPr id="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A04910" w:rsidRPr="005D0996" w:rsidRDefault="00A04910" w:rsidP="005D0996">
                          <w:pPr>
                            <w:pStyle w:val="CUSTOMNormal"/>
                            <w:tabs>
                              <w:tab w:val="left" w:pos="392"/>
                            </w:tabs>
                            <w:jc w:val="center"/>
                            <w:rPr>
                              <w:sz w:val="18"/>
                              <w:szCs w:val="18"/>
                            </w:rPr>
                          </w:pPr>
                          <w:r w:rsidRPr="005D0996">
                            <w:rPr>
                              <w:sz w:val="18"/>
                              <w:szCs w:val="18"/>
                            </w:rPr>
                            <w:t>Anterior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0" o:spid="_x0000_s1032" type="#_x0000_t202" style="position:absolute;margin-left:122.25pt;margin-top:267.6pt;width:60.2pt;height:17.6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zDZwIAAN4EAAAOAAAAZHJzL2Uyb0RvYy54bWysVNuO0zAQfUfiHyy/07TpbYmarpYuRUjL&#10;Reoinqe2k1g4trHdJuXrGbuXLSziAZFIlsczPnM5M17c9q0ie+G8NLqko8GQEqGZ4VLXJf3yuH51&#10;Q4kPoDkoo0VJD8LT2+XLF4vOFiI3jVFcOIIg2hedLWkTgi2yzLNGtOAHxgqNysq4FgKKrs64gw7R&#10;W5Xlw+Es64zj1hkmvMfT+6OSLhN+VQkWPlWVF4GokmJsIa0urdu4ZssFFLUD20h2CgP+IYoWpEan&#10;F6h7CEB2Tj6DaiVzxpsqDJhpM1NVkomUA2YzGv6WzaYBK1IuWBxvL2Xy/w+Wfdx/dkRy5G5OiYYW&#10;OXoUfSBvTE+mqT6d9QWabSwahh7P0Tbl6u2DYd880WbVgK7FnXOmawRwjG8UK5tdXY2M+MJHkG33&#10;wXD0A7tgElBfuTYWD8tBEB15Oly4ibEwPJzPJtMJahiq8nwymk6TByjOl63z4Z0wLYmbkjqkPoHD&#10;/sGHGAwUZ5Poyxsl+VoqlQRXb1fKkT1gm6zTd0L/xUxp0pV0Nsa6/B1imL4/QbQyYL8r2Zb05mIE&#10;RazaW81TNwaQ6rjHkJWOnkTqZMwjCmaHEJuGd4TLmOl4+jofURSwrfP5EZSAqnEeWXCUOBO+ytCk&#10;ZoplfZbwahj/U7QX9FSxK8eJzMjfkcnQb/vUN3m8GLndGn5AdtFdohAfBdw0xv2gpMMBK6n/vgMn&#10;KFHvNXbIeIah4kQmYTLGYcZQrzXbaw1ohlAlDZQct6twnOKddbJu0NO5J++wq9YyMf4U1akXcYhS&#10;WqeBj1N6LSerp2dp+RMAAP//AwBQSwMEFAAGAAgAAAAhAJeKyzjgAAAACwEAAA8AAABkcnMvZG93&#10;bnJldi54bWxMj01PwzAMhu9I/IfISNxYuq7dR2k6ISS0E0LbkLhmjWmrNU6VZF3595gTO9p+9Pp5&#10;y+1kezGiD50jBfNZAgKpdqajRsHn8e1pDSJETUb3jlDBDwbYVvd3pS6Mu9Iex0NsBIdQKLSCNsah&#10;kDLULVodZm5A4tu381ZHHn0jjddXDre9TJNkKa3uiD+0esDXFuvz4WIV7Hf2fRxG46cvu2tWcy+H&#10;4/lDqceH6eUZRMQp/sPwp8/qULHTyV3IBNErSLMsZ1RBvshTEEwsltkGxIk3qyQHWZXytkP1CwAA&#10;//8DAFBLAQItABQABgAIAAAAIQC2gziS/gAAAOEBAAATAAAAAAAAAAAAAAAAAAAAAABbQ29udGVu&#10;dF9UeXBlc10ueG1sUEsBAi0AFAAGAAgAAAAhADj9If/WAAAAlAEAAAsAAAAAAAAAAAAAAAAALwEA&#10;AF9yZWxzLy5yZWxzUEsBAi0AFAAGAAgAAAAhACnKnMNnAgAA3gQAAA4AAAAAAAAAAAAAAAAALgIA&#10;AGRycy9lMm9Eb2MueG1sUEsBAi0AFAAGAAgAAAAhAJeKyzjgAAAACwEAAA8AAAAAAAAAAAAAAAAA&#10;wQQAAGRycy9kb3ducmV2LnhtbFBLBQYAAAAABAAEAPMAAADOBQAAAAA=&#10;" o:allowincell="f" strokeweight=".5pt">
              <v:shadow on="t" color="silver"/>
              <v:textbox style="mso-fit-shape-to-text:t" inset="1mm,1.2mm,1mm,1.2mm">
                <w:txbxContent>
                  <w:p w:rsidR="00A04910" w:rsidRPr="005D0996" w:rsidRDefault="00A04910" w:rsidP="005D0996">
                    <w:pPr>
                      <w:pStyle w:val="CUSTOMNormal"/>
                      <w:tabs>
                        <w:tab w:val="left" w:pos="392"/>
                      </w:tabs>
                      <w:jc w:val="center"/>
                      <w:rPr>
                        <w:sz w:val="18"/>
                        <w:szCs w:val="18"/>
                      </w:rPr>
                    </w:pPr>
                    <w:r w:rsidRPr="005D0996">
                      <w:rPr>
                        <w:sz w:val="18"/>
                        <w:szCs w:val="18"/>
                      </w:rPr>
                      <w:t>Anterior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7216" behindDoc="1" locked="1" layoutInCell="1" allowOverlap="1" wp14:anchorId="106EFF14" wp14:editId="0D3C6C26">
              <wp:simplePos x="0" y="0"/>
              <wp:positionH relativeFrom="page">
                <wp:posOffset>539750</wp:posOffset>
              </wp:positionH>
              <wp:positionV relativeFrom="page">
                <wp:posOffset>10029825</wp:posOffset>
              </wp:positionV>
              <wp:extent cx="6480175" cy="28829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910" w:rsidRDefault="00A04910" w:rsidP="002E04BC">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margin-left:42.5pt;margin-top:789.7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PZsQ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YRRpx0UKN7Omq0FiPyTXqGXqXgddeDnx5hG1wtVdXfivKrQlxsGsL39EZKMTSUVBCevemeXZ1w&#10;lAHZDR9EBc+QgxYWaKxlZ3IH2UCADmV6OJXGhFLCZhTGnn+5xKiEsyCOg8TWziXpfLuXSr+jokPG&#10;yLCE0lt0crxVGniA6+xiHuOiYG1ry9/yZxvgOO3A23DVnJkobDV/JF6yjbdx6IRBtHVCL8+dm2IT&#10;OlEB0eUX+WaT+z/Nu36YNqyqKDfPzMrywz+r3KPGJ02ctKVEyyoDZ0JScr/btBIdCSi7sJ+pFgR/&#10;5uY+D8MeA5cXlPwg9NZB4hRRfOmERbh0kksvdjw/WSeRFyZhXjyndMs4/XdKaMhwsgyWk5h+y82z&#10;32tuJO2YhtnRsi7D8cmJpEaCW17Z0mrC2sk+S4UJ/ykVkLG50FawRqOTWvW4G21rXMx9sBPVAyhY&#10;ChAYyBTmHhiNkN8xGmCGZFh9OxBJMWrfc+gCM3BmQ87GbjYIL+FqhjVGk7nR02A69JLtG0Ce+oyL&#10;G+iUmlkRm5aaogAGZgFzwXJ5nGFm8JyvrdfTpF39Ag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YnM9mxAgAAsQUA&#10;AA4AAAAAAAAAAAAAAAAALgIAAGRycy9lMm9Eb2MueG1sUEsBAi0AFAAGAAgAAAAhAMCTRCfhAAAA&#10;DQEAAA8AAAAAAAAAAAAAAAAACwUAAGRycy9kb3ducmV2LnhtbFBLBQYAAAAABAAEAPMAAAAZBgAA&#10;AAA=&#10;" filled="f" stroked="f">
              <v:textbox inset="0,0,0,0">
                <w:txbxContent>
                  <w:p w:rsidR="00A04910" w:rsidRDefault="00A04910" w:rsidP="002E04BC">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C8"/>
    <w:rsid w:val="000009C6"/>
    <w:rsid w:val="00002C57"/>
    <w:rsid w:val="00004989"/>
    <w:rsid w:val="00021342"/>
    <w:rsid w:val="0002322E"/>
    <w:rsid w:val="00030ECC"/>
    <w:rsid w:val="00031069"/>
    <w:rsid w:val="00033B0B"/>
    <w:rsid w:val="00041FD3"/>
    <w:rsid w:val="0006170F"/>
    <w:rsid w:val="00067354"/>
    <w:rsid w:val="00070AEC"/>
    <w:rsid w:val="00075B57"/>
    <w:rsid w:val="00077379"/>
    <w:rsid w:val="000B1F8C"/>
    <w:rsid w:val="000C302A"/>
    <w:rsid w:val="000C4B93"/>
    <w:rsid w:val="000D03AD"/>
    <w:rsid w:val="000D12F2"/>
    <w:rsid w:val="0012112F"/>
    <w:rsid w:val="00123164"/>
    <w:rsid w:val="00130369"/>
    <w:rsid w:val="0014708E"/>
    <w:rsid w:val="00156E8E"/>
    <w:rsid w:val="00186F8F"/>
    <w:rsid w:val="00191142"/>
    <w:rsid w:val="001A0E8C"/>
    <w:rsid w:val="001A1B5B"/>
    <w:rsid w:val="001A7AF4"/>
    <w:rsid w:val="001B713B"/>
    <w:rsid w:val="001C2A3A"/>
    <w:rsid w:val="001C3912"/>
    <w:rsid w:val="001F797D"/>
    <w:rsid w:val="00210977"/>
    <w:rsid w:val="00226007"/>
    <w:rsid w:val="002402AB"/>
    <w:rsid w:val="00271691"/>
    <w:rsid w:val="002739C8"/>
    <w:rsid w:val="002867C0"/>
    <w:rsid w:val="00291027"/>
    <w:rsid w:val="002932DD"/>
    <w:rsid w:val="002C6A41"/>
    <w:rsid w:val="002D4419"/>
    <w:rsid w:val="002D613D"/>
    <w:rsid w:val="002D7122"/>
    <w:rsid w:val="002E04BC"/>
    <w:rsid w:val="003234AA"/>
    <w:rsid w:val="00324212"/>
    <w:rsid w:val="003270E4"/>
    <w:rsid w:val="00344EE6"/>
    <w:rsid w:val="00352F64"/>
    <w:rsid w:val="00382C7D"/>
    <w:rsid w:val="00385FE2"/>
    <w:rsid w:val="003909B4"/>
    <w:rsid w:val="00394CF1"/>
    <w:rsid w:val="003A609C"/>
    <w:rsid w:val="003A6622"/>
    <w:rsid w:val="003E416A"/>
    <w:rsid w:val="00400383"/>
    <w:rsid w:val="00404107"/>
    <w:rsid w:val="00411FD4"/>
    <w:rsid w:val="004520A0"/>
    <w:rsid w:val="00477D62"/>
    <w:rsid w:val="004A3BCC"/>
    <w:rsid w:val="004B19B0"/>
    <w:rsid w:val="004C122B"/>
    <w:rsid w:val="004C256B"/>
    <w:rsid w:val="004E0025"/>
    <w:rsid w:val="004E3E95"/>
    <w:rsid w:val="004F4E3F"/>
    <w:rsid w:val="005060EC"/>
    <w:rsid w:val="00525F48"/>
    <w:rsid w:val="00543410"/>
    <w:rsid w:val="00543DEF"/>
    <w:rsid w:val="00552EAF"/>
    <w:rsid w:val="005534C2"/>
    <w:rsid w:val="005606F1"/>
    <w:rsid w:val="005748E3"/>
    <w:rsid w:val="00583D40"/>
    <w:rsid w:val="005947E5"/>
    <w:rsid w:val="00596D0F"/>
    <w:rsid w:val="005B6B7D"/>
    <w:rsid w:val="005C197D"/>
    <w:rsid w:val="005D0996"/>
    <w:rsid w:val="005D4909"/>
    <w:rsid w:val="005E594C"/>
    <w:rsid w:val="00624106"/>
    <w:rsid w:val="00632733"/>
    <w:rsid w:val="00644C5F"/>
    <w:rsid w:val="00661D13"/>
    <w:rsid w:val="0067732A"/>
    <w:rsid w:val="006A41AD"/>
    <w:rsid w:val="006C1CD1"/>
    <w:rsid w:val="006D2A35"/>
    <w:rsid w:val="006D3CE8"/>
    <w:rsid w:val="00701D82"/>
    <w:rsid w:val="007102C1"/>
    <w:rsid w:val="007112FB"/>
    <w:rsid w:val="007126C8"/>
    <w:rsid w:val="007C5B1B"/>
    <w:rsid w:val="007E5FF0"/>
    <w:rsid w:val="00802E05"/>
    <w:rsid w:val="00803E28"/>
    <w:rsid w:val="00804042"/>
    <w:rsid w:val="00811182"/>
    <w:rsid w:val="00813362"/>
    <w:rsid w:val="00850CED"/>
    <w:rsid w:val="00854725"/>
    <w:rsid w:val="00862CBF"/>
    <w:rsid w:val="00880184"/>
    <w:rsid w:val="00893153"/>
    <w:rsid w:val="00897688"/>
    <w:rsid w:val="008B3BF4"/>
    <w:rsid w:val="008B3C2A"/>
    <w:rsid w:val="008C4F7F"/>
    <w:rsid w:val="008C67DE"/>
    <w:rsid w:val="008E77CD"/>
    <w:rsid w:val="00907CF4"/>
    <w:rsid w:val="00923531"/>
    <w:rsid w:val="00924EB0"/>
    <w:rsid w:val="009350DF"/>
    <w:rsid w:val="00942505"/>
    <w:rsid w:val="00943CA7"/>
    <w:rsid w:val="00961297"/>
    <w:rsid w:val="00977A1C"/>
    <w:rsid w:val="00984A59"/>
    <w:rsid w:val="00992841"/>
    <w:rsid w:val="009A0ECB"/>
    <w:rsid w:val="009A3EEC"/>
    <w:rsid w:val="009A66B8"/>
    <w:rsid w:val="009C12E1"/>
    <w:rsid w:val="009D4370"/>
    <w:rsid w:val="009E0202"/>
    <w:rsid w:val="009F0327"/>
    <w:rsid w:val="009F19EF"/>
    <w:rsid w:val="009F70D4"/>
    <w:rsid w:val="00A04256"/>
    <w:rsid w:val="00A04910"/>
    <w:rsid w:val="00A078E6"/>
    <w:rsid w:val="00A2369C"/>
    <w:rsid w:val="00A3045E"/>
    <w:rsid w:val="00A43026"/>
    <w:rsid w:val="00A46516"/>
    <w:rsid w:val="00A62728"/>
    <w:rsid w:val="00A90B05"/>
    <w:rsid w:val="00A90F95"/>
    <w:rsid w:val="00AA0074"/>
    <w:rsid w:val="00AA2AD4"/>
    <w:rsid w:val="00AB09A7"/>
    <w:rsid w:val="00AB7058"/>
    <w:rsid w:val="00AC0857"/>
    <w:rsid w:val="00B03018"/>
    <w:rsid w:val="00B040FE"/>
    <w:rsid w:val="00B13FBA"/>
    <w:rsid w:val="00B14AFB"/>
    <w:rsid w:val="00B35F22"/>
    <w:rsid w:val="00B415C1"/>
    <w:rsid w:val="00B46E1E"/>
    <w:rsid w:val="00B734E8"/>
    <w:rsid w:val="00B8442D"/>
    <w:rsid w:val="00B87660"/>
    <w:rsid w:val="00BA480C"/>
    <w:rsid w:val="00BC2B3E"/>
    <w:rsid w:val="00BC5836"/>
    <w:rsid w:val="00C24FD1"/>
    <w:rsid w:val="00C2776E"/>
    <w:rsid w:val="00C36AA5"/>
    <w:rsid w:val="00C44E9D"/>
    <w:rsid w:val="00C64AE2"/>
    <w:rsid w:val="00C943BB"/>
    <w:rsid w:val="00CB3119"/>
    <w:rsid w:val="00D065FF"/>
    <w:rsid w:val="00D14AB1"/>
    <w:rsid w:val="00D254A0"/>
    <w:rsid w:val="00D35CC3"/>
    <w:rsid w:val="00D37604"/>
    <w:rsid w:val="00D56794"/>
    <w:rsid w:val="00D86277"/>
    <w:rsid w:val="00D94904"/>
    <w:rsid w:val="00DC01AB"/>
    <w:rsid w:val="00DC5770"/>
    <w:rsid w:val="00DD0B20"/>
    <w:rsid w:val="00DF1DE9"/>
    <w:rsid w:val="00E32912"/>
    <w:rsid w:val="00E339E8"/>
    <w:rsid w:val="00E4100D"/>
    <w:rsid w:val="00E463E3"/>
    <w:rsid w:val="00E6169F"/>
    <w:rsid w:val="00E722DF"/>
    <w:rsid w:val="00E73447"/>
    <w:rsid w:val="00EA5C7C"/>
    <w:rsid w:val="00ED45C7"/>
    <w:rsid w:val="00EF1C3B"/>
    <w:rsid w:val="00F028B5"/>
    <w:rsid w:val="00F02F77"/>
    <w:rsid w:val="00F071E8"/>
    <w:rsid w:val="00F16C76"/>
    <w:rsid w:val="00F3457B"/>
    <w:rsid w:val="00F3756B"/>
    <w:rsid w:val="00F959B6"/>
    <w:rsid w:val="00F97841"/>
    <w:rsid w:val="00FD549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urefw0.UHL\AppData\Local\Microsoft\Windows\Temporary%20Internet%20Files\Content.IE5\EY2VVZ57\Lower%20Limb%20Venous%20Insufficiency%20scan%20_%20Both%20_%20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Lower Limb Venous Insufficiency scan _ Both _ Normal</Template>
  <TotalTime>1</TotalTime>
  <Pages>2</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Waldegrave</dc:creator>
  <cp:lastModifiedBy>Daniel Sims</cp:lastModifiedBy>
  <cp:revision>2</cp:revision>
  <cp:lastPrinted>2019-01-18T11:11:00Z</cp:lastPrinted>
  <dcterms:created xsi:type="dcterms:W3CDTF">2019-10-16T12:41:00Z</dcterms:created>
  <dcterms:modified xsi:type="dcterms:W3CDTF">2019-10-16T12:41:00Z</dcterms:modified>
</cp:coreProperties>
</file>